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92693" w14:textId="77777777" w:rsidR="00F67358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</w:p>
    <w:p w14:paraId="0D09C38D" w14:textId="77777777" w:rsidR="00F67358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4A9FAC26" w14:textId="77777777" w:rsidR="00F67358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6A9C02EC" w14:textId="77777777" w:rsidR="007E119F" w:rsidRPr="007E119F" w:rsidRDefault="007E119F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32"/>
          <w:szCs w:val="32"/>
          <w:cs/>
        </w:rPr>
      </w:pPr>
    </w:p>
    <w:p w14:paraId="7E28FEC2" w14:textId="77777777" w:rsidR="0092713E" w:rsidRDefault="0092713E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05C24F51" w14:textId="207CD0D7" w:rsidR="00F67358" w:rsidRPr="00DF23E9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3119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0" w:name="SubTitle"/>
      <w:r w:rsidR="00DF23E9">
        <w:rPr>
          <w:rFonts w:ascii="Angsana New" w:hAnsi="Angsana New" w:hint="cs"/>
          <w:b/>
          <w:bCs/>
          <w:sz w:val="52"/>
          <w:szCs w:val="52"/>
          <w:cs/>
        </w:rPr>
        <w:t>ไทยเรยอน</w:t>
      </w:r>
      <w:r w:rsidRPr="00D31193">
        <w:rPr>
          <w:rFonts w:ascii="Angsana New" w:hAnsi="Angsana New"/>
          <w:b/>
          <w:bCs/>
          <w:sz w:val="52"/>
          <w:szCs w:val="52"/>
        </w:rPr>
        <w:t xml:space="preserve"> </w:t>
      </w:r>
      <w:r w:rsidRPr="00D31193">
        <w:rPr>
          <w:rFonts w:ascii="Angsana New" w:hAnsi="Angsana New"/>
          <w:b/>
          <w:bCs/>
          <w:sz w:val="52"/>
          <w:szCs w:val="52"/>
          <w:cs/>
        </w:rPr>
        <w:t>จำกัด (มหาชน)</w:t>
      </w:r>
    </w:p>
    <w:p w14:paraId="0A698D34" w14:textId="77777777" w:rsidR="00F67358" w:rsidRPr="00D31193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bookmarkEnd w:id="0"/>
    <w:p w14:paraId="0E5AAEE7" w14:textId="1B637D5C" w:rsidR="00F67358" w:rsidRPr="00D31193" w:rsidRDefault="00F67358" w:rsidP="00F6735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เงิน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="00D6443C" w:rsidRPr="00D31193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D3119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23E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D6443C" w:rsidRPr="00D3119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DF23E9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47F4916F" w14:textId="77777777" w:rsidR="00F67358" w:rsidRPr="00D31193" w:rsidRDefault="00F67358" w:rsidP="00F6735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C7C2E09" w14:textId="77777777" w:rsidR="00F67358" w:rsidRPr="00D31193" w:rsidRDefault="00F67358" w:rsidP="00F6735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  <w:sectPr w:rsidR="00F67358" w:rsidRPr="00D31193" w:rsidSect="008A69B1">
          <w:headerReference w:type="default" r:id="rId9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2FED987" w14:textId="77777777" w:rsidR="00F67358" w:rsidRPr="00D31193" w:rsidRDefault="00F67358" w:rsidP="00F67358">
      <w:pPr>
        <w:pStyle w:val="Heading5"/>
        <w:tabs>
          <w:tab w:val="clear" w:pos="540"/>
        </w:tabs>
        <w:jc w:val="thaiDistribute"/>
        <w:rPr>
          <w:rFonts w:ascii="Angsana New" w:hAnsi="Angsana New" w:cs="Angsana New"/>
        </w:rPr>
      </w:pPr>
      <w:r w:rsidRPr="00D31193">
        <w:rPr>
          <w:rFonts w:ascii="Angsana New" w:hAnsi="Angsana New" w:cs="Angsana New"/>
          <w:cs/>
        </w:rPr>
        <w:lastRenderedPageBreak/>
        <w:t>รายงานของผู้สอบบัญชีรับอนุญาต</w:t>
      </w:r>
    </w:p>
    <w:p w14:paraId="55EBC3BE" w14:textId="77777777" w:rsidR="00F67358" w:rsidRPr="00D31193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50C13699" w14:textId="3C7EC27C" w:rsidR="00F67358" w:rsidRPr="00D31193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6C3DB5">
        <w:rPr>
          <w:rFonts w:ascii="Angsana New" w:hAnsi="Angsana New" w:hint="cs"/>
          <w:b/>
          <w:bCs/>
          <w:sz w:val="30"/>
          <w:szCs w:val="30"/>
          <w:cs/>
        </w:rPr>
        <w:t>ไทยเรยอน</w:t>
      </w: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1F587EF9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24"/>
          <w:szCs w:val="24"/>
        </w:rPr>
      </w:pPr>
    </w:p>
    <w:p w14:paraId="210BE5CF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30"/>
          <w:szCs w:val="30"/>
        </w:rPr>
      </w:pPr>
      <w:r w:rsidRPr="00D31193">
        <w:rPr>
          <w:rFonts w:ascii="Angsana New" w:hAnsi="Angsana New"/>
          <w:i/>
          <w:iCs/>
          <w:spacing w:val="-4"/>
          <w:sz w:val="30"/>
          <w:szCs w:val="30"/>
          <w:cs/>
        </w:rPr>
        <w:t>ความเห็น</w:t>
      </w:r>
    </w:p>
    <w:p w14:paraId="607BF763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24"/>
          <w:szCs w:val="24"/>
          <w:cs/>
        </w:rPr>
      </w:pPr>
    </w:p>
    <w:p w14:paraId="0ECE6BDB" w14:textId="3BEBE7BD" w:rsidR="00F67358" w:rsidRPr="00F33167" w:rsidRDefault="00F67358" w:rsidP="00F67358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cs/>
          <w:lang w:val="en-US"/>
        </w:rPr>
      </w:pPr>
      <w:r w:rsidRPr="00F33167">
        <w:rPr>
          <w:rFonts w:ascii="Angsana New" w:eastAsia="Calibri" w:hAnsi="Angsana New" w:cs="Angsana New"/>
          <w:cs/>
          <w:lang w:val="en-US"/>
        </w:rPr>
        <w:t>ข้าพเจ้าได้ตรวจสอบ</w:t>
      </w:r>
      <w:r w:rsidR="00DF23E9" w:rsidRPr="00F33167">
        <w:rPr>
          <w:rFonts w:ascii="Angsana New" w:eastAsia="Calibri" w:hAnsi="Angsana New" w:cs="Angsana New"/>
          <w:cs/>
          <w:lang w:val="en-US"/>
        </w:rPr>
        <w:t>งบ</w:t>
      </w:r>
      <w:r w:rsidR="00DF23E9" w:rsidRPr="00F33167">
        <w:rPr>
          <w:rFonts w:ascii="Angsana New" w:eastAsia="Calibri" w:hAnsi="Angsana New" w:cs="Angsana New" w:hint="cs"/>
          <w:cs/>
          <w:lang w:val="en-US"/>
        </w:rPr>
        <w:t>การเงินที่แสดงเงินลงทุนตามวิธีส่วนได้เสีย</w:t>
      </w:r>
      <w:r w:rsidRPr="00F33167">
        <w:rPr>
          <w:rFonts w:ascii="Angsana New" w:eastAsia="Calibri" w:hAnsi="Angsana New" w:cs="Angsana New"/>
          <w:cs/>
          <w:lang w:val="en-US"/>
        </w:rPr>
        <w:t>และงบการเงินเฉพาะกิจการของบริษั</w:t>
      </w:r>
      <w:r w:rsidR="00DF23E9" w:rsidRPr="00F33167">
        <w:rPr>
          <w:rFonts w:ascii="Angsana New" w:eastAsia="Calibri" w:hAnsi="Angsana New" w:cs="Angsana New" w:hint="cs"/>
          <w:cs/>
          <w:lang w:val="en-US"/>
        </w:rPr>
        <w:t xml:space="preserve">ท ไทยเรยอน </w:t>
      </w:r>
      <w:r w:rsidRPr="00F33167">
        <w:rPr>
          <w:rFonts w:ascii="Angsana New" w:eastAsia="Calibri" w:hAnsi="Angsana New" w:cs="Angsana New"/>
          <w:cs/>
          <w:lang w:val="en-US"/>
        </w:rPr>
        <w:t>จำกัด (มหาชน)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(</w:t>
      </w:r>
      <w:r w:rsidR="00C3578A" w:rsidRPr="00F33167">
        <w:rPr>
          <w:rFonts w:ascii="Angsana New" w:eastAsia="Calibri" w:hAnsi="Angsana New" w:cs="Angsana New" w:hint="cs"/>
          <w:cs/>
          <w:lang w:val="en-US"/>
        </w:rPr>
        <w:t>“</w:t>
      </w:r>
      <w:r w:rsidRPr="00F33167">
        <w:rPr>
          <w:rFonts w:ascii="Angsana New" w:eastAsia="Calibri" w:hAnsi="Angsana New" w:cs="Angsana New"/>
          <w:cs/>
          <w:lang w:val="en-US"/>
        </w:rPr>
        <w:t>บริษัท</w:t>
      </w:r>
      <w:r w:rsidR="00C3578A" w:rsidRPr="00F33167">
        <w:rPr>
          <w:rFonts w:ascii="Angsana New" w:eastAsia="Calibri" w:hAnsi="Angsana New" w:cs="Angsana New" w:hint="cs"/>
          <w:cs/>
          <w:lang w:val="en-US"/>
        </w:rPr>
        <w:t>”</w:t>
      </w:r>
      <w:r w:rsidRPr="00F33167">
        <w:rPr>
          <w:rFonts w:ascii="Angsana New" w:eastAsia="Calibri" w:hAnsi="Angsana New" w:cs="Angsana New"/>
          <w:cs/>
          <w:lang w:val="en-US"/>
        </w:rPr>
        <w:t>)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ซึ่งประกอบด้วย</w:t>
      </w:r>
      <w:r w:rsidR="00F33167" w:rsidRPr="00F33167">
        <w:rPr>
          <w:rFonts w:ascii="Angsana New" w:eastAsia="Calibri" w:hAnsi="Angsana New" w:cs="Angsana New"/>
          <w:cs/>
          <w:lang w:val="en-US"/>
        </w:rPr>
        <w:t>งบ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 xml:space="preserve">แสดงฐานะการเงินที่แสดงเงินลงทุนตามวิธีส่วนได้เสียและงบแสดงฐานะการเงินเฉพาะกิจการ ณ วันที่ </w:t>
      </w:r>
      <w:r w:rsidR="00F33167" w:rsidRPr="00F33167">
        <w:rPr>
          <w:rFonts w:ascii="Angsana New" w:eastAsia="Calibri" w:hAnsi="Angsana New" w:cs="Angsana New"/>
          <w:lang w:val="en-US"/>
        </w:rPr>
        <w:t xml:space="preserve">31 </w:t>
      </w:r>
      <w:r w:rsidR="00F33167">
        <w:rPr>
          <w:rFonts w:ascii="Angsana New" w:eastAsia="Calibri" w:hAnsi="Angsana New" w:cs="Angsana New" w:hint="cs"/>
          <w:cs/>
          <w:lang w:val="en-US"/>
        </w:rPr>
        <w:t xml:space="preserve">มีนาคม </w:t>
      </w:r>
      <w:r w:rsidR="00F33167">
        <w:rPr>
          <w:rFonts w:ascii="Angsana New" w:eastAsia="Calibri" w:hAnsi="Angsana New" w:cs="Angsana New"/>
          <w:lang w:val="en-US"/>
        </w:rPr>
        <w:t>2564</w:t>
      </w:r>
      <w:r w:rsidR="00F33167" w:rsidRPr="00F33167">
        <w:rPr>
          <w:rFonts w:ascii="Angsana New" w:eastAsia="Calibri" w:hAnsi="Angsana New" w:cs="Angsana New"/>
          <w:lang w:val="en-US"/>
        </w:rPr>
        <w:t xml:space="preserve"> </w:t>
      </w:r>
      <w:r w:rsidR="00F33167"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ที่แสดงเงินลงทุนตามวิธีส่วนได้เสียและงบกำไรขาดทุนเฉพาะกิจการ</w:t>
      </w:r>
      <w:r w:rsidR="00F33167" w:rsidRPr="00F33167">
        <w:rPr>
          <w:rFonts w:ascii="Angsana New" w:eastAsia="Calibri" w:hAnsi="Angsana New" w:cs="Angsana New"/>
          <w:lang w:val="en-US"/>
        </w:rPr>
        <w:t xml:space="preserve"> </w:t>
      </w:r>
      <w:r w:rsidR="00F33167"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F33167" w:rsidRPr="00F33167">
        <w:rPr>
          <w:rFonts w:ascii="Angsana New" w:eastAsia="Calibri" w:hAnsi="Angsana New" w:cs="Angsana New"/>
          <w:cs/>
          <w:lang w:val="en-US"/>
        </w:rPr>
        <w:t>งบแสดงการเปลี่ยนแปลงส่วนของผู้ถือหุ้น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F33167" w:rsidRPr="00F33167">
        <w:rPr>
          <w:rFonts w:ascii="Angsana New" w:eastAsia="Calibri" w:hAnsi="Angsana New" w:cs="Angsana New"/>
          <w:cs/>
          <w:lang w:val="en-US"/>
        </w:rPr>
        <w:t>และงบกระแสเงินสด</w:t>
      </w:r>
      <w:r w:rsidR="00F33167"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ที่แสดงเงินลงทุนตามวิธีส่วนได้เสียและงบกระแสเงินสดเฉพาะกิจการ</w:t>
      </w:r>
      <w:r w:rsidR="00F33167" w:rsidRPr="00F33167">
        <w:rPr>
          <w:rFonts w:ascii="Angsana New" w:eastAsia="Calibri" w:hAnsi="Angsana New" w:cs="Angsana New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 xml:space="preserve">สำหรับปีสิ้นสุดวันเดียวกัน </w:t>
      </w:r>
      <w:r w:rsidRPr="00F33167">
        <w:rPr>
          <w:rFonts w:ascii="Angsana New" w:eastAsia="Calibri" w:hAnsi="Angsana New" w:cs="Angsana New" w:hint="cs"/>
          <w:cs/>
          <w:lang w:val="en-US"/>
        </w:rPr>
        <w:t>รวมถึง</w:t>
      </w:r>
      <w:r w:rsidRPr="00F33167">
        <w:rPr>
          <w:rFonts w:ascii="Angsana New" w:eastAsia="Calibri" w:hAnsi="Angsana New" w:cs="Angsana New"/>
          <w:cs/>
          <w:lang w:val="en-US"/>
        </w:rPr>
        <w:t>หมายเหตุ</w:t>
      </w:r>
      <w:r w:rsidRPr="00F33167">
        <w:rPr>
          <w:rFonts w:ascii="Angsana New" w:eastAsia="Calibri" w:hAnsi="Angsana New" w:cs="Angsana New" w:hint="cs"/>
          <w:cs/>
          <w:lang w:val="en-US"/>
        </w:rPr>
        <w:t>ซึ่งประกอบด้วย</w:t>
      </w:r>
      <w:r w:rsidRPr="00F33167">
        <w:rPr>
          <w:rFonts w:ascii="Angsana New" w:eastAsia="Calibri" w:hAnsi="Angsana New" w:cs="Angsana New"/>
          <w:cs/>
          <w:lang w:val="en-US"/>
        </w:rPr>
        <w:t>สรุปนโยบายการบัญชีที่สำคัญ</w:t>
      </w:r>
      <w:r w:rsidR="000B02F7" w:rsidRPr="00F33167">
        <w:rPr>
          <w:rFonts w:ascii="Angsana New" w:eastAsia="Calibri" w:hAnsi="Angsana New" w:cs="Angsana New" w:hint="cs"/>
          <w:cs/>
          <w:lang w:val="en-US"/>
        </w:rPr>
        <w:t>และเรื่องอื่น</w:t>
      </w:r>
      <w:r w:rsidR="003D2F36"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ๆ </w:t>
      </w:r>
    </w:p>
    <w:p w14:paraId="200C70B3" w14:textId="77777777" w:rsidR="00F67358" w:rsidRPr="00D31193" w:rsidRDefault="00F67358" w:rsidP="00F67358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sz w:val="24"/>
          <w:szCs w:val="24"/>
          <w:cs/>
        </w:rPr>
      </w:pPr>
    </w:p>
    <w:p w14:paraId="184C4917" w14:textId="1D83A02A" w:rsidR="00F67358" w:rsidRPr="00D31193" w:rsidRDefault="00F67358" w:rsidP="00F67358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ข้าพเจ้าเห็น</w:t>
      </w:r>
      <w:r w:rsidR="00703A00">
        <w:rPr>
          <w:rFonts w:ascii="Angsana New" w:eastAsia="Calibri" w:hAnsi="Angsana New" w:hint="cs"/>
          <w:sz w:val="30"/>
          <w:szCs w:val="30"/>
          <w:cs/>
        </w:rPr>
        <w:t>ว่า</w:t>
      </w:r>
      <w:r w:rsidR="001F7661">
        <w:rPr>
          <w:rFonts w:ascii="Angsana New" w:eastAsia="Calibri" w:hAnsi="Angsana New"/>
          <w:sz w:val="30"/>
          <w:szCs w:val="30"/>
        </w:rPr>
        <w:t xml:space="preserve"> </w:t>
      </w:r>
      <w:r w:rsidR="00F33167" w:rsidRPr="00F33167">
        <w:rPr>
          <w:rFonts w:ascii="Angsana New" w:eastAsia="Calibri" w:hAnsi="Angsana New"/>
          <w:sz w:val="30"/>
          <w:szCs w:val="30"/>
          <w:cs/>
        </w:rPr>
        <w:t>งบ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การเงินที่แสดงเงินลงทุนตามวิธีส่วนได้เสีย</w:t>
      </w:r>
      <w:r w:rsidR="00F33167" w:rsidRPr="00F33167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ข้างต้นนี้แสดงฐานะการเงินของบริษัท ณ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วันที่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="00D6443C" w:rsidRPr="00D31193">
        <w:rPr>
          <w:rFonts w:ascii="Angsana New" w:eastAsia="Calibri" w:hAnsi="Angsana New"/>
          <w:sz w:val="30"/>
          <w:szCs w:val="30"/>
        </w:rPr>
        <w:t>31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="00F33167">
        <w:rPr>
          <w:rFonts w:ascii="Angsana New" w:eastAsia="Calibri" w:hAnsi="Angsana New" w:hint="cs"/>
          <w:sz w:val="30"/>
          <w:szCs w:val="30"/>
          <w:cs/>
        </w:rPr>
        <w:t xml:space="preserve">มีนาคม </w:t>
      </w:r>
      <w:r w:rsidR="00F33167">
        <w:rPr>
          <w:rFonts w:ascii="Angsana New" w:eastAsia="Calibri" w:hAnsi="Angsana New"/>
          <w:sz w:val="30"/>
          <w:szCs w:val="30"/>
        </w:rPr>
        <w:t xml:space="preserve">2564 </w:t>
      </w:r>
      <w:r w:rsidRPr="00D31193">
        <w:rPr>
          <w:rFonts w:ascii="Angsana New" w:eastAsia="Calibri" w:hAnsi="Angsana New"/>
          <w:sz w:val="30"/>
          <w:szCs w:val="30"/>
          <w:cs/>
        </w:rPr>
        <w:t>ผลการดำเนินงาน และกระแสเงินสด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419CA476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15E2A0B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047FC669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4EB5887" w14:textId="6203471A" w:rsidR="00F67358" w:rsidRPr="00D31193" w:rsidRDefault="00F67358" w:rsidP="00F67358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E52D55" w:rsidRPr="00D31193">
        <w:rPr>
          <w:rFonts w:ascii="Angsana New" w:eastAsia="Calibri" w:hAnsi="Angsana New" w:hint="cs"/>
          <w:sz w:val="30"/>
          <w:szCs w:val="30"/>
          <w:cs/>
        </w:rPr>
        <w:t>วรรค</w:t>
      </w:r>
      <w:r w:rsidR="00EC76D0"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="00F33167"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และงบ</w:t>
      </w:r>
      <w:r w:rsidRPr="00D31193">
        <w:rPr>
          <w:rFonts w:ascii="Angsana New" w:eastAsia="Calibri" w:hAnsi="Angsana New" w:hint="cs"/>
          <w:i/>
          <w:iCs/>
          <w:sz w:val="30"/>
          <w:szCs w:val="30"/>
          <w:cs/>
        </w:rPr>
        <w:t>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</w:t>
      </w:r>
      <w:r w:rsidR="00703A00">
        <w:rPr>
          <w:rFonts w:ascii="Angsana New" w:eastAsia="Calibri" w:hAnsi="Angsana New"/>
          <w:sz w:val="30"/>
          <w:szCs w:val="30"/>
          <w:cs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งบการเงินเฉพาะกิจการ และข้าพเจ้าได้ปฏิบัติตามความรับผิดชอบด้านจรรยาบรรณอื่น</w:t>
      </w:r>
      <w:r w:rsidR="00273C63"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0AC5126" w14:textId="77777777" w:rsidR="00F67358" w:rsidRPr="00D31193" w:rsidRDefault="00F67358" w:rsidP="00F6735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  <w:sectPr w:rsidR="00F67358" w:rsidRPr="00D31193" w:rsidSect="0092713E">
          <w:headerReference w:type="default" r:id="rId10"/>
          <w:footerReference w:type="default" r:id="rId11"/>
          <w:pgSz w:w="11907" w:h="16839" w:code="9"/>
          <w:pgMar w:top="691" w:right="1152" w:bottom="576" w:left="1152" w:header="720" w:footer="677" w:gutter="0"/>
          <w:pgNumType w:start="1"/>
          <w:cols w:space="720"/>
          <w:docGrid w:linePitch="360"/>
        </w:sectPr>
      </w:pPr>
    </w:p>
    <w:p w14:paraId="1E85433F" w14:textId="77777777" w:rsidR="0071646E" w:rsidRDefault="0071646E" w:rsidP="0092713E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DB1F9EA" w14:textId="23736F65" w:rsidR="00F67358" w:rsidRPr="00D31193" w:rsidRDefault="00F67358" w:rsidP="0092713E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2FCD816B" w14:textId="77777777" w:rsidR="00F67358" w:rsidRPr="00D31193" w:rsidRDefault="00F67358" w:rsidP="0092713E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8FB3224" w14:textId="57B14D84" w:rsidR="00F67358" w:rsidRPr="00D31193" w:rsidRDefault="00F67358" w:rsidP="0003478D">
      <w:pPr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</w:t>
      </w:r>
      <w:r w:rsidR="003D2F36"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ตรวจสอบงบการเงิน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</w:t>
      </w:r>
      <w:r w:rsidR="0082107C">
        <w:rPr>
          <w:rFonts w:ascii="Angsana New" w:eastAsia="Calibri" w:hAnsi="Angsana New" w:hint="cs"/>
          <w:spacing w:val="16"/>
          <w:sz w:val="30"/>
          <w:szCs w:val="30"/>
          <w:cs/>
        </w:rPr>
        <w:t>ข</w:t>
      </w:r>
      <w:r w:rsidRPr="00D31193">
        <w:rPr>
          <w:rFonts w:ascii="Angsana New" w:eastAsia="Calibri" w:hAnsi="Angsana New"/>
          <w:spacing w:val="16"/>
          <w:sz w:val="30"/>
          <w:szCs w:val="30"/>
          <w:cs/>
        </w:rPr>
        <w:t>อง</w:t>
      </w:r>
      <w:r w:rsidRPr="00D31193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44C03C48" w14:textId="76FF7C7D" w:rsidR="00F67358" w:rsidRPr="00D31193" w:rsidRDefault="00C7327A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noProof/>
          <w:sz w:val="30"/>
          <w:szCs w:val="30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257B39B" wp14:editId="27A62388">
                <wp:simplePos x="0" y="0"/>
                <wp:positionH relativeFrom="column">
                  <wp:posOffset>7478860</wp:posOffset>
                </wp:positionH>
                <wp:positionV relativeFrom="paragraph">
                  <wp:posOffset>3983255</wp:posOffset>
                </wp:positionV>
                <wp:extent cx="360" cy="360"/>
                <wp:effectExtent l="0" t="0" r="0" b="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3DF40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0" o:spid="_x0000_s1026" type="#_x0000_t75" style="position:absolute;margin-left:588.2pt;margin-top:312.95pt;width:1.45pt;height:1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">
                <v:imagedata r:id="rId18" o:title=""/>
              </v:shape>
            </w:pict>
          </mc:Fallback>
        </mc:AlternateContent>
      </w:r>
      <w:r>
        <w:rPr>
          <w:rFonts w:ascii="Angsana New" w:hAnsi="Angsana New"/>
          <w:noProof/>
          <w:sz w:val="30"/>
          <w:szCs w:val="30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67C8946F" wp14:editId="3EAF05F3">
                <wp:simplePos x="0" y="0"/>
                <wp:positionH relativeFrom="column">
                  <wp:posOffset>7913020</wp:posOffset>
                </wp:positionH>
                <wp:positionV relativeFrom="paragraph">
                  <wp:posOffset>1864655</wp:posOffset>
                </wp:positionV>
                <wp:extent cx="175320" cy="638280"/>
                <wp:effectExtent l="38100" t="38100" r="53340" b="4762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75320" cy="63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ED4594" id="Ink 29" o:spid="_x0000_s1026" type="#_x0000_t75" style="position:absolute;margin-left:622.35pt;margin-top:146.1pt;width:15.2pt;height:51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">
                <v:imagedata r:id="rId20" o:title=""/>
              </v:shape>
            </w:pict>
          </mc:Fallback>
        </mc:AlternateContent>
      </w:r>
      <w:r>
        <w:rPr>
          <w:rFonts w:ascii="Angsana New" w:hAnsi="Angsana New"/>
          <w:noProof/>
          <w:sz w:val="30"/>
          <w:szCs w:val="30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4B30C26" wp14:editId="3D166665">
                <wp:simplePos x="0" y="0"/>
                <wp:positionH relativeFrom="column">
                  <wp:posOffset>-2202260</wp:posOffset>
                </wp:positionH>
                <wp:positionV relativeFrom="paragraph">
                  <wp:posOffset>3299255</wp:posOffset>
                </wp:positionV>
                <wp:extent cx="366480" cy="768240"/>
                <wp:effectExtent l="38100" t="57150" r="52705" b="51435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6480" cy="76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5B1171" id="Ink 28" o:spid="_x0000_s1026" type="#_x0000_t75" style="position:absolute;margin-left:-174.1pt;margin-top:259.1pt;width:30.25pt;height:61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">
                <v:imagedata r:id="rId22" o:title=""/>
              </v:shape>
            </w:pict>
          </mc:Fallback>
        </mc:AlternateContent>
      </w:r>
      <w:r>
        <w:rPr>
          <w:rFonts w:ascii="Angsana New" w:hAnsi="Angsana New"/>
          <w:noProof/>
          <w:sz w:val="30"/>
          <w:szCs w:val="30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C9A1B80" wp14:editId="7323EEBF">
                <wp:simplePos x="0" y="0"/>
                <wp:positionH relativeFrom="column">
                  <wp:posOffset>-2604740</wp:posOffset>
                </wp:positionH>
                <wp:positionV relativeFrom="paragraph">
                  <wp:posOffset>3055895</wp:posOffset>
                </wp:positionV>
                <wp:extent cx="255240" cy="780480"/>
                <wp:effectExtent l="38100" t="38100" r="50165" b="57785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55240" cy="78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1A8EEB" id="Ink 27" o:spid="_x0000_s1026" type="#_x0000_t75" style="position:absolute;margin-left:-205.8pt;margin-top:239.9pt;width:21.55pt;height:6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">
                <v:imagedata r:id="rId24" o:title=""/>
              </v:shape>
            </w:pict>
          </mc:Fallback>
        </mc:AlternateContent>
      </w: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877"/>
      </w:tblGrid>
      <w:tr w:rsidR="00F67358" w:rsidRPr="00853328" w14:paraId="1D481D11" w14:textId="77777777" w:rsidTr="00853328">
        <w:trPr>
          <w:trHeight w:val="424"/>
        </w:trPr>
        <w:tc>
          <w:tcPr>
            <w:tcW w:w="9727" w:type="dxa"/>
            <w:gridSpan w:val="2"/>
            <w:shd w:val="clear" w:color="auto" w:fill="auto"/>
          </w:tcPr>
          <w:p w14:paraId="1DD55C71" w14:textId="2D4B60EF" w:rsidR="00F67358" w:rsidRPr="00853328" w:rsidRDefault="0003478D" w:rsidP="001248D8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มูลค่าของเงินลงทุนในการร่วมค้าและบริษัทร่วมในงบการเงินเฉพาะกิจการ</w:t>
            </w:r>
          </w:p>
        </w:tc>
      </w:tr>
      <w:tr w:rsidR="00F67358" w:rsidRPr="00853328" w14:paraId="1136DEA9" w14:textId="77777777" w:rsidTr="00853328">
        <w:trPr>
          <w:trHeight w:val="334"/>
        </w:trPr>
        <w:tc>
          <w:tcPr>
            <w:tcW w:w="9727" w:type="dxa"/>
            <w:gridSpan w:val="2"/>
            <w:shd w:val="clear" w:color="auto" w:fill="auto"/>
          </w:tcPr>
          <w:p w14:paraId="728FC99F" w14:textId="1A86EA05" w:rsidR="00F67358" w:rsidRPr="00853328" w:rsidRDefault="00F67358" w:rsidP="00FF2E8F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853328">
              <w:rPr>
                <w:rFonts w:asciiTheme="majorBidi" w:hAnsiTheme="majorBidi" w:cstheme="majorBidi"/>
                <w:i/>
                <w:sz w:val="30"/>
                <w:szCs w:val="30"/>
                <w:cs/>
              </w:rPr>
              <w:t>ประกอบงบการเงินข้อ</w:t>
            </w: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03478D" w:rsidRPr="0085332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03478D"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03478D" w:rsidRPr="00853328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F67358" w:rsidRPr="00853328" w14:paraId="5643A9BA" w14:textId="77777777" w:rsidTr="00E8771C">
        <w:trPr>
          <w:trHeight w:val="422"/>
        </w:trPr>
        <w:tc>
          <w:tcPr>
            <w:tcW w:w="4850" w:type="dxa"/>
            <w:shd w:val="clear" w:color="auto" w:fill="auto"/>
          </w:tcPr>
          <w:p w14:paraId="0108C3A7" w14:textId="77777777" w:rsidR="00F67358" w:rsidRPr="00853328" w:rsidRDefault="00F67358" w:rsidP="001248D8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77" w:type="dxa"/>
            <w:shd w:val="clear" w:color="auto" w:fill="auto"/>
          </w:tcPr>
          <w:p w14:paraId="4846915E" w14:textId="77777777" w:rsidR="00F67358" w:rsidRPr="00853328" w:rsidRDefault="00F67358" w:rsidP="001248D8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F67358" w:rsidRPr="00853328" w14:paraId="193A6FB4" w14:textId="77777777" w:rsidTr="00E8771C">
        <w:trPr>
          <w:trHeight w:val="7567"/>
        </w:trPr>
        <w:tc>
          <w:tcPr>
            <w:tcW w:w="4850" w:type="dxa"/>
            <w:shd w:val="clear" w:color="auto" w:fill="auto"/>
          </w:tcPr>
          <w:p w14:paraId="4E6B550C" w14:textId="6ED2D2C5" w:rsidR="0003478D" w:rsidRPr="00853328" w:rsidRDefault="0003478D" w:rsidP="0003478D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Arial" w:hAnsiTheme="majorBidi" w:cstheme="majorBidi"/>
                <w:i/>
                <w:sz w:val="30"/>
                <w:szCs w:val="30"/>
                <w:cs/>
              </w:rPr>
              <w:t>การร่วมค้าและบริษัทร่วมของบริษัทบางแห่ง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มีผลการดำเนินงานขาดทุนอย่างต่อเนื่อง ซึ่งผู้บริหารพิจารณาว่าปัจจัยนี้เป็นข้อบ่งชี้ของการด้อยค่าของเงินลงทุนในการร่วมค้าและบริษัทร่วมในงบการเงินเฉพาะกิจการ</w:t>
            </w:r>
          </w:p>
          <w:p w14:paraId="06AA91C4" w14:textId="46E5E838" w:rsidR="0003478D" w:rsidRPr="00853328" w:rsidRDefault="0003478D" w:rsidP="0003478D">
            <w:pPr>
              <w:pStyle w:val="NormalWeb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ในการประเมินการด้อยค่าของเงินลงทุนดังกล่าวผู้บริหารต้องประมาณมูลค่าที่คาดว่าจะได้รับคืนโด</w:t>
            </w:r>
            <w:r w:rsidR="0071646E"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ย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คำนวนจากมูลค่าจากการใช้ มูลค่าดังกล่าวประเมินโดยผู้ประเมินราคาอิสระของการร่วมค้าและบริษัทร่วม ด้วยวิธีคิดลดกระแสเงินสดในอนาคต ซึ่งต้องใช้ดุลยพินิจที่สำคัญในการกำหนดข้อสมมติ</w:t>
            </w:r>
            <w:r w:rsidR="0071646E"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หลัก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ต่าง</w:t>
            </w:r>
            <w:r w:rsidR="0071646E"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ๆ เช่น อัตราการเติบโต และอัตราคิดลด และมีความไม่แน่นอนในการประมาณการกระแสเงินสดที่จะได้รับในอนาคต ข้าพเจ้าจึง</w:t>
            </w:r>
            <w:r w:rsidR="0071646E"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ว่าเรื่องดังกล่าวเป็นเรื่องสำคัญในการตรวจสอบ</w:t>
            </w:r>
          </w:p>
          <w:p w14:paraId="4A0EB625" w14:textId="77777777" w:rsidR="00F67358" w:rsidRPr="00853328" w:rsidRDefault="00F67358" w:rsidP="001248D8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5C3D3CC7" w14:textId="108BC0D9" w:rsidR="00F67358" w:rsidRPr="00853328" w:rsidRDefault="00F67358" w:rsidP="004B5246">
            <w:pPr>
              <w:spacing w:line="240" w:lineRule="auto"/>
              <w:jc w:val="thaiDistribute"/>
              <w:rPr>
                <w:rFonts w:asciiTheme="majorBidi" w:eastAsia="Arial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4877" w:type="dxa"/>
            <w:shd w:val="clear" w:color="auto" w:fill="auto"/>
          </w:tcPr>
          <w:p w14:paraId="6CB64CDA" w14:textId="1CAE37A5" w:rsidR="00853328" w:rsidRDefault="00853328" w:rsidP="00853328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1B02C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  <w:r w:rsidR="00443D1B"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  <w:t xml:space="preserve"> </w:t>
            </w:r>
          </w:p>
          <w:p w14:paraId="62997C1F" w14:textId="77777777" w:rsidR="00853328" w:rsidRPr="00853328" w:rsidRDefault="00853328" w:rsidP="00853328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Cs/>
                <w:color w:val="000000"/>
                <w:sz w:val="30"/>
                <w:szCs w:val="30"/>
              </w:rPr>
            </w:pPr>
          </w:p>
          <w:p w14:paraId="3CF0B8EC" w14:textId="26678717" w:rsidR="0003478D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  <w:cs/>
              </w:rPr>
              <w:t>สอบ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ถามผู้บริหารและสุ่มทดสอบเอกสารที่เกี่ยวข้องเพื่อทำความเข้าใจขั้นตอนที่ผู้บริหารใช้ในการ</w:t>
            </w:r>
            <w:r w:rsidRPr="0085332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ระบุข้อบ่งชี้การด้อยค่า และวิธีการประเมินมูลค่าที่คาดว่าจะได้รับคืนของเงินลงทุนดังกล่าว</w:t>
            </w:r>
          </w:p>
          <w:p w14:paraId="79F30142" w14:textId="7404634E" w:rsidR="0003478D" w:rsidRPr="00853328" w:rsidRDefault="0003478D" w:rsidP="0003478D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ประเมินความเป็นอิสระและ</w:t>
            </w:r>
            <w:r w:rsidR="0071646E"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ความ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รู้ความสามารถของผู้ประเมินราคาอิสระ</w:t>
            </w:r>
          </w:p>
          <w:p w14:paraId="570D8165" w14:textId="2C49FA22" w:rsidR="0071646E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ประเมินความเหมาะสมของข้อสมมติ</w:t>
            </w:r>
            <w:r w:rsidR="0071646E"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หลัก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โดยอ้างอิงกับข้อมูลภายในและภายนอก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="0071646E"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และ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วิธีการที่ใช้ในการจัดทำประมาณการกระแสเงินสด</w:t>
            </w:r>
          </w:p>
          <w:p w14:paraId="7A8444C6" w14:textId="663E1133" w:rsidR="0003478D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ทดสอบการคำนวณ</w:t>
            </w:r>
            <w:r w:rsidR="0071646E"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ประมาณการกระแสเงินสด</w:t>
            </w:r>
          </w:p>
          <w:p w14:paraId="3F4F4D40" w14:textId="77777777" w:rsidR="0003478D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ประเมินย้อนหลังโดยการเปรียบเทียบประมาณการกระแสเงินสดที่จัดทำโดยผู้ประเมินราคาอิสระในปีก่อนกับผลประกอบการทางการเงินที่เกิดขึ้นจริง </w:t>
            </w:r>
          </w:p>
          <w:p w14:paraId="6A8D48FC" w14:textId="77777777" w:rsidR="0003478D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วิเคราะห์ความอ่อนไหวของข้อสมมติหลัก เช่น อัตราการเติบโตและอัตราคิดลด</w:t>
            </w:r>
          </w:p>
          <w:p w14:paraId="1C56CFE1" w14:textId="2ACBE141" w:rsidR="00F67358" w:rsidRPr="00853328" w:rsidRDefault="0003478D" w:rsidP="0003478D">
            <w:pPr>
              <w:pStyle w:val="BodyText"/>
              <w:widowControl w:val="0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พิจารณาความเพียงพอของการเปิดเผยข้อมูลของบริษัทตามมาตรฐานการรายงานทางการเงิน</w:t>
            </w:r>
          </w:p>
          <w:p w14:paraId="7AB1FCC1" w14:textId="05496698" w:rsidR="004E4E43" w:rsidRPr="00853328" w:rsidRDefault="004E4E43" w:rsidP="00F33167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</w:p>
        </w:tc>
      </w:tr>
    </w:tbl>
    <w:p w14:paraId="1007607A" w14:textId="77777777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0EBD012" w14:textId="77777777" w:rsidR="0003478D" w:rsidRDefault="000347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i/>
          <w:iCs/>
          <w:sz w:val="30"/>
          <w:szCs w:val="30"/>
          <w:cs/>
        </w:rPr>
      </w:pPr>
      <w:r>
        <w:rPr>
          <w:rFonts w:ascii="Angsana New" w:eastAsia="MS Mincho" w:hAnsi="Angsana New"/>
          <w:i/>
          <w:iCs/>
          <w:sz w:val="30"/>
          <w:szCs w:val="30"/>
          <w:cs/>
        </w:rPr>
        <w:br w:type="page"/>
      </w:r>
    </w:p>
    <w:p w14:paraId="11939097" w14:textId="77777777" w:rsidR="0071646E" w:rsidRDefault="0071646E" w:rsidP="00E535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MS Mincho" w:hAnsi="Angsana New"/>
          <w:i/>
          <w:iCs/>
          <w:sz w:val="30"/>
          <w:szCs w:val="30"/>
        </w:rPr>
      </w:pPr>
    </w:p>
    <w:p w14:paraId="49EB9592" w14:textId="79717B49" w:rsidR="00E53550" w:rsidRDefault="00E53550" w:rsidP="00E535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MS Mincho" w:hAnsi="Angsana New"/>
          <w:i/>
          <w:iCs/>
          <w:sz w:val="30"/>
          <w:szCs w:val="30"/>
        </w:rPr>
      </w:pPr>
      <w:r w:rsidRPr="00813702">
        <w:rPr>
          <w:rFonts w:ascii="Angsana New" w:eastAsia="MS Mincho" w:hAnsi="Angsana New" w:hint="cs"/>
          <w:i/>
          <w:iCs/>
          <w:sz w:val="30"/>
          <w:szCs w:val="30"/>
          <w:cs/>
        </w:rPr>
        <w:t>ข้อมูลและเหตุการณ์ที่เน้</w:t>
      </w:r>
      <w:r>
        <w:rPr>
          <w:rFonts w:ascii="Angsana New" w:eastAsia="MS Mincho" w:hAnsi="Angsana New" w:hint="cs"/>
          <w:i/>
          <w:iCs/>
          <w:sz w:val="30"/>
          <w:szCs w:val="30"/>
          <w:cs/>
        </w:rPr>
        <w:t>น</w:t>
      </w:r>
    </w:p>
    <w:p w14:paraId="6DD5DD39" w14:textId="7080B8B7" w:rsidR="00E53550" w:rsidRPr="00813702" w:rsidRDefault="00E53550" w:rsidP="00E53550">
      <w:pPr>
        <w:spacing w:after="260" w:line="260" w:lineRule="atLeast"/>
        <w:rPr>
          <w:rFonts w:ascii="Angsana New" w:eastAsia="MS Mincho" w:hAnsi="Angsana New"/>
          <w:i/>
          <w:iCs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ข้าพเจ้าขอให้สังเกตหมายเหตุประกอบ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755325">
        <w:rPr>
          <w:rFonts w:ascii="Angsana New" w:hAnsi="Angsana New"/>
          <w:sz w:val="30"/>
          <w:szCs w:val="30"/>
          <w:cs/>
        </w:rPr>
        <w:t>การเงิน</w:t>
      </w:r>
      <w:r w:rsidRPr="0003478D">
        <w:rPr>
          <w:rFonts w:ascii="Angsana New" w:hAnsi="Angsana New"/>
          <w:sz w:val="30"/>
          <w:szCs w:val="30"/>
          <w:cs/>
        </w:rPr>
        <w:t xml:space="preserve">ข้อ </w:t>
      </w:r>
      <w:r w:rsidRPr="0003478D">
        <w:rPr>
          <w:rFonts w:ascii="Angsana New" w:hAnsi="Angsana New"/>
          <w:sz w:val="30"/>
          <w:szCs w:val="30"/>
        </w:rPr>
        <w:t xml:space="preserve">3 </w:t>
      </w:r>
      <w:r w:rsidRPr="0003478D">
        <w:rPr>
          <w:rFonts w:ascii="Angsana New" w:hAnsi="Angsana New"/>
          <w:sz w:val="30"/>
          <w:szCs w:val="30"/>
          <w:cs/>
        </w:rPr>
        <w:t>ซึ่งอธิบาย</w:t>
      </w:r>
      <w:r w:rsidRPr="00755325">
        <w:rPr>
          <w:rFonts w:ascii="Angsana New" w:hAnsi="Angsana New"/>
          <w:sz w:val="30"/>
          <w:szCs w:val="30"/>
          <w:cs/>
        </w:rPr>
        <w:t>เกี่ยวกับ</w:t>
      </w:r>
      <w:r>
        <w:rPr>
          <w:rFonts w:ascii="Angsana New" w:hAnsi="Angsana New" w:hint="cs"/>
          <w:sz w:val="30"/>
          <w:szCs w:val="30"/>
          <w:cs/>
        </w:rPr>
        <w:t>ผลกระทบจากเรื่องต่อไปนี้</w:t>
      </w:r>
    </w:p>
    <w:p w14:paraId="4094D615" w14:textId="77777777" w:rsidR="00E53550" w:rsidRPr="00813702" w:rsidRDefault="00E53550" w:rsidP="0085332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240" w:line="240" w:lineRule="auto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813702">
        <w:rPr>
          <w:rFonts w:ascii="Angsana New" w:hAnsi="Angsana New" w:hint="cs"/>
          <w:sz w:val="30"/>
          <w:szCs w:val="30"/>
          <w:cs/>
        </w:rPr>
        <w:t xml:space="preserve">การนำนโยบายการบัญชีใหม่มาถือปฏิบัติตั้งแต่วันที่ </w:t>
      </w:r>
      <w:r w:rsidRPr="00813702">
        <w:rPr>
          <w:rFonts w:ascii="Angsana New" w:hAnsi="Angsana New" w:hint="cs"/>
          <w:sz w:val="30"/>
          <w:szCs w:val="30"/>
        </w:rPr>
        <w:t xml:space="preserve">1 </w:t>
      </w:r>
      <w:r w:rsidRPr="00813702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813702">
        <w:rPr>
          <w:rFonts w:ascii="Angsana New" w:hAnsi="Angsana New" w:hint="cs"/>
          <w:sz w:val="30"/>
          <w:szCs w:val="30"/>
        </w:rPr>
        <w:t>256</w:t>
      </w:r>
      <w:r w:rsidRPr="00813702">
        <w:rPr>
          <w:rFonts w:ascii="Angsana New" w:hAnsi="Angsana New"/>
          <w:sz w:val="30"/>
          <w:szCs w:val="30"/>
        </w:rPr>
        <w:t>3</w:t>
      </w:r>
    </w:p>
    <w:p w14:paraId="10F2F2A6" w14:textId="3836F91F" w:rsidR="00E53550" w:rsidRPr="001C1E21" w:rsidRDefault="00E53550" w:rsidP="0085332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240"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1D1398">
        <w:rPr>
          <w:rFonts w:ascii="Angsana New" w:hAnsi="Angsana New" w:hint="cs"/>
          <w:sz w:val="30"/>
          <w:szCs w:val="30"/>
          <w:cs/>
        </w:rPr>
        <w:t>การปรับปรุงรายการในงวด</w:t>
      </w:r>
      <w:r w:rsidRPr="001C1E21">
        <w:rPr>
          <w:rFonts w:ascii="Angsana New" w:hAnsi="Angsana New" w:hint="cs"/>
          <w:sz w:val="30"/>
          <w:szCs w:val="30"/>
          <w:cs/>
        </w:rPr>
        <w:t>ก่อนต่อมูลค่าตามบัญชีของเงินลงทุนใน</w:t>
      </w:r>
      <w:r w:rsidRPr="001C1E21">
        <w:rPr>
          <w:rFonts w:ascii="Angsana New" w:hAnsi="Angsana New"/>
          <w:sz w:val="30"/>
          <w:szCs w:val="30"/>
          <w:cs/>
        </w:rPr>
        <w:t>บริษัท ไทย โพลีฟอสเฟตและเคมีภัณฑ์ จำกัด</w:t>
      </w:r>
      <w:r w:rsidRPr="001C1E21">
        <w:rPr>
          <w:rFonts w:ascii="Angsana New" w:hAnsi="Angsana New" w:hint="cs"/>
          <w:sz w:val="30"/>
          <w:szCs w:val="30"/>
          <w:cs/>
        </w:rPr>
        <w:t xml:space="preserve"> ซึ่งแสดง</w:t>
      </w:r>
      <w:r w:rsidRPr="001C1E21">
        <w:rPr>
          <w:rFonts w:ascii="Angsana New" w:hAnsi="Angsana New"/>
          <w:sz w:val="30"/>
          <w:szCs w:val="30"/>
          <w:cs/>
        </w:rPr>
        <w:t>รวมเป็นส่วนหนึ่งของเงินลงทุนในบริษัทร่วมที่</w:t>
      </w:r>
      <w:r w:rsidRPr="001C1E21">
        <w:rPr>
          <w:rFonts w:ascii="Angsana New" w:hAnsi="Angsana New" w:hint="cs"/>
          <w:sz w:val="30"/>
          <w:szCs w:val="30"/>
          <w:cs/>
        </w:rPr>
        <w:t>แสดงอยู่ใน</w:t>
      </w:r>
      <w:r w:rsidRPr="001C1E21">
        <w:rPr>
          <w:rFonts w:ascii="Angsana New" w:hAnsi="Angsana New"/>
          <w:sz w:val="30"/>
          <w:szCs w:val="30"/>
          <w:cs/>
        </w:rPr>
        <w:t>งบแสดงฐานะการเงิน</w:t>
      </w:r>
      <w:r w:rsidRPr="001C1E21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1C1E21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1C1E21">
        <w:rPr>
          <w:rFonts w:ascii="Angsana New" w:hAnsi="Angsana New"/>
          <w:sz w:val="30"/>
          <w:szCs w:val="30"/>
        </w:rPr>
        <w:t xml:space="preserve">31 </w:t>
      </w:r>
      <w:r w:rsidRPr="001C1E21">
        <w:rPr>
          <w:rFonts w:ascii="Angsana New" w:hAnsi="Angsana New"/>
          <w:sz w:val="30"/>
          <w:szCs w:val="30"/>
          <w:cs/>
        </w:rPr>
        <w:t xml:space="preserve">มีนาคม </w:t>
      </w:r>
      <w:r w:rsidRPr="001C1E21">
        <w:rPr>
          <w:rFonts w:ascii="Angsana New" w:hAnsi="Angsana New"/>
          <w:sz w:val="30"/>
          <w:szCs w:val="30"/>
        </w:rPr>
        <w:t>2563</w:t>
      </w:r>
      <w:r w:rsidRPr="001C1E21">
        <w:rPr>
          <w:rFonts w:ascii="Angsana New" w:hAnsi="Angsana New"/>
          <w:sz w:val="30"/>
          <w:szCs w:val="30"/>
          <w:cs/>
        </w:rPr>
        <w:t xml:space="preserve"> และงบกำไรขาดทุน</w:t>
      </w:r>
      <w:r w:rsidRPr="001C1E21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1C1E21">
        <w:rPr>
          <w:rFonts w:ascii="Angsana New" w:hAnsi="Angsana New"/>
          <w:sz w:val="30"/>
          <w:szCs w:val="30"/>
          <w:cs/>
        </w:rPr>
        <w:t>สำหรับ</w:t>
      </w:r>
      <w:r w:rsidR="001D1398">
        <w:rPr>
          <w:rFonts w:ascii="Angsana New" w:hAnsi="Angsana New" w:hint="cs"/>
          <w:sz w:val="30"/>
          <w:szCs w:val="30"/>
          <w:cs/>
        </w:rPr>
        <w:t>ปีสิ้นสุดวันเดียวกัน</w:t>
      </w:r>
      <w:r w:rsidRPr="001C1E21">
        <w:rPr>
          <w:rFonts w:ascii="Angsana New" w:hAnsi="Angsana New"/>
          <w:sz w:val="30"/>
          <w:szCs w:val="30"/>
          <w:cs/>
        </w:rPr>
        <w:t xml:space="preserve"> ที่แสดงเป็นข้อมูลเปรียบเทียบ</w:t>
      </w:r>
      <w:r w:rsidRPr="001C1E21">
        <w:rPr>
          <w:rFonts w:ascii="Angsana New" w:hAnsi="Angsana New"/>
          <w:sz w:val="30"/>
          <w:szCs w:val="30"/>
        </w:rPr>
        <w:t xml:space="preserve"> </w:t>
      </w:r>
      <w:r w:rsidR="001D1398">
        <w:rPr>
          <w:rFonts w:ascii="Angsana New" w:hAnsi="Angsana New" w:hint="cs"/>
          <w:sz w:val="30"/>
          <w:szCs w:val="30"/>
          <w:cs/>
        </w:rPr>
        <w:t>ซึ่ง</w:t>
      </w:r>
      <w:r w:rsidRPr="001C1E21">
        <w:rPr>
          <w:rFonts w:ascii="Angsana New" w:hAnsi="Angsana New"/>
          <w:sz w:val="30"/>
          <w:szCs w:val="30"/>
          <w:cs/>
        </w:rPr>
        <w:t>เป็นส่วนหนึ่งของงบการเงินที่</w:t>
      </w:r>
      <w:r w:rsidRPr="001C1E21">
        <w:rPr>
          <w:rFonts w:ascii="Angsana New" w:hAnsi="Angsana New" w:hint="cs"/>
          <w:sz w:val="30"/>
          <w:szCs w:val="30"/>
          <w:cs/>
        </w:rPr>
        <w:t>ได้</w:t>
      </w:r>
      <w:r w:rsidRPr="001C1E21">
        <w:rPr>
          <w:rFonts w:ascii="Angsana New" w:hAnsi="Angsana New"/>
          <w:sz w:val="30"/>
          <w:szCs w:val="30"/>
          <w:cs/>
        </w:rPr>
        <w:t>ตรวจสอบโดยผู้สอบบัญชีอื่น และได้แสดงความเห็นอย่างมีเงื่อนไข ตามที่กล่าวไว้ในวรรคเรื่องอื่น</w:t>
      </w:r>
      <w:r w:rsidRPr="001C1E21">
        <w:rPr>
          <w:rFonts w:ascii="Angsana New" w:hAnsi="Angsana New"/>
          <w:sz w:val="30"/>
          <w:szCs w:val="30"/>
        </w:rPr>
        <w:t xml:space="preserve"> </w:t>
      </w:r>
      <w:r w:rsidRPr="001C1E21">
        <w:rPr>
          <w:rFonts w:ascii="Angsana New" w:hAnsi="Angsana New"/>
          <w:sz w:val="30"/>
          <w:szCs w:val="30"/>
          <w:cs/>
        </w:rPr>
        <w:t xml:space="preserve">ๆ </w:t>
      </w:r>
    </w:p>
    <w:p w14:paraId="3BE589C9" w14:textId="77777777" w:rsidR="001D1398" w:rsidRPr="00703A00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24"/>
          <w:szCs w:val="24"/>
        </w:rPr>
      </w:pPr>
    </w:p>
    <w:p w14:paraId="68B10D3B" w14:textId="4161A6FC" w:rsidR="001D1398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1D1398">
        <w:rPr>
          <w:rFonts w:ascii="Angsana New" w:hAnsi="Angsana New"/>
          <w:sz w:val="30"/>
          <w:szCs w:val="30"/>
          <w:cs/>
        </w:rPr>
        <w:t xml:space="preserve">ทั้งนี้ </w:t>
      </w:r>
      <w:r>
        <w:rPr>
          <w:rFonts w:ascii="Angsana New" w:hAnsi="Angsana New" w:hint="cs"/>
          <w:sz w:val="30"/>
          <w:szCs w:val="30"/>
          <w:cs/>
        </w:rPr>
        <w:t>ความเห็น</w:t>
      </w:r>
      <w:r w:rsidRPr="001D1398">
        <w:rPr>
          <w:rFonts w:ascii="Angsana New" w:hAnsi="Angsana New"/>
          <w:sz w:val="30"/>
          <w:szCs w:val="30"/>
          <w:cs/>
        </w:rPr>
        <w:t>ของข้าพเจ้าไม่ได้เปลี่ยนแปลงไปเนื่องจากเรื่อง</w:t>
      </w:r>
      <w:r w:rsidRPr="001D1398">
        <w:rPr>
          <w:rFonts w:ascii="Angsana New" w:hAnsi="Angsana New" w:hint="cs"/>
          <w:sz w:val="30"/>
          <w:szCs w:val="30"/>
          <w:cs/>
        </w:rPr>
        <w:t>ดังกล่าวข้างต้น</w:t>
      </w:r>
      <w:r w:rsidRPr="001D1398">
        <w:rPr>
          <w:rFonts w:ascii="Angsana New" w:hAnsi="Angsana New"/>
          <w:sz w:val="30"/>
          <w:szCs w:val="30"/>
          <w:cs/>
        </w:rPr>
        <w:t xml:space="preserve"> </w:t>
      </w:r>
    </w:p>
    <w:p w14:paraId="5A4FFBCB" w14:textId="497B8A50" w:rsidR="001D1398" w:rsidRPr="00703A00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24"/>
          <w:szCs w:val="24"/>
        </w:rPr>
      </w:pPr>
    </w:p>
    <w:p w14:paraId="0283C8F2" w14:textId="77777777" w:rsidR="001D1398" w:rsidRDefault="001D1398" w:rsidP="001D139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เรื่องอื่น ๆ</w:t>
      </w:r>
    </w:p>
    <w:p w14:paraId="14C08D56" w14:textId="77777777" w:rsidR="001D1398" w:rsidRPr="00703A00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24"/>
          <w:szCs w:val="24"/>
        </w:rPr>
      </w:pPr>
    </w:p>
    <w:p w14:paraId="39FAD02C" w14:textId="75E19AF0" w:rsidR="001D1398" w:rsidRPr="0053746B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งบ</w:t>
      </w:r>
      <w:r w:rsidRPr="005B0713">
        <w:rPr>
          <w:rFonts w:ascii="Angsana New" w:hAnsi="Angsana New" w:hint="cs"/>
          <w:sz w:val="30"/>
          <w:szCs w:val="30"/>
          <w:cs/>
        </w:rPr>
        <w:t>การเงินที่แสดงเงินลงทุนตามวิธีส่วนได้เสียและ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5B0713">
        <w:rPr>
          <w:rFonts w:ascii="Angsana New" w:hAnsi="Angsana New" w:hint="cs"/>
          <w:sz w:val="30"/>
          <w:szCs w:val="30"/>
          <w:cs/>
        </w:rPr>
        <w:t>การเงินเฉพาะกิจการ</w:t>
      </w:r>
      <w:r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ED295C">
        <w:rPr>
          <w:rFonts w:hint="cs"/>
          <w:sz w:val="30"/>
          <w:szCs w:val="30"/>
          <w:cs/>
        </w:rPr>
        <w:t>ไทยเรยอน จำกัด</w:t>
      </w:r>
      <w:r w:rsidRPr="00ED295C">
        <w:rPr>
          <w:sz w:val="30"/>
          <w:szCs w:val="30"/>
          <w:cs/>
        </w:rPr>
        <w:t xml:space="preserve"> (</w:t>
      </w:r>
      <w:r w:rsidRPr="00ED295C">
        <w:rPr>
          <w:rFonts w:hint="cs"/>
          <w:sz w:val="30"/>
          <w:szCs w:val="30"/>
          <w:cs/>
        </w:rPr>
        <w:t>มหาชน</w:t>
      </w:r>
      <w:r w:rsidRPr="00ED295C">
        <w:rPr>
          <w:sz w:val="30"/>
          <w:szCs w:val="30"/>
          <w:cs/>
        </w:rPr>
        <w:t>)</w:t>
      </w:r>
      <w:r w:rsidRPr="00ED295C">
        <w:rPr>
          <w:rFonts w:ascii="Angsana New" w:hAnsi="Angsana New" w:hint="cs"/>
          <w:sz w:val="30"/>
          <w:szCs w:val="30"/>
          <w:cs/>
        </w:rPr>
        <w:t xml:space="preserve"> </w:t>
      </w:r>
      <w:r w:rsidR="00E56021">
        <w:rPr>
          <w:rFonts w:ascii="Angsana New" w:hAnsi="Angsana New" w:hint="cs"/>
          <w:sz w:val="30"/>
          <w:szCs w:val="30"/>
          <w:cs/>
        </w:rPr>
        <w:t>สำหรับปีส</w:t>
      </w:r>
      <w:r w:rsidR="00106116">
        <w:rPr>
          <w:rFonts w:ascii="Angsana New" w:hAnsi="Angsana New" w:hint="cs"/>
          <w:sz w:val="30"/>
          <w:szCs w:val="30"/>
          <w:cs/>
        </w:rPr>
        <w:t>ิ้น</w:t>
      </w:r>
      <w:r w:rsidR="00E56021">
        <w:rPr>
          <w:rFonts w:ascii="Angsana New" w:hAnsi="Angsana New" w:hint="cs"/>
          <w:sz w:val="30"/>
          <w:szCs w:val="30"/>
          <w:cs/>
        </w:rPr>
        <w:t>สุด</w:t>
      </w:r>
      <w:r w:rsidRPr="00ED295C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ED295C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ED295C">
        <w:rPr>
          <w:rFonts w:ascii="Angsana New" w:hAnsi="Angsana New" w:hint="cs"/>
          <w:sz w:val="30"/>
          <w:szCs w:val="30"/>
          <w:cs/>
        </w:rPr>
        <w:t xml:space="preserve"> </w:t>
      </w:r>
      <w:r w:rsidRPr="00ED295C">
        <w:rPr>
          <w:rFonts w:ascii="Angsana New" w:hAnsi="Angsana New"/>
          <w:sz w:val="30"/>
          <w:szCs w:val="30"/>
        </w:rPr>
        <w:t>2563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ที่แสดงเป็นข้อมูลเปรียบเทียบ ตรวจสอบโดยผู้สอบบัญชีอื่น </w:t>
      </w:r>
      <w:r w:rsidR="006E66BC">
        <w:rPr>
          <w:rFonts w:ascii="Angsana New" w:hAnsi="Angsana New" w:hint="cs"/>
          <w:sz w:val="30"/>
          <w:szCs w:val="30"/>
          <w:cs/>
        </w:rPr>
        <w:t>ซึ่ง</w:t>
      </w:r>
      <w:r>
        <w:rPr>
          <w:rFonts w:ascii="Angsana New" w:hAnsi="Angsana New" w:hint="cs"/>
          <w:sz w:val="30"/>
          <w:szCs w:val="30"/>
          <w:cs/>
        </w:rPr>
        <w:t>ได้แสดง</w:t>
      </w:r>
      <w:r w:rsidRPr="0053746B">
        <w:rPr>
          <w:rFonts w:ascii="Angsana New" w:hAnsi="Angsana New" w:hint="cs"/>
          <w:sz w:val="30"/>
          <w:szCs w:val="30"/>
          <w:cs/>
        </w:rPr>
        <w:t>ความเห็นอย่างมีเงื่อนไข</w:t>
      </w:r>
      <w:r w:rsidR="009A55D2">
        <w:rPr>
          <w:rFonts w:ascii="Angsana New" w:hAnsi="Angsana New" w:hint="cs"/>
          <w:sz w:val="30"/>
          <w:szCs w:val="30"/>
          <w:cs/>
        </w:rPr>
        <w:t>ต่องบการเงินที่แสดงเงินลงทุนตามวิธีส่วนได้เสีย</w:t>
      </w:r>
      <w:r w:rsidRPr="0053746B"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 w:rsidRPr="0053746B">
        <w:rPr>
          <w:rFonts w:ascii="Angsana New" w:hAnsi="Angsana New"/>
          <w:sz w:val="30"/>
          <w:szCs w:val="30"/>
        </w:rPr>
        <w:t xml:space="preserve">26 </w:t>
      </w:r>
      <w:r w:rsidRPr="0053746B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53746B">
        <w:rPr>
          <w:rFonts w:ascii="Angsana New" w:hAnsi="Angsana New"/>
          <w:sz w:val="30"/>
          <w:szCs w:val="30"/>
        </w:rPr>
        <w:t xml:space="preserve">2563 </w:t>
      </w:r>
      <w:r w:rsidRPr="0053746B">
        <w:rPr>
          <w:rFonts w:ascii="Angsana New" w:hAnsi="Angsana New" w:hint="cs"/>
          <w:sz w:val="30"/>
          <w:szCs w:val="30"/>
          <w:cs/>
        </w:rPr>
        <w:t>เนื่องจาก</w:t>
      </w:r>
      <w:r w:rsidRPr="0053746B">
        <w:rPr>
          <w:rFonts w:ascii="Angsana New" w:hAnsi="Angsana New"/>
          <w:spacing w:val="-3"/>
          <w:sz w:val="30"/>
          <w:szCs w:val="30"/>
          <w:cs/>
        </w:rPr>
        <w:t>ไม่สามารถตรวจสอบเพื่อให้ได้หลักฐานที่เหมาะสมอย่างเพียงพอในมูลค่าเงินลงทุนตามวิธีส่วนได้เสีย</w:t>
      </w:r>
      <w:r w:rsidR="00106116">
        <w:rPr>
          <w:rFonts w:ascii="Angsana New" w:hAnsi="Angsana New" w:hint="cs"/>
          <w:spacing w:val="-3"/>
          <w:sz w:val="30"/>
          <w:szCs w:val="30"/>
          <w:cs/>
        </w:rPr>
        <w:t>และส่วนแบ่งกำไรจากเงินลงทุน</w:t>
      </w:r>
      <w:r w:rsidRPr="0053746B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Pr="0053746B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>
        <w:rPr>
          <w:rFonts w:ascii="Angsana New" w:hAnsi="Angsana New"/>
          <w:sz w:val="30"/>
          <w:szCs w:val="30"/>
        </w:rPr>
        <w:t xml:space="preserve"> </w:t>
      </w:r>
      <w:r w:rsidRPr="0053746B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Pr="0053746B">
        <w:rPr>
          <w:rFonts w:ascii="Angsana New" w:hAnsi="Angsana New"/>
          <w:sz w:val="30"/>
          <w:szCs w:val="30"/>
        </w:rPr>
        <w:t>29.98 24.98</w:t>
      </w:r>
      <w:r w:rsidRPr="0053746B">
        <w:rPr>
          <w:rFonts w:ascii="Angsana New" w:hAnsi="Angsana New"/>
          <w:sz w:val="30"/>
          <w:szCs w:val="30"/>
          <w:cs/>
        </w:rPr>
        <w:t xml:space="preserve"> และ </w:t>
      </w:r>
      <w:r w:rsidRPr="0053746B">
        <w:rPr>
          <w:rFonts w:ascii="Angsana New" w:hAnsi="Angsana New"/>
          <w:sz w:val="30"/>
          <w:szCs w:val="30"/>
        </w:rPr>
        <w:t>49.00</w:t>
      </w:r>
      <w:r w:rsidRPr="0053746B">
        <w:rPr>
          <w:rFonts w:ascii="Angsana New" w:hAnsi="Angsana New"/>
          <w:sz w:val="30"/>
          <w:szCs w:val="30"/>
          <w:cs/>
        </w:rPr>
        <w:t xml:space="preserve"> ตามลำดับ)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จำนวน </w:t>
      </w:r>
      <w:r>
        <w:rPr>
          <w:rFonts w:ascii="Angsana New" w:hAnsi="Angsana New"/>
          <w:sz w:val="30"/>
          <w:szCs w:val="30"/>
        </w:rPr>
        <w:t xml:space="preserve">4,255 </w:t>
      </w:r>
      <w:r>
        <w:rPr>
          <w:rFonts w:ascii="Angsana New" w:hAnsi="Angsana New" w:hint="cs"/>
          <w:sz w:val="30"/>
          <w:szCs w:val="30"/>
          <w:cs/>
        </w:rPr>
        <w:t xml:space="preserve">ล้านบาท </w:t>
      </w:r>
      <w:r>
        <w:rPr>
          <w:rFonts w:ascii="Angsana New" w:hAnsi="Angsana New"/>
          <w:sz w:val="30"/>
          <w:szCs w:val="30"/>
        </w:rPr>
        <w:t xml:space="preserve">5,018 </w:t>
      </w:r>
      <w:r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>
        <w:rPr>
          <w:rFonts w:ascii="Angsana New" w:hAnsi="Angsana New"/>
          <w:sz w:val="30"/>
          <w:szCs w:val="30"/>
        </w:rPr>
        <w:t xml:space="preserve">3,354 </w:t>
      </w:r>
      <w:r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Pr="004B1616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610EDBE" w14:textId="77777777" w:rsidR="001D1398" w:rsidRPr="00703A00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24"/>
          <w:szCs w:val="24"/>
        </w:rPr>
      </w:pPr>
    </w:p>
    <w:p w14:paraId="327D6FFC" w14:textId="0424E7D9" w:rsidR="001D1398" w:rsidRDefault="001D1398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อย่างไรก็ตาม 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 ต่องบการเงินสำหรับปีสิ้นสุดวันที่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>
        <w:rPr>
          <w:rFonts w:ascii="Angsana New" w:hAnsi="Angsana New"/>
          <w:sz w:val="30"/>
          <w:szCs w:val="30"/>
        </w:rPr>
        <w:t xml:space="preserve">13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>และผู้สอบบัญชีของ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ได้แสดงความเห็นอย่างไม่มีเงื่อนไขต่องบการเงินสำหรับปีสิ้นสุดวันที่ </w:t>
      </w:r>
      <w:r w:rsidR="00703A00"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>
        <w:rPr>
          <w:rFonts w:ascii="Angsana New" w:hAnsi="Angsana New"/>
          <w:sz w:val="30"/>
          <w:szCs w:val="30"/>
        </w:rPr>
        <w:t xml:space="preserve">29 </w:t>
      </w:r>
      <w:r>
        <w:rPr>
          <w:rFonts w:ascii="Angsana New" w:hAnsi="Angsana New" w:hint="cs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sz w:val="30"/>
          <w:szCs w:val="30"/>
        </w:rPr>
        <w:t>2563</w:t>
      </w:r>
      <w:r>
        <w:rPr>
          <w:rFonts w:ascii="Angsana New" w:hAnsi="Angsana New" w:hint="cs"/>
          <w:sz w:val="30"/>
          <w:szCs w:val="30"/>
          <w:cs/>
        </w:rPr>
        <w:t xml:space="preserve"> และข้าพเจ้าได้สื่อสารเพิ่มกับผู้สอบบัญชีของบริษัท </w:t>
      </w:r>
      <w:r w:rsidRPr="0053746B">
        <w:rPr>
          <w:rFonts w:ascii="Angsana New" w:hAnsi="Angsana New"/>
          <w:sz w:val="30"/>
          <w:szCs w:val="30"/>
          <w:cs/>
        </w:rPr>
        <w:t xml:space="preserve">อดิตยา </w:t>
      </w:r>
      <w:r w:rsidR="00093737">
        <w:rPr>
          <w:rFonts w:ascii="Angsana New" w:hAnsi="Angsana New"/>
          <w:sz w:val="30"/>
          <w:szCs w:val="30"/>
        </w:rPr>
        <w:br/>
      </w:r>
      <w:r w:rsidRPr="0053746B">
        <w:rPr>
          <w:rFonts w:ascii="Angsana New" w:hAnsi="Angsana New"/>
          <w:sz w:val="30"/>
          <w:szCs w:val="30"/>
          <w:cs/>
        </w:rPr>
        <w:t>เบอร์ล่า เคมีคัลส์ (ประเทศไทย) จำกัด</w:t>
      </w:r>
      <w:r>
        <w:rPr>
          <w:rFonts w:ascii="Angsana New" w:hAnsi="Angsana New" w:hint="cs"/>
          <w:sz w:val="30"/>
          <w:szCs w:val="30"/>
          <w:cs/>
        </w:rPr>
        <w:t xml:space="preserve"> และผู้สอบบัญชีของ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>
        <w:rPr>
          <w:rFonts w:ascii="Angsana New" w:hAnsi="Angsana New" w:hint="cs"/>
          <w:sz w:val="30"/>
          <w:szCs w:val="30"/>
          <w:cs/>
        </w:rPr>
        <w:t xml:space="preserve"> ข้าพเจ้า</w:t>
      </w:r>
      <w:r w:rsidRPr="009A55D2">
        <w:rPr>
          <w:rFonts w:ascii="Angsana New" w:hAnsi="Angsana New" w:hint="cs"/>
          <w:sz w:val="30"/>
          <w:szCs w:val="30"/>
          <w:cs/>
        </w:rPr>
        <w:t>จึง</w:t>
      </w:r>
      <w:r w:rsidR="009A55D2">
        <w:rPr>
          <w:rFonts w:ascii="Angsana New" w:hAnsi="Angsana New" w:hint="cs"/>
          <w:sz w:val="30"/>
          <w:szCs w:val="30"/>
          <w:cs/>
        </w:rPr>
        <w:t>ได้ข้อสรุป</w:t>
      </w:r>
      <w:r w:rsidRPr="009A55D2">
        <w:rPr>
          <w:rFonts w:ascii="Angsana New" w:hAnsi="Angsana New" w:hint="cs"/>
          <w:sz w:val="30"/>
          <w:szCs w:val="30"/>
          <w:cs/>
        </w:rPr>
        <w:t>ว่า</w:t>
      </w:r>
      <w:r>
        <w:rPr>
          <w:rFonts w:ascii="Angsana New" w:hAnsi="Angsana New" w:hint="cs"/>
          <w:sz w:val="30"/>
          <w:szCs w:val="30"/>
          <w:cs/>
        </w:rPr>
        <w:t>ไม่มีรายการปรับปรุงที่จำเป็นต่อมูลค่าตามบัญชีของเงินลงทุน</w:t>
      </w:r>
      <w:r w:rsidRPr="00C416CE">
        <w:rPr>
          <w:rFonts w:ascii="Angsana New" w:hAnsi="Angsana New" w:hint="cs"/>
          <w:sz w:val="30"/>
          <w:szCs w:val="30"/>
          <w:cs/>
        </w:rPr>
        <w:t>ตามวิธีส่วนได้เสีย</w:t>
      </w:r>
      <w:r w:rsidR="00112D58">
        <w:rPr>
          <w:rFonts w:ascii="Angsana New" w:hAnsi="Angsana New" w:hint="cs"/>
          <w:sz w:val="30"/>
          <w:szCs w:val="30"/>
          <w:cs/>
        </w:rPr>
        <w:t>และส่วนแบ่งกำไร</w:t>
      </w:r>
      <w:r>
        <w:rPr>
          <w:rFonts w:ascii="Angsana New" w:hAnsi="Angsana New" w:hint="cs"/>
          <w:sz w:val="30"/>
          <w:szCs w:val="30"/>
          <w:cs/>
        </w:rPr>
        <w:t xml:space="preserve">ในบริษัทร่วมทั้งสองแห่งข้างต้น </w:t>
      </w:r>
      <w:r w:rsidRPr="006D234D">
        <w:rPr>
          <w:rFonts w:ascii="Angsana New" w:hAnsi="Angsana New"/>
          <w:sz w:val="30"/>
          <w:szCs w:val="30"/>
          <w:cs/>
        </w:rPr>
        <w:t>ณ วันที่</w:t>
      </w:r>
      <w:r w:rsidRPr="006D234D">
        <w:rPr>
          <w:rFonts w:ascii="Angsana New" w:hAnsi="Angsana New"/>
          <w:sz w:val="30"/>
          <w:szCs w:val="30"/>
        </w:rPr>
        <w:t xml:space="preserve"> </w:t>
      </w:r>
      <w:r w:rsidR="00E56021">
        <w:rPr>
          <w:rFonts w:ascii="Angsana New" w:hAnsi="Angsana New" w:hint="cs"/>
          <w:sz w:val="30"/>
          <w:szCs w:val="30"/>
          <w:cs/>
        </w:rPr>
        <w:t xml:space="preserve">และสำหรับปีสิ้นสุดวันที่ </w:t>
      </w:r>
      <w:r w:rsidR="00E56021">
        <w:rPr>
          <w:rFonts w:ascii="Angsana New" w:hAnsi="Angsana New"/>
          <w:sz w:val="30"/>
          <w:szCs w:val="30"/>
        </w:rPr>
        <w:t xml:space="preserve">31 </w:t>
      </w:r>
      <w:r w:rsidR="00E56021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E56021">
        <w:rPr>
          <w:rFonts w:ascii="Angsana New" w:hAnsi="Angsana New"/>
          <w:sz w:val="30"/>
          <w:szCs w:val="30"/>
        </w:rPr>
        <w:t>256</w:t>
      </w:r>
      <w:r w:rsidR="00815141">
        <w:rPr>
          <w:rFonts w:ascii="Angsana New" w:hAnsi="Angsana New"/>
          <w:sz w:val="30"/>
          <w:szCs w:val="30"/>
        </w:rPr>
        <w:t>3</w:t>
      </w:r>
    </w:p>
    <w:p w14:paraId="2D4081E4" w14:textId="1EC3DF46" w:rsidR="0071646E" w:rsidRPr="00703A00" w:rsidRDefault="0071646E" w:rsidP="001D1398">
      <w:pPr>
        <w:autoSpaceDE w:val="0"/>
        <w:autoSpaceDN w:val="0"/>
        <w:adjustRightInd w:val="0"/>
        <w:jc w:val="thaiDistribute"/>
        <w:rPr>
          <w:rFonts w:ascii="Angsana New" w:hAnsi="Angsana New"/>
          <w:sz w:val="24"/>
          <w:szCs w:val="24"/>
        </w:rPr>
      </w:pPr>
    </w:p>
    <w:p w14:paraId="09BCFAC9" w14:textId="103044D2" w:rsidR="0071646E" w:rsidRDefault="0071646E" w:rsidP="0071646E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7B0E3F">
        <w:rPr>
          <w:rFonts w:ascii="Angsana New" w:hAnsi="Angsana New"/>
          <w:sz w:val="30"/>
          <w:szCs w:val="30"/>
          <w:cs/>
        </w:rPr>
        <w:t>สำหรับเงินลงทุนในบริษัทร่วมอีกแห่งหนึ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7B0E3F">
        <w:rPr>
          <w:rFonts w:ascii="Angsana New" w:hAnsi="Angsana New"/>
          <w:sz w:val="30"/>
          <w:szCs w:val="30"/>
          <w:cs/>
        </w:rPr>
        <w:t>ง คือ บริษัท ไทย โพลีฟอสเฟตและเคมีภัณฑ์ จำกัด ข้าพเจ้าสามารถ</w:t>
      </w:r>
      <w:r>
        <w:rPr>
          <w:rFonts w:ascii="Angsana New" w:hAnsi="Angsana New" w:hint="cs"/>
          <w:sz w:val="30"/>
          <w:szCs w:val="30"/>
          <w:cs/>
        </w:rPr>
        <w:t>ตรวจสอบ</w:t>
      </w:r>
      <w:r w:rsidRPr="007B0E3F">
        <w:rPr>
          <w:rFonts w:ascii="Angsana New" w:hAnsi="Angsana New"/>
          <w:sz w:val="30"/>
          <w:szCs w:val="30"/>
          <w:cs/>
        </w:rPr>
        <w:t>ให้เป็นที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7B0E3F">
        <w:rPr>
          <w:rFonts w:ascii="Angsana New" w:hAnsi="Angsana New"/>
          <w:sz w:val="30"/>
          <w:szCs w:val="30"/>
          <w:cs/>
        </w:rPr>
        <w:t>พอใจในมูลค่าตามบัญชีของเงินลงทุนในบริษัทร่วม ส่วนแบ่</w:t>
      </w:r>
      <w:r>
        <w:rPr>
          <w:rFonts w:ascii="Angsana New" w:hAnsi="Angsana New" w:hint="cs"/>
          <w:sz w:val="30"/>
          <w:szCs w:val="30"/>
          <w:cs/>
        </w:rPr>
        <w:t>งกำไร</w:t>
      </w:r>
      <w:r w:rsidRPr="007B0E3F">
        <w:rPr>
          <w:rFonts w:ascii="Angsana New" w:hAnsi="Angsana New"/>
          <w:sz w:val="30"/>
          <w:szCs w:val="30"/>
          <w:cs/>
        </w:rPr>
        <w:t xml:space="preserve"> และผลต่างจากการแปลงค่างบการเงินจากบริษัทร่วมดังกล่าวตามวิธีส่วนได้เสีย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6D234D">
        <w:rPr>
          <w:rFonts w:ascii="Angsana New" w:hAnsi="Angsana New"/>
          <w:sz w:val="30"/>
          <w:szCs w:val="30"/>
          <w:cs/>
        </w:rPr>
        <w:t>ณ วันที่</w:t>
      </w:r>
      <w:r w:rsidRPr="006D234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และสำหรับปีสิ้นสุดวันที่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>2563</w:t>
      </w:r>
      <w:r w:rsidRPr="007B0E3F">
        <w:rPr>
          <w:rFonts w:ascii="Angsana New" w:hAnsi="Angsana New"/>
          <w:sz w:val="30"/>
          <w:szCs w:val="30"/>
          <w:cs/>
        </w:rPr>
        <w:t xml:space="preserve"> และสรุปว่ามีรายการที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7B0E3F">
        <w:rPr>
          <w:rFonts w:ascii="Angsana New" w:hAnsi="Angsana New"/>
          <w:sz w:val="30"/>
          <w:szCs w:val="30"/>
          <w:cs/>
        </w:rPr>
        <w:t>ต้องปรับปรุงต่อมูลค่าตามบัญชีของเงินลงทุนในบริษัทร่วมดังกล่าวตามที</w:t>
      </w:r>
      <w:r>
        <w:rPr>
          <w:rFonts w:ascii="Angsana New" w:eastAsia="Angsana New" w:hAnsi="Angsana New" w:hint="cs"/>
          <w:sz w:val="30"/>
          <w:szCs w:val="30"/>
          <w:cs/>
        </w:rPr>
        <w:t>่</w:t>
      </w:r>
      <w:r w:rsidRPr="007B0E3F">
        <w:rPr>
          <w:rFonts w:ascii="Angsana New" w:hAnsi="Angsana New"/>
          <w:sz w:val="30"/>
          <w:szCs w:val="30"/>
          <w:cs/>
        </w:rPr>
        <w:t>ได้อธิบายไว้ในหมายเหตุ</w:t>
      </w:r>
      <w:r w:rsidRPr="00755325">
        <w:rPr>
          <w:rFonts w:ascii="Angsana New" w:hAnsi="Angsana New"/>
          <w:sz w:val="30"/>
          <w:szCs w:val="30"/>
          <w:cs/>
        </w:rPr>
        <w:t>ประกอบ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96159B">
        <w:rPr>
          <w:rFonts w:ascii="Angsana New" w:hAnsi="Angsana New"/>
          <w:sz w:val="30"/>
          <w:szCs w:val="30"/>
          <w:cs/>
        </w:rPr>
        <w:t xml:space="preserve">การเงินข้อ </w:t>
      </w:r>
      <w:r w:rsidRPr="0096159B">
        <w:rPr>
          <w:rFonts w:ascii="Angsana New" w:hAnsi="Angsana New"/>
          <w:sz w:val="30"/>
          <w:szCs w:val="30"/>
        </w:rPr>
        <w:t>3</w:t>
      </w:r>
    </w:p>
    <w:p w14:paraId="35639F86" w14:textId="77777777" w:rsidR="00E53550" w:rsidRDefault="00E53550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B3B60B5" w14:textId="77777777" w:rsidR="00AF2477" w:rsidRDefault="00AF2477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60CD4E8" w14:textId="3A57F413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ข้อมูลอื่น</w:t>
      </w:r>
    </w:p>
    <w:p w14:paraId="35507EAE" w14:textId="77777777" w:rsidR="00F67358" w:rsidRPr="00A13EA9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6C18AE1A" w14:textId="6CC60412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แต่ไม่รวมถึง</w:t>
      </w:r>
      <w:r w:rsidRPr="00D31193">
        <w:rPr>
          <w:rFonts w:ascii="Angsana New" w:eastAsia="Calibri" w:hAnsi="Angsana New"/>
          <w:sz w:val="30"/>
          <w:szCs w:val="30"/>
          <w:cs/>
        </w:rPr>
        <w:br/>
        <w:t>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และรายงานของผู้สอบบัญชีที่อยู่ในรายงานนั้</w:t>
      </w:r>
      <w:r w:rsidR="00F33167">
        <w:rPr>
          <w:rFonts w:ascii="Angsana New" w:eastAsia="Calibri" w:hAnsi="Angsana New" w:hint="cs"/>
          <w:sz w:val="30"/>
          <w:szCs w:val="30"/>
          <w:cs/>
        </w:rPr>
        <w:t>น</w:t>
      </w:r>
      <w:r w:rsidRPr="00D31193">
        <w:rPr>
          <w:rFonts w:ascii="Angsana New" w:eastAsia="Calibri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9DC13EF" w14:textId="77777777" w:rsidR="00F67358" w:rsidRPr="00A13EA9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5AF56E4C" w14:textId="324ED5E1" w:rsidR="00F67358" w:rsidRPr="00D31193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ความเห็นของข้าพเจ้าต่องบการเงิน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14953579" w14:textId="77777777" w:rsidR="00F67358" w:rsidRPr="00A13EA9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3B3130F5" w14:textId="5F96B59D" w:rsidR="00F67358" w:rsidRPr="00D31193" w:rsidRDefault="00F67358" w:rsidP="00F6735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 คือ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การอ่าน</w:t>
      </w:r>
      <w:r w:rsidRPr="00D31193">
        <w:rPr>
          <w:rFonts w:ascii="Angsana New" w:eastAsia="Calibri" w:hAnsi="Angsana New" w:hint="cs"/>
          <w:sz w:val="30"/>
          <w:szCs w:val="30"/>
          <w:cs/>
        </w:rPr>
        <w:t xml:space="preserve">ข้อมูลอื่นตามที่ระบุข้างต้นเมื่อจัดทำแล้ว </w:t>
      </w:r>
      <w:r w:rsidRPr="00D31193">
        <w:rPr>
          <w:rFonts w:ascii="Angsana New" w:eastAsia="Calibri" w:hAnsi="Angsana New"/>
          <w:sz w:val="30"/>
          <w:szCs w:val="30"/>
          <w:cs/>
        </w:rPr>
        <w:t>และพิจารณาว่าข้อมูลอื่นมีความขัดแย้งท</w:t>
      </w:r>
      <w:r w:rsidR="00224D7E" w:rsidRPr="00D31193">
        <w:rPr>
          <w:rFonts w:ascii="Angsana New" w:eastAsia="Calibri" w:hAnsi="Angsana New"/>
          <w:sz w:val="30"/>
          <w:szCs w:val="30"/>
          <w:cs/>
        </w:rPr>
        <w:t>ี่มีสาระสำคัญกับงบการเงิน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224D7E" w:rsidRPr="00D31193">
        <w:rPr>
          <w:rFonts w:ascii="Angsana New" w:eastAsia="Calibri" w:hAnsi="Angsana New"/>
          <w:sz w:val="30"/>
          <w:szCs w:val="30"/>
          <w:cs/>
        </w:rPr>
        <w:t>และ</w:t>
      </w:r>
      <w:r w:rsidRPr="00D31193">
        <w:rPr>
          <w:rFonts w:ascii="Angsana New" w:eastAsia="Calibri" w:hAnsi="Angsana New"/>
          <w:sz w:val="30"/>
          <w:szCs w:val="30"/>
          <w:cs/>
        </w:rPr>
        <w:t>งบการเงินเฉพาะกิจการหรือกับความรู้ที่ได้รับจากการตรวจสอบของข้าพเจ้า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69300436" w14:textId="77777777" w:rsidR="00F67358" w:rsidRPr="00A13EA9" w:rsidRDefault="00F67358" w:rsidP="00F6735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721E8A51" w14:textId="77777777" w:rsidR="00440349" w:rsidRPr="00D31193" w:rsidRDefault="00440349" w:rsidP="00F67358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18AD4B8D" w14:textId="77777777" w:rsidR="00440349" w:rsidRPr="00A13EA9" w:rsidRDefault="00440349" w:rsidP="00440349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4B381918" w14:textId="73B517CE" w:rsidR="00F67358" w:rsidRPr="00D31193" w:rsidRDefault="00F67358" w:rsidP="00F6735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="00F33167"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F33167">
        <w:rPr>
          <w:rFonts w:ascii="Angsana New" w:hAnsi="Angsana New"/>
          <w:i/>
          <w:iCs/>
          <w:sz w:val="30"/>
          <w:szCs w:val="30"/>
          <w:cs/>
        </w:rPr>
        <w:t>และ</w:t>
      </w:r>
      <w:r w:rsidR="00703A00">
        <w:rPr>
          <w:rFonts w:ascii="Angsana New" w:hAnsi="Angsana New"/>
          <w:i/>
          <w:iCs/>
          <w:sz w:val="30"/>
          <w:szCs w:val="30"/>
          <w:cs/>
        </w:rPr>
        <w:br/>
      </w:r>
      <w:r w:rsidRPr="00F33167">
        <w:rPr>
          <w:rFonts w:ascii="Angsana New" w:hAnsi="Angsana New"/>
          <w:i/>
          <w:iCs/>
          <w:sz w:val="30"/>
          <w:szCs w:val="30"/>
          <w:cs/>
        </w:rPr>
        <w:t>งบ</w:t>
      </w:r>
      <w:r w:rsidRPr="00D31193">
        <w:rPr>
          <w:rFonts w:ascii="Angsana New" w:hAnsi="Angsana New"/>
          <w:i/>
          <w:iCs/>
          <w:sz w:val="30"/>
          <w:szCs w:val="30"/>
          <w:cs/>
        </w:rPr>
        <w:t>การเงินเฉพาะกิจการ</w:t>
      </w:r>
    </w:p>
    <w:p w14:paraId="42278263" w14:textId="77777777" w:rsidR="00F67358" w:rsidRPr="00A13EA9" w:rsidRDefault="00F67358" w:rsidP="002B184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4DB2F52A" w14:textId="77777777" w:rsidR="009207CB" w:rsidRDefault="00F67358" w:rsidP="00F67358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เหล่านี้โดยถูกต้องตามที่ควร</w:t>
      </w:r>
      <w:r w:rsidRPr="00D31193">
        <w:rPr>
          <w:rFonts w:ascii="Angsana New" w:eastAsia="Calibri" w:hAnsi="Angsana New"/>
          <w:sz w:val="30"/>
          <w:szCs w:val="30"/>
          <w:cs/>
        </w:rPr>
        <w:t>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5F0EB1AE" w14:textId="77777777" w:rsidR="006B1CFA" w:rsidRPr="00A13EA9" w:rsidRDefault="006B1CFA" w:rsidP="002B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28"/>
          <w:szCs w:val="28"/>
        </w:rPr>
      </w:pPr>
    </w:p>
    <w:p w14:paraId="2BA904B2" w14:textId="75090439" w:rsidR="00F67358" w:rsidRPr="00D31193" w:rsidRDefault="00F67358" w:rsidP="002B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 w:hint="cs"/>
          <w:sz w:val="30"/>
          <w:szCs w:val="30"/>
          <w:cs/>
        </w:rPr>
        <w:t>ในการจัดทำงบการเงิน</w:t>
      </w:r>
      <w:r w:rsidR="00F33167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 w:hint="cs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ผู้บริหารรับผิดชอบในการประเมินความสามารถของบริษัทในการดำเนินงานต่อเนื่อง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(</w:t>
      </w:r>
      <w:r w:rsidRPr="00D31193">
        <w:rPr>
          <w:rFonts w:ascii="Angsana New" w:eastAsia="Calibri" w:hAnsi="Angsana New" w:hint="cs"/>
          <w:sz w:val="30"/>
          <w:szCs w:val="30"/>
          <w:cs/>
        </w:rPr>
        <w:t>ตามความเหมาะสม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) </w:t>
      </w:r>
      <w:r w:rsidRPr="00D31193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และการใช้เกณฑ์การบัญชีสำหรับการดำเนินงานต่อเนื่องเว้นแต่ผู้บริหารมีความตั้งใจที่จะเลิกบริษัท</w:t>
      </w:r>
      <w:r w:rsidR="00E52D55"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0E25FB68" w14:textId="77777777" w:rsidR="00F67358" w:rsidRPr="00A13EA9" w:rsidRDefault="00F67358" w:rsidP="002B1842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622A827C" w14:textId="23528377" w:rsidR="00F67358" w:rsidRPr="00D31193" w:rsidRDefault="00F67358" w:rsidP="00F67358">
      <w:pPr>
        <w:jc w:val="thaiDistribute"/>
        <w:rPr>
          <w:rFonts w:ascii="Angsana New" w:eastAsia="Calibri" w:hAnsi="Angsana New"/>
          <w:sz w:val="30"/>
          <w:szCs w:val="30"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บริษัท</w:t>
      </w:r>
    </w:p>
    <w:p w14:paraId="5AE8BD48" w14:textId="77777777" w:rsidR="005F4E93" w:rsidRDefault="005F4E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14:paraId="0B150B75" w14:textId="77777777" w:rsidR="00093737" w:rsidRDefault="000937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6623E35E" w14:textId="77777777" w:rsidR="00093737" w:rsidRDefault="00093737" w:rsidP="00F67358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3BF28CF" w14:textId="41654C10" w:rsidR="00F67358" w:rsidRPr="00D31193" w:rsidRDefault="00F67358" w:rsidP="00F6735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</w:t>
      </w:r>
      <w:r w:rsidRPr="00E840ED">
        <w:rPr>
          <w:rFonts w:ascii="Angsana New" w:hAnsi="Angsana New"/>
          <w:i/>
          <w:iCs/>
          <w:sz w:val="30"/>
          <w:szCs w:val="30"/>
          <w:cs/>
        </w:rPr>
        <w:t>การเงิน</w:t>
      </w:r>
      <w:r w:rsidR="00E840ED" w:rsidRPr="00E840ED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E840ED">
        <w:rPr>
          <w:rFonts w:ascii="Angsana New" w:hAnsi="Angsana New"/>
          <w:i/>
          <w:iCs/>
          <w:sz w:val="30"/>
          <w:szCs w:val="30"/>
          <w:cs/>
        </w:rPr>
        <w:t>และ</w:t>
      </w:r>
      <w:r w:rsidRPr="00D31193">
        <w:rPr>
          <w:rFonts w:ascii="Angsana New" w:hAnsi="Angsana New"/>
          <w:i/>
          <w:iCs/>
          <w:sz w:val="30"/>
          <w:szCs w:val="30"/>
          <w:cs/>
        </w:rPr>
        <w:t>งบการเงินเฉพาะกิจการ</w:t>
      </w:r>
    </w:p>
    <w:p w14:paraId="08E7A956" w14:textId="77777777" w:rsidR="00AF2477" w:rsidRPr="00AF2477" w:rsidRDefault="00AF2477" w:rsidP="002B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891564" w14:textId="4D9869A4" w:rsidR="00F67358" w:rsidRPr="00D31193" w:rsidRDefault="00F67358" w:rsidP="00E52D55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E840ED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ทุกรายการรวมกันจะมีผลต่อการตัดสินใจทางเศรษฐกิจของผู้ใช้งบการเงินจากการใช้งบการเงิน</w:t>
      </w:r>
      <w:r w:rsidR="00E840ED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เหล่านี้</w:t>
      </w:r>
    </w:p>
    <w:p w14:paraId="4A0696F0" w14:textId="77777777" w:rsidR="00F67358" w:rsidRPr="00A13EA9" w:rsidRDefault="00F67358" w:rsidP="002B18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14:paraId="79D94788" w14:textId="77777777" w:rsidR="00F67358" w:rsidRPr="00D31193" w:rsidRDefault="00F67358" w:rsidP="00F67358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ผู้ประกอบวิชาชีพตลอดการตรวจสอบ การปฏิบัติงานของข้าพเจ้ารวมถึง</w:t>
      </w:r>
    </w:p>
    <w:p w14:paraId="1F9A1E26" w14:textId="77777777" w:rsidR="00036F6E" w:rsidRPr="00A13EA9" w:rsidRDefault="00036F6E" w:rsidP="00F67358">
      <w:pPr>
        <w:jc w:val="thaiDistribute"/>
        <w:rPr>
          <w:rFonts w:ascii="Angsana New" w:hAnsi="Angsana New"/>
          <w:sz w:val="22"/>
          <w:szCs w:val="22"/>
        </w:rPr>
      </w:pPr>
    </w:p>
    <w:p w14:paraId="76836773" w14:textId="4496CCDF" w:rsidR="00F67358" w:rsidRPr="00D31193" w:rsidRDefault="00F67358" w:rsidP="00853328">
      <w:pPr>
        <w:pStyle w:val="Default"/>
        <w:numPr>
          <w:ilvl w:val="0"/>
          <w:numId w:val="16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E840ED" w:rsidRPr="00F33167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</w:t>
      </w:r>
      <w:r w:rsidR="00824BF0" w:rsidRPr="00D31193">
        <w:rPr>
          <w:rFonts w:ascii="Angsana New" w:hAnsi="Angsana New" w:cs="Angsana New"/>
          <w:sz w:val="30"/>
          <w:szCs w:val="30"/>
          <w:cs/>
        </w:rPr>
        <w:t>ิตอาจเกี่ยวกับการสมรู้ร่วมคิด</w:t>
      </w:r>
      <w:r w:rsidR="00E840E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31193">
        <w:rPr>
          <w:rFonts w:ascii="Angsana New" w:hAnsi="Angsana New" w:cs="Angsana New"/>
          <w:sz w:val="30"/>
          <w:szCs w:val="30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4D4B6BB7" w14:textId="2E7A0008" w:rsidR="009207CB" w:rsidRDefault="00F67358" w:rsidP="00853328">
      <w:pPr>
        <w:pStyle w:val="Default"/>
        <w:numPr>
          <w:ilvl w:val="0"/>
          <w:numId w:val="16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="005F4E93">
        <w:rPr>
          <w:rFonts w:ascii="Angsana New" w:hAnsi="Angsana New" w:cs="Angsana New"/>
          <w:sz w:val="30"/>
          <w:szCs w:val="30"/>
          <w:cs/>
        </w:rPr>
        <w:br/>
      </w:r>
      <w:r w:rsidRPr="00D31193">
        <w:rPr>
          <w:rFonts w:ascii="Angsana New" w:hAnsi="Angsana New" w:cs="Angsana New"/>
          <w:sz w:val="30"/>
          <w:szCs w:val="30"/>
          <w:cs/>
        </w:rPr>
        <w:t>ของบริษัท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7E017FFC" w14:textId="63B65FCD" w:rsidR="00F67358" w:rsidRPr="00D31193" w:rsidRDefault="00482FB4" w:rsidP="00853328">
      <w:pPr>
        <w:pStyle w:val="Default"/>
        <w:numPr>
          <w:ilvl w:val="0"/>
          <w:numId w:val="16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1A97E301" w14:textId="195FFA77" w:rsidR="00F67358" w:rsidRDefault="00F67358" w:rsidP="00853328">
      <w:pPr>
        <w:pStyle w:val="Default"/>
        <w:numPr>
          <w:ilvl w:val="0"/>
          <w:numId w:val="16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</w:t>
      </w:r>
      <w:r w:rsidR="00D93BB5" w:rsidRPr="00D31193">
        <w:rPr>
          <w:rFonts w:ascii="Angsana New" w:hAnsi="Angsana New" w:cs="Angsana New"/>
          <w:sz w:val="30"/>
          <w:szCs w:val="30"/>
        </w:rPr>
        <w:br/>
      </w:r>
      <w:r w:rsidRPr="00D31193">
        <w:rPr>
          <w:rFonts w:ascii="Angsana New" w:hAnsi="Angsana New" w:cs="Angsana New"/>
          <w:sz w:val="30"/>
          <w:szCs w:val="30"/>
          <w:cs/>
        </w:rPr>
        <w:t>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 ถ้าข้าพเจ้าได้ข้อสรุปว่ามีความไม่แน่นอนที่มีสาระสำคัญ</w:t>
      </w:r>
      <w:r w:rsidRPr="00D3119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31193">
        <w:rPr>
          <w:rFonts w:ascii="Angsana New" w:hAnsi="Angsana New" w:cs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="00122512" w:rsidRPr="00D31193">
        <w:rPr>
          <w:rFonts w:ascii="Angsana New" w:hAnsi="Angsana New" w:cs="Angsana New" w:hint="cs"/>
          <w:sz w:val="30"/>
          <w:szCs w:val="30"/>
          <w:cs/>
        </w:rPr>
        <w:t>โดยให้ข้อสังเกต</w:t>
      </w:r>
      <w:r w:rsidRPr="00D31193">
        <w:rPr>
          <w:rFonts w:ascii="Angsana New" w:hAnsi="Angsana New" w:cs="Angsana New"/>
          <w:sz w:val="30"/>
          <w:szCs w:val="30"/>
          <w:cs/>
        </w:rPr>
        <w:t>ถึงการเปิดเผย</w:t>
      </w:r>
      <w:r w:rsidR="00122512" w:rsidRPr="00D31193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D31193">
        <w:rPr>
          <w:rFonts w:ascii="Angsana New" w:hAnsi="Angsana New" w:cs="Angsana New"/>
          <w:sz w:val="30"/>
          <w:szCs w:val="30"/>
          <w:cs/>
        </w:rPr>
        <w:t>ในงบการเงิน</w:t>
      </w:r>
      <w:r w:rsidR="00E840ED" w:rsidRPr="00F33167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 w:cs="Angsana New"/>
          <w:sz w:val="30"/>
          <w:szCs w:val="30"/>
          <w:cs/>
        </w:rPr>
        <w:t>และงบการเงิ</w:t>
      </w:r>
      <w:r w:rsidR="00E840ED">
        <w:rPr>
          <w:rFonts w:ascii="Angsana New" w:hAnsi="Angsana New" w:cs="Angsana New" w:hint="cs"/>
          <w:sz w:val="30"/>
          <w:szCs w:val="30"/>
          <w:cs/>
        </w:rPr>
        <w:t>น</w:t>
      </w:r>
      <w:r w:rsidRPr="00D31193">
        <w:rPr>
          <w:rFonts w:ascii="Angsana New" w:hAnsi="Angsana New" w:cs="Angsana New"/>
          <w:sz w:val="30"/>
          <w:szCs w:val="30"/>
          <w:cs/>
        </w:rPr>
        <w:t>เฉพาะกิจการ</w:t>
      </w:r>
      <w:r w:rsidR="00122512" w:rsidRPr="00D31193">
        <w:rPr>
          <w:rFonts w:ascii="Angsana New" w:hAnsi="Angsana New" w:cs="Angsana New" w:hint="cs"/>
          <w:sz w:val="30"/>
          <w:szCs w:val="30"/>
          <w:cs/>
        </w:rPr>
        <w:t>ที่เกี่ยวข้อง</w:t>
      </w:r>
      <w:r w:rsidRPr="00D31193">
        <w:rPr>
          <w:rFonts w:ascii="Angsana New" w:hAnsi="Angsana New" w:cs="Angsana New"/>
          <w:sz w:val="30"/>
          <w:szCs w:val="30"/>
          <w:cs/>
        </w:rPr>
        <w:t xml:space="preserve"> หรือถ้าการเปิดเผย</w:t>
      </w:r>
      <w:r w:rsidR="00122512" w:rsidRPr="00D31193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D31193">
        <w:rPr>
          <w:rFonts w:ascii="Angsana New" w:hAnsi="Angsana New" w:cs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12186C9E" w14:textId="0FF9D780" w:rsidR="005F4E93" w:rsidRDefault="005F4E93" w:rsidP="005F4E93">
      <w:pPr>
        <w:pStyle w:val="Default"/>
        <w:tabs>
          <w:tab w:val="left" w:pos="720"/>
        </w:tabs>
        <w:ind w:left="450"/>
        <w:jc w:val="thaiDistribute"/>
        <w:rPr>
          <w:rFonts w:ascii="Angsana New" w:hAnsi="Angsana New" w:cs="Angsana New"/>
          <w:sz w:val="30"/>
          <w:szCs w:val="30"/>
        </w:rPr>
      </w:pPr>
    </w:p>
    <w:p w14:paraId="3BF6AAF6" w14:textId="11CD7997" w:rsidR="00F67358" w:rsidRPr="00853328" w:rsidRDefault="00F67358" w:rsidP="00853328">
      <w:pPr>
        <w:pStyle w:val="Default"/>
        <w:numPr>
          <w:ilvl w:val="0"/>
          <w:numId w:val="16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853328">
        <w:rPr>
          <w:rFonts w:ascii="Angsana New" w:hAnsi="Angsana New" w:cs="Angsana New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="00E840ED" w:rsidRPr="00853328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853328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และงบการเงินเฉพาะกิจการโดยรวม รวมถึงการเปิดเผย</w:t>
      </w:r>
      <w:r w:rsidR="00122512" w:rsidRPr="00853328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853328">
        <w:rPr>
          <w:rFonts w:ascii="Angsana New" w:hAnsi="Angsana New" w:cs="Angsana New"/>
          <w:sz w:val="30"/>
          <w:szCs w:val="30"/>
          <w:cs/>
        </w:rPr>
        <w:t>ว่างบการเงิน</w:t>
      </w:r>
      <w:r w:rsidR="00E840ED" w:rsidRPr="00853328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853328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122512" w:rsidRPr="00853328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Pr="00853328">
        <w:rPr>
          <w:rFonts w:ascii="Angsana New" w:hAnsi="Angsana New" w:cs="Angsana New"/>
          <w:sz w:val="30"/>
          <w:szCs w:val="30"/>
        </w:rPr>
        <w:t xml:space="preserve"> </w:t>
      </w:r>
    </w:p>
    <w:p w14:paraId="01097D1B" w14:textId="77777777" w:rsidR="00F67358" w:rsidRPr="00853328" w:rsidRDefault="00F67358" w:rsidP="00F67358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4113133" w14:textId="77777777" w:rsidR="00F67358" w:rsidRPr="00853328" w:rsidRDefault="00F67358" w:rsidP="00F67358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="00FC7D39" w:rsidRPr="00853328">
        <w:rPr>
          <w:rFonts w:ascii="Angsana New" w:eastAsia="Calibri" w:hAnsi="Angsana New" w:hint="cs"/>
          <w:sz w:val="30"/>
          <w:szCs w:val="30"/>
          <w:cs/>
        </w:rPr>
        <w:t>ในเรื่องต่าง</w:t>
      </w:r>
      <w:r w:rsidR="003D2F36" w:rsidRPr="00853328">
        <w:rPr>
          <w:rFonts w:ascii="Angsana New" w:eastAsia="Calibri" w:hAnsi="Angsana New"/>
          <w:sz w:val="30"/>
          <w:szCs w:val="30"/>
        </w:rPr>
        <w:t xml:space="preserve"> </w:t>
      </w:r>
      <w:r w:rsidR="00FC7D39" w:rsidRPr="00853328">
        <w:rPr>
          <w:rFonts w:ascii="Angsana New" w:eastAsia="Calibri" w:hAnsi="Angsana New" w:hint="cs"/>
          <w:sz w:val="30"/>
          <w:szCs w:val="30"/>
          <w:cs/>
        </w:rPr>
        <w:t>ๆ ที่สำคัญ</w:t>
      </w:r>
      <w:r w:rsidR="003D2F36" w:rsidRPr="00853328">
        <w:rPr>
          <w:rFonts w:ascii="Angsana New" w:eastAsia="Calibri" w:hAnsi="Angsana New"/>
          <w:sz w:val="30"/>
          <w:szCs w:val="30"/>
        </w:rPr>
        <w:t xml:space="preserve"> </w:t>
      </w:r>
      <w:r w:rsidR="00FC7D39" w:rsidRPr="00853328">
        <w:rPr>
          <w:rFonts w:ascii="Angsana New" w:eastAsia="Calibri" w:hAnsi="Angsana New" w:hint="cs"/>
          <w:sz w:val="30"/>
          <w:szCs w:val="30"/>
          <w:cs/>
        </w:rPr>
        <w:t>ซึ่งรวมถึง</w:t>
      </w:r>
      <w:r w:rsidRPr="00853328">
        <w:rPr>
          <w:rFonts w:ascii="Angsana New" w:eastAsia="Calibri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</w:t>
      </w:r>
      <w:r w:rsidR="00FC7D39" w:rsidRPr="00853328">
        <w:rPr>
          <w:rFonts w:ascii="Angsana New" w:eastAsia="Calibri" w:hAnsi="Angsana New"/>
          <w:sz w:val="30"/>
          <w:szCs w:val="30"/>
          <w:cs/>
        </w:rPr>
        <w:t>นัยสำคัญในระบบการควบคุมภายในหาก</w:t>
      </w: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ข้าพเจ้าได้พบในระหว่างการตรวจสอบขอ</w:t>
      </w:r>
      <w:r w:rsidRPr="00853328">
        <w:rPr>
          <w:rFonts w:ascii="Angsana New" w:hAnsi="Angsana New"/>
          <w:sz w:val="30"/>
          <w:szCs w:val="30"/>
          <w:cs/>
        </w:rPr>
        <w:t>งข้าพเจ้า</w:t>
      </w:r>
    </w:p>
    <w:p w14:paraId="02995ACF" w14:textId="77777777" w:rsidR="00F67358" w:rsidRPr="00853328" w:rsidRDefault="00F67358" w:rsidP="00F67358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498155FB" w14:textId="77777777" w:rsidR="009207CB" w:rsidRPr="00853328" w:rsidRDefault="00F67358" w:rsidP="00F67358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851D65"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851D65"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853328">
        <w:rPr>
          <w:rFonts w:ascii="Angsana New" w:hAnsi="Angsana New"/>
          <w:sz w:val="30"/>
          <w:szCs w:val="30"/>
          <w:cs/>
        </w:rPr>
        <w:t>อิสระ</w:t>
      </w:r>
    </w:p>
    <w:p w14:paraId="0B1312C7" w14:textId="77777777" w:rsidR="004E4E43" w:rsidRDefault="004E4E43" w:rsidP="00F67358">
      <w:pPr>
        <w:jc w:val="thaiDistribute"/>
        <w:rPr>
          <w:rFonts w:ascii="Angsana New" w:hAnsi="Angsana New"/>
          <w:sz w:val="30"/>
          <w:szCs w:val="30"/>
        </w:rPr>
      </w:pPr>
    </w:p>
    <w:p w14:paraId="4E328F2D" w14:textId="1D56193E" w:rsidR="00F67358" w:rsidRPr="00D31193" w:rsidRDefault="00F67358" w:rsidP="00F67358">
      <w:pPr>
        <w:jc w:val="thaiDistribute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D31193">
        <w:rPr>
          <w:rFonts w:ascii="Angsana New" w:hAnsi="Angsana New"/>
          <w:sz w:val="30"/>
          <w:szCs w:val="30"/>
        </w:rPr>
        <w:br/>
      </w:r>
      <w:r w:rsidRPr="00D31193">
        <w:rPr>
          <w:rFonts w:ascii="Angsana New" w:hAnsi="Angsana New"/>
          <w:sz w:val="30"/>
          <w:szCs w:val="30"/>
          <w:cs/>
        </w:rPr>
        <w:t>งบการเงิน</w:t>
      </w:r>
      <w:r w:rsidR="00E840ED" w:rsidRPr="00D31193">
        <w:rPr>
          <w:rFonts w:ascii="Angsana New" w:hAnsi="Angsana New"/>
          <w:sz w:val="30"/>
          <w:szCs w:val="30"/>
          <w:cs/>
        </w:rPr>
        <w:t>งบการเงิน</w:t>
      </w:r>
      <w:r w:rsidR="00E840ED"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 xml:space="preserve">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04ABA232" w14:textId="77777777" w:rsidR="00F67358" w:rsidRPr="00D31193" w:rsidRDefault="00F67358" w:rsidP="00F6735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D8841FF" w14:textId="75C4190F" w:rsidR="00E8771C" w:rsidRDefault="00E8771C" w:rsidP="00F67358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7F023A33" w14:textId="77777777" w:rsidR="004E4E43" w:rsidRPr="00D31193" w:rsidRDefault="004E4E43" w:rsidP="00F67358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5F58A1C9" w14:textId="77777777" w:rsidR="00F67358" w:rsidRPr="00D31193" w:rsidRDefault="00F67358" w:rsidP="00F67358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(</w:t>
      </w:r>
      <w:r w:rsidR="00FF2E8F" w:rsidRPr="00D31193">
        <w:rPr>
          <w:rFonts w:ascii="Angsana New" w:hAnsi="Angsana New" w:cs="Angsana New" w:hint="cs"/>
          <w:cs/>
          <w:lang w:val="en-US"/>
        </w:rPr>
        <w:t>ชนารัตน์ จันทร์หวา</w:t>
      </w:r>
      <w:r w:rsidRPr="00D31193">
        <w:rPr>
          <w:rFonts w:ascii="Angsana New" w:hAnsi="Angsana New" w:cs="Angsana New"/>
          <w:cs/>
        </w:rPr>
        <w:t>)</w:t>
      </w:r>
    </w:p>
    <w:p w14:paraId="6643872A" w14:textId="77777777" w:rsidR="00F67358" w:rsidRPr="00D31193" w:rsidRDefault="00F67358" w:rsidP="00F67358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ผู้สอบบัญชีรับอนุญาต</w:t>
      </w:r>
    </w:p>
    <w:p w14:paraId="47A54CB8" w14:textId="27A4BCCB" w:rsidR="00F67358" w:rsidRPr="00D31193" w:rsidRDefault="00F67358" w:rsidP="00F67358">
      <w:pPr>
        <w:pStyle w:val="T"/>
        <w:ind w:left="0" w:right="0"/>
        <w:jc w:val="left"/>
        <w:rPr>
          <w:rFonts w:ascii="Angsana New" w:hAnsi="Angsana New" w:cs="Angsana New"/>
          <w:lang w:val="en-US"/>
        </w:rPr>
      </w:pPr>
      <w:r w:rsidRPr="00D31193">
        <w:rPr>
          <w:rFonts w:ascii="Angsana New" w:hAnsi="Angsana New" w:cs="Angsana New"/>
          <w:cs/>
        </w:rPr>
        <w:t xml:space="preserve">เลขทะเบียน </w:t>
      </w:r>
      <w:r w:rsidR="00D6443C" w:rsidRPr="00D31193">
        <w:rPr>
          <w:rFonts w:ascii="Angsana New" w:hAnsi="Angsana New" w:cs="Angsana New"/>
          <w:lang w:val="en-US"/>
        </w:rPr>
        <w:t>9052</w:t>
      </w:r>
    </w:p>
    <w:p w14:paraId="2B7D0F5A" w14:textId="77777777" w:rsidR="00F67358" w:rsidRPr="00D31193" w:rsidRDefault="00F67358" w:rsidP="00F67358">
      <w:pPr>
        <w:pStyle w:val="a"/>
        <w:tabs>
          <w:tab w:val="clear" w:pos="1080"/>
        </w:tabs>
        <w:rPr>
          <w:rFonts w:ascii="Angsana New" w:hAnsi="Angsana New" w:cs="Angsana New"/>
          <w:lang w:val="en-US"/>
        </w:rPr>
      </w:pPr>
    </w:p>
    <w:p w14:paraId="77C2C7BC" w14:textId="77777777" w:rsidR="00F67358" w:rsidRPr="00D31193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0675618D" w14:textId="77777777" w:rsidR="00F67358" w:rsidRPr="00D31193" w:rsidRDefault="00F67358" w:rsidP="00F67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10D1D13" w14:textId="14D615E2" w:rsidR="00F67358" w:rsidRDefault="00E840ED" w:rsidP="00B56CE4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="0030465A" w:rsidRPr="00D31193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พฤษภาคม </w:t>
      </w:r>
      <w:r w:rsidR="00D6443C" w:rsidRPr="00D31193">
        <w:rPr>
          <w:rFonts w:ascii="Angsana New" w:hAnsi="Angsana New" w:cs="Angsana New"/>
          <w:b w:val="0"/>
          <w:bCs w:val="0"/>
          <w:sz w:val="30"/>
          <w:szCs w:val="30"/>
        </w:rPr>
        <w:t>2564</w:t>
      </w:r>
    </w:p>
    <w:p w14:paraId="7BC408EA" w14:textId="77777777" w:rsidR="00B33321" w:rsidRDefault="00B33321" w:rsidP="007474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sectPr w:rsidR="00B33321" w:rsidSect="00A13EA9">
      <w:headerReference w:type="default" r:id="rId25"/>
      <w:footerReference w:type="default" r:id="rId26"/>
      <w:pgSz w:w="11909" w:h="16834" w:code="9"/>
      <w:pgMar w:top="691" w:right="1152" w:bottom="576" w:left="1152" w:header="720" w:footer="59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23B59" w14:textId="77777777" w:rsidR="00CC1ABB" w:rsidRDefault="00CC1ABB" w:rsidP="002308C6">
      <w:pPr>
        <w:pStyle w:val="3"/>
        <w:rPr>
          <w:rFonts w:cs="Book Antiqua"/>
          <w:cs/>
        </w:rPr>
      </w:pPr>
      <w:r>
        <w:separator/>
      </w:r>
    </w:p>
  </w:endnote>
  <w:endnote w:type="continuationSeparator" w:id="0">
    <w:p w14:paraId="6EA05C6F" w14:textId="77777777" w:rsidR="00CC1ABB" w:rsidRDefault="00CC1ABB" w:rsidP="002308C6">
      <w:pPr>
        <w:pStyle w:val="3"/>
        <w:rPr>
          <w:rFonts w:cs="Book Antiqua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35ED4" w14:textId="77777777" w:rsidR="003F5D6B" w:rsidRPr="00F67358" w:rsidRDefault="003F5D6B" w:rsidP="001248D8">
    <w:pPr>
      <w:pStyle w:val="Footer"/>
      <w:tabs>
        <w:tab w:val="clear" w:pos="4536"/>
        <w:tab w:val="left" w:pos="4380"/>
        <w:tab w:val="center" w:pos="4513"/>
      </w:tabs>
      <w:rPr>
        <w:rFonts w:ascii="Angsana New" w:hAnsi="Angsana New"/>
        <w:sz w:val="30"/>
        <w:szCs w:val="3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80238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534A874" w14:textId="39903395" w:rsidR="00A13EA9" w:rsidRPr="00A13EA9" w:rsidRDefault="00A13EA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A13EA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13EA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A13EA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A13EA9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A13EA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6C821" w14:textId="77777777" w:rsidR="00CC1ABB" w:rsidRDefault="00CC1ABB" w:rsidP="002308C6">
      <w:pPr>
        <w:pStyle w:val="3"/>
        <w:rPr>
          <w:rFonts w:cs="Book Antiqua"/>
          <w:cs/>
        </w:rPr>
      </w:pPr>
      <w:r>
        <w:separator/>
      </w:r>
    </w:p>
  </w:footnote>
  <w:footnote w:type="continuationSeparator" w:id="0">
    <w:p w14:paraId="1C2F49FA" w14:textId="77777777" w:rsidR="00CC1ABB" w:rsidRDefault="00CC1ABB" w:rsidP="002308C6">
      <w:pPr>
        <w:pStyle w:val="3"/>
        <w:rPr>
          <w:rFonts w:cs="Book Antiqua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CE13D" w14:textId="77777777" w:rsidR="003F5D6B" w:rsidRPr="00D90C5B" w:rsidRDefault="003F5D6B" w:rsidP="00D4211E">
    <w:pPr>
      <w:pStyle w:val="Heading5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</w:t>
    </w:r>
  </w:p>
  <w:p w14:paraId="3D69BC59" w14:textId="77777777" w:rsidR="003F5D6B" w:rsidRPr="007A52D5" w:rsidRDefault="003F5D6B" w:rsidP="00D4211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firstLine="706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AD1E7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7FB3863F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25321E57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0EC2C866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618EADE5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39B216EA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0025D7FE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46DBDB9A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7B8482DA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</w:rPr>
    </w:pPr>
  </w:p>
  <w:p w14:paraId="259CE09B" w14:textId="77777777" w:rsidR="003F5D6B" w:rsidRPr="005F17CF" w:rsidRDefault="003F5D6B" w:rsidP="0092713E">
    <w:pPr>
      <w:pStyle w:val="Header"/>
      <w:rPr>
        <w:rFonts w:ascii="Angsana New" w:hAnsi="Angsana New"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F06B0" w14:textId="77777777" w:rsidR="003F5D6B" w:rsidRPr="007A52D5" w:rsidRDefault="003F5D6B" w:rsidP="00D4211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firstLine="706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4F4B36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1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0FFB446C"/>
    <w:multiLevelType w:val="hybridMultilevel"/>
    <w:tmpl w:val="930E2B72"/>
    <w:lvl w:ilvl="0" w:tplc="FFFFFFFF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38C09810">
      <w:start w:val="1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264FD"/>
    <w:multiLevelType w:val="singleLevel"/>
    <w:tmpl w:val="DB3AE802"/>
    <w:lvl w:ilvl="0">
      <w:numFmt w:val="bullet"/>
      <w:lvlText w:val="-"/>
      <w:lvlJc w:val="left"/>
      <w:pPr>
        <w:ind w:left="360" w:hanging="360"/>
      </w:pPr>
      <w:rPr>
        <w:rFonts w:ascii="Angsana New" w:eastAsia="Times New Roman" w:hAnsi="Angsana New" w:cs="Angsana New" w:hint="default"/>
        <w:color w:val="auto"/>
        <w:sz w:val="24"/>
      </w:rPr>
    </w:lvl>
  </w:abstractNum>
  <w:abstractNum w:abstractNumId="14" w15:restartNumberingAfterBreak="0">
    <w:nsid w:val="22B9573E"/>
    <w:multiLevelType w:val="singleLevel"/>
    <w:tmpl w:val="A8BEFE9A"/>
    <w:lvl w:ilvl="0">
      <w:start w:val="1"/>
      <w:numFmt w:val="bullet"/>
      <w:lvlText w:val="-"/>
      <w:lvlJc w:val="left"/>
      <w:pPr>
        <w:ind w:left="360" w:hanging="360"/>
      </w:pPr>
      <w:rPr>
        <w:rFonts w:ascii="Angsana New" w:eastAsia="Arial" w:hAnsi="Angsana New" w:cs="Angsana New" w:hint="default"/>
        <w:color w:val="auto"/>
        <w:sz w:val="24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A4F8B"/>
    <w:multiLevelType w:val="hybridMultilevel"/>
    <w:tmpl w:val="E910C0FA"/>
    <w:lvl w:ilvl="0" w:tplc="91BC824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57ECA"/>
    <w:multiLevelType w:val="hybridMultilevel"/>
    <w:tmpl w:val="AA60B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7" w15:restartNumberingAfterBreak="0">
    <w:nsid w:val="5A1C3FB9"/>
    <w:multiLevelType w:val="hybridMultilevel"/>
    <w:tmpl w:val="8C506646"/>
    <w:lvl w:ilvl="0" w:tplc="C9DC729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F4A63650">
      <w:start w:val="1"/>
      <w:numFmt w:val="thaiLetters"/>
      <w:lvlText w:val="(%2)"/>
      <w:lvlJc w:val="left"/>
      <w:pPr>
        <w:ind w:left="144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0363ABD"/>
    <w:multiLevelType w:val="hybridMultilevel"/>
    <w:tmpl w:val="A664D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1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8D8379B"/>
    <w:multiLevelType w:val="hybridMultilevel"/>
    <w:tmpl w:val="41F01678"/>
    <w:lvl w:ilvl="0" w:tplc="EAE63D9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548CE"/>
    <w:multiLevelType w:val="hybridMultilevel"/>
    <w:tmpl w:val="79C29BB8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9"/>
  </w:num>
  <w:num w:numId="12">
    <w:abstractNumId w:val="15"/>
  </w:num>
  <w:num w:numId="13">
    <w:abstractNumId w:val="30"/>
  </w:num>
  <w:num w:numId="14">
    <w:abstractNumId w:val="17"/>
  </w:num>
  <w:num w:numId="15">
    <w:abstractNumId w:val="20"/>
  </w:num>
  <w:num w:numId="16">
    <w:abstractNumId w:val="10"/>
  </w:num>
  <w:num w:numId="17">
    <w:abstractNumId w:val="25"/>
  </w:num>
  <w:num w:numId="18">
    <w:abstractNumId w:val="27"/>
  </w:num>
  <w:num w:numId="19">
    <w:abstractNumId w:val="12"/>
  </w:num>
  <w:num w:numId="20">
    <w:abstractNumId w:val="29"/>
  </w:num>
  <w:num w:numId="21">
    <w:abstractNumId w:val="22"/>
  </w:num>
  <w:num w:numId="22">
    <w:abstractNumId w:val="24"/>
  </w:num>
  <w:num w:numId="23">
    <w:abstractNumId w:val="23"/>
  </w:num>
  <w:num w:numId="24">
    <w:abstractNumId w:val="11"/>
  </w:num>
  <w:num w:numId="25">
    <w:abstractNumId w:val="31"/>
  </w:num>
  <w:num w:numId="26">
    <w:abstractNumId w:val="16"/>
  </w:num>
  <w:num w:numId="27">
    <w:abstractNumId w:val="21"/>
  </w:num>
  <w:num w:numId="28">
    <w:abstractNumId w:val="33"/>
  </w:num>
  <w:num w:numId="29">
    <w:abstractNumId w:val="34"/>
  </w:num>
  <w:num w:numId="30">
    <w:abstractNumId w:val="26"/>
  </w:num>
  <w:num w:numId="31">
    <w:abstractNumId w:val="32"/>
  </w:num>
  <w:num w:numId="32">
    <w:abstractNumId w:val="18"/>
  </w:num>
  <w:num w:numId="33">
    <w:abstractNumId w:val="13"/>
  </w:num>
  <w:num w:numId="34">
    <w:abstractNumId w:val="14"/>
  </w:num>
  <w:num w:numId="35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114"/>
    <w:rsid w:val="0000041E"/>
    <w:rsid w:val="000009B3"/>
    <w:rsid w:val="00000AC0"/>
    <w:rsid w:val="00000AF2"/>
    <w:rsid w:val="00001C79"/>
    <w:rsid w:val="0000200F"/>
    <w:rsid w:val="000020B4"/>
    <w:rsid w:val="00002C9A"/>
    <w:rsid w:val="00002DAC"/>
    <w:rsid w:val="00002EF9"/>
    <w:rsid w:val="0000332D"/>
    <w:rsid w:val="00003765"/>
    <w:rsid w:val="00003FEC"/>
    <w:rsid w:val="000040C2"/>
    <w:rsid w:val="000044D5"/>
    <w:rsid w:val="00004617"/>
    <w:rsid w:val="00004C81"/>
    <w:rsid w:val="00004FDC"/>
    <w:rsid w:val="00005277"/>
    <w:rsid w:val="0000581A"/>
    <w:rsid w:val="000059D3"/>
    <w:rsid w:val="00005F73"/>
    <w:rsid w:val="0000701F"/>
    <w:rsid w:val="00007660"/>
    <w:rsid w:val="000101B0"/>
    <w:rsid w:val="00010238"/>
    <w:rsid w:val="000106DB"/>
    <w:rsid w:val="00010B8E"/>
    <w:rsid w:val="00011046"/>
    <w:rsid w:val="0001137C"/>
    <w:rsid w:val="000114F4"/>
    <w:rsid w:val="00011950"/>
    <w:rsid w:val="00012042"/>
    <w:rsid w:val="00012046"/>
    <w:rsid w:val="00013297"/>
    <w:rsid w:val="000133A0"/>
    <w:rsid w:val="0001358A"/>
    <w:rsid w:val="00013735"/>
    <w:rsid w:val="00013C44"/>
    <w:rsid w:val="00013F44"/>
    <w:rsid w:val="000143BB"/>
    <w:rsid w:val="0001441F"/>
    <w:rsid w:val="00014750"/>
    <w:rsid w:val="00015624"/>
    <w:rsid w:val="000158EA"/>
    <w:rsid w:val="00016080"/>
    <w:rsid w:val="0001636E"/>
    <w:rsid w:val="00017128"/>
    <w:rsid w:val="0001725A"/>
    <w:rsid w:val="000177C6"/>
    <w:rsid w:val="00017BBE"/>
    <w:rsid w:val="0002098C"/>
    <w:rsid w:val="00020AE7"/>
    <w:rsid w:val="00020D02"/>
    <w:rsid w:val="00021635"/>
    <w:rsid w:val="00021AB1"/>
    <w:rsid w:val="00022081"/>
    <w:rsid w:val="00022692"/>
    <w:rsid w:val="000229A6"/>
    <w:rsid w:val="00023C76"/>
    <w:rsid w:val="00024401"/>
    <w:rsid w:val="00024599"/>
    <w:rsid w:val="00025ADF"/>
    <w:rsid w:val="00025BB2"/>
    <w:rsid w:val="0002619D"/>
    <w:rsid w:val="000263F6"/>
    <w:rsid w:val="00026402"/>
    <w:rsid w:val="00026A4D"/>
    <w:rsid w:val="00027104"/>
    <w:rsid w:val="000271E8"/>
    <w:rsid w:val="0002778A"/>
    <w:rsid w:val="00027E91"/>
    <w:rsid w:val="00030689"/>
    <w:rsid w:val="00030DD8"/>
    <w:rsid w:val="0003164D"/>
    <w:rsid w:val="00031F52"/>
    <w:rsid w:val="00032BAA"/>
    <w:rsid w:val="00033630"/>
    <w:rsid w:val="0003389B"/>
    <w:rsid w:val="000340A9"/>
    <w:rsid w:val="00034572"/>
    <w:rsid w:val="0003478D"/>
    <w:rsid w:val="00034B89"/>
    <w:rsid w:val="00035829"/>
    <w:rsid w:val="000361FC"/>
    <w:rsid w:val="000362D7"/>
    <w:rsid w:val="000363B0"/>
    <w:rsid w:val="00036457"/>
    <w:rsid w:val="000367CB"/>
    <w:rsid w:val="00036F6E"/>
    <w:rsid w:val="0003708E"/>
    <w:rsid w:val="000375EF"/>
    <w:rsid w:val="0003780A"/>
    <w:rsid w:val="00040238"/>
    <w:rsid w:val="00040756"/>
    <w:rsid w:val="00040C80"/>
    <w:rsid w:val="00040FD7"/>
    <w:rsid w:val="0004129E"/>
    <w:rsid w:val="0004179A"/>
    <w:rsid w:val="000417F2"/>
    <w:rsid w:val="000423A8"/>
    <w:rsid w:val="00042733"/>
    <w:rsid w:val="00042787"/>
    <w:rsid w:val="000427B9"/>
    <w:rsid w:val="00042D60"/>
    <w:rsid w:val="000431EA"/>
    <w:rsid w:val="0004349E"/>
    <w:rsid w:val="00043799"/>
    <w:rsid w:val="0004457A"/>
    <w:rsid w:val="00044BA8"/>
    <w:rsid w:val="00044E4B"/>
    <w:rsid w:val="0004528E"/>
    <w:rsid w:val="00045813"/>
    <w:rsid w:val="00046AE4"/>
    <w:rsid w:val="00046F24"/>
    <w:rsid w:val="000470A3"/>
    <w:rsid w:val="00047852"/>
    <w:rsid w:val="00047B5C"/>
    <w:rsid w:val="00050AB9"/>
    <w:rsid w:val="00050BB3"/>
    <w:rsid w:val="00050EA2"/>
    <w:rsid w:val="00051240"/>
    <w:rsid w:val="0005180D"/>
    <w:rsid w:val="00051BE5"/>
    <w:rsid w:val="00051D28"/>
    <w:rsid w:val="00051E38"/>
    <w:rsid w:val="00051EEE"/>
    <w:rsid w:val="00052973"/>
    <w:rsid w:val="00052B49"/>
    <w:rsid w:val="00052B59"/>
    <w:rsid w:val="00052BD4"/>
    <w:rsid w:val="00052CAD"/>
    <w:rsid w:val="00052CB5"/>
    <w:rsid w:val="00052D14"/>
    <w:rsid w:val="000532B7"/>
    <w:rsid w:val="0005373B"/>
    <w:rsid w:val="00054000"/>
    <w:rsid w:val="00055294"/>
    <w:rsid w:val="00055492"/>
    <w:rsid w:val="00055562"/>
    <w:rsid w:val="000555F6"/>
    <w:rsid w:val="000559EC"/>
    <w:rsid w:val="00055F1B"/>
    <w:rsid w:val="00055FF1"/>
    <w:rsid w:val="000561ED"/>
    <w:rsid w:val="00056346"/>
    <w:rsid w:val="0005635E"/>
    <w:rsid w:val="000567BA"/>
    <w:rsid w:val="000570BF"/>
    <w:rsid w:val="00057333"/>
    <w:rsid w:val="00057754"/>
    <w:rsid w:val="00057893"/>
    <w:rsid w:val="000579C8"/>
    <w:rsid w:val="00057D2B"/>
    <w:rsid w:val="00057E7B"/>
    <w:rsid w:val="00060157"/>
    <w:rsid w:val="00060817"/>
    <w:rsid w:val="0006094F"/>
    <w:rsid w:val="000609AB"/>
    <w:rsid w:val="00060E2D"/>
    <w:rsid w:val="00060EF0"/>
    <w:rsid w:val="00062018"/>
    <w:rsid w:val="0006230D"/>
    <w:rsid w:val="00062599"/>
    <w:rsid w:val="00062C9F"/>
    <w:rsid w:val="00062DDA"/>
    <w:rsid w:val="00062DE4"/>
    <w:rsid w:val="0006301C"/>
    <w:rsid w:val="000635AA"/>
    <w:rsid w:val="00063B2C"/>
    <w:rsid w:val="0006429B"/>
    <w:rsid w:val="0006459F"/>
    <w:rsid w:val="000645CD"/>
    <w:rsid w:val="00064CB4"/>
    <w:rsid w:val="00064D05"/>
    <w:rsid w:val="00064E36"/>
    <w:rsid w:val="00065857"/>
    <w:rsid w:val="00065E8F"/>
    <w:rsid w:val="000666FB"/>
    <w:rsid w:val="000669EA"/>
    <w:rsid w:val="00066B95"/>
    <w:rsid w:val="00066C83"/>
    <w:rsid w:val="00066F27"/>
    <w:rsid w:val="000674DE"/>
    <w:rsid w:val="0006780A"/>
    <w:rsid w:val="000678D5"/>
    <w:rsid w:val="00067F9C"/>
    <w:rsid w:val="00070180"/>
    <w:rsid w:val="0007038B"/>
    <w:rsid w:val="00070513"/>
    <w:rsid w:val="000713C6"/>
    <w:rsid w:val="000714E3"/>
    <w:rsid w:val="000724F7"/>
    <w:rsid w:val="0007288B"/>
    <w:rsid w:val="00073135"/>
    <w:rsid w:val="000746C7"/>
    <w:rsid w:val="00074735"/>
    <w:rsid w:val="00074E48"/>
    <w:rsid w:val="00075CD0"/>
    <w:rsid w:val="0007601D"/>
    <w:rsid w:val="000762FB"/>
    <w:rsid w:val="000768B7"/>
    <w:rsid w:val="0007690A"/>
    <w:rsid w:val="00076C65"/>
    <w:rsid w:val="00076DD3"/>
    <w:rsid w:val="00076EA0"/>
    <w:rsid w:val="00077839"/>
    <w:rsid w:val="000779E1"/>
    <w:rsid w:val="00077B12"/>
    <w:rsid w:val="00077C07"/>
    <w:rsid w:val="00077CEA"/>
    <w:rsid w:val="00080EA3"/>
    <w:rsid w:val="00081054"/>
    <w:rsid w:val="00081087"/>
    <w:rsid w:val="0008166F"/>
    <w:rsid w:val="0008174B"/>
    <w:rsid w:val="000820AA"/>
    <w:rsid w:val="00082352"/>
    <w:rsid w:val="00082B89"/>
    <w:rsid w:val="00082C3A"/>
    <w:rsid w:val="0008334C"/>
    <w:rsid w:val="000833C8"/>
    <w:rsid w:val="000835A7"/>
    <w:rsid w:val="00084435"/>
    <w:rsid w:val="00084798"/>
    <w:rsid w:val="00085216"/>
    <w:rsid w:val="000858A0"/>
    <w:rsid w:val="00085E2A"/>
    <w:rsid w:val="000861ED"/>
    <w:rsid w:val="000861F1"/>
    <w:rsid w:val="00086404"/>
    <w:rsid w:val="000867CA"/>
    <w:rsid w:val="000868B1"/>
    <w:rsid w:val="000868B6"/>
    <w:rsid w:val="000868DD"/>
    <w:rsid w:val="0008758B"/>
    <w:rsid w:val="00087712"/>
    <w:rsid w:val="00087811"/>
    <w:rsid w:val="00087BED"/>
    <w:rsid w:val="000902ED"/>
    <w:rsid w:val="00090C20"/>
    <w:rsid w:val="0009101F"/>
    <w:rsid w:val="0009129B"/>
    <w:rsid w:val="00091C22"/>
    <w:rsid w:val="00091E31"/>
    <w:rsid w:val="0009200E"/>
    <w:rsid w:val="00092CF3"/>
    <w:rsid w:val="0009319A"/>
    <w:rsid w:val="00093405"/>
    <w:rsid w:val="00093737"/>
    <w:rsid w:val="00094013"/>
    <w:rsid w:val="00094723"/>
    <w:rsid w:val="000949F5"/>
    <w:rsid w:val="0009511E"/>
    <w:rsid w:val="00095DD9"/>
    <w:rsid w:val="00095E98"/>
    <w:rsid w:val="00096381"/>
    <w:rsid w:val="00096C63"/>
    <w:rsid w:val="0009702B"/>
    <w:rsid w:val="000972F5"/>
    <w:rsid w:val="00097DAD"/>
    <w:rsid w:val="00097E9B"/>
    <w:rsid w:val="000A0288"/>
    <w:rsid w:val="000A08CE"/>
    <w:rsid w:val="000A13D8"/>
    <w:rsid w:val="000A14FC"/>
    <w:rsid w:val="000A1CA2"/>
    <w:rsid w:val="000A1CF8"/>
    <w:rsid w:val="000A251A"/>
    <w:rsid w:val="000A27A0"/>
    <w:rsid w:val="000A2E33"/>
    <w:rsid w:val="000A3118"/>
    <w:rsid w:val="000A32B1"/>
    <w:rsid w:val="000A37C1"/>
    <w:rsid w:val="000A38C1"/>
    <w:rsid w:val="000A411D"/>
    <w:rsid w:val="000A4A73"/>
    <w:rsid w:val="000A5925"/>
    <w:rsid w:val="000A6342"/>
    <w:rsid w:val="000A6740"/>
    <w:rsid w:val="000A6FC1"/>
    <w:rsid w:val="000A70AD"/>
    <w:rsid w:val="000A7219"/>
    <w:rsid w:val="000A739D"/>
    <w:rsid w:val="000A754A"/>
    <w:rsid w:val="000A76BD"/>
    <w:rsid w:val="000A7A21"/>
    <w:rsid w:val="000B01BA"/>
    <w:rsid w:val="000B02BF"/>
    <w:rsid w:val="000B02F7"/>
    <w:rsid w:val="000B081A"/>
    <w:rsid w:val="000B0DFD"/>
    <w:rsid w:val="000B106C"/>
    <w:rsid w:val="000B10DA"/>
    <w:rsid w:val="000B13B8"/>
    <w:rsid w:val="000B3104"/>
    <w:rsid w:val="000B3148"/>
    <w:rsid w:val="000B3861"/>
    <w:rsid w:val="000B38AA"/>
    <w:rsid w:val="000B3A47"/>
    <w:rsid w:val="000B439E"/>
    <w:rsid w:val="000B4880"/>
    <w:rsid w:val="000B4889"/>
    <w:rsid w:val="000B4903"/>
    <w:rsid w:val="000B4C87"/>
    <w:rsid w:val="000B4F47"/>
    <w:rsid w:val="000B4FF2"/>
    <w:rsid w:val="000B56E3"/>
    <w:rsid w:val="000B5C13"/>
    <w:rsid w:val="000B5C5E"/>
    <w:rsid w:val="000B5EDC"/>
    <w:rsid w:val="000B60CA"/>
    <w:rsid w:val="000B7601"/>
    <w:rsid w:val="000B7852"/>
    <w:rsid w:val="000B7CA7"/>
    <w:rsid w:val="000B7F92"/>
    <w:rsid w:val="000C0416"/>
    <w:rsid w:val="000C0C80"/>
    <w:rsid w:val="000C1002"/>
    <w:rsid w:val="000C1561"/>
    <w:rsid w:val="000C15F7"/>
    <w:rsid w:val="000C19F6"/>
    <w:rsid w:val="000C1B3D"/>
    <w:rsid w:val="000C33A7"/>
    <w:rsid w:val="000C3AAB"/>
    <w:rsid w:val="000C3B29"/>
    <w:rsid w:val="000C3FCA"/>
    <w:rsid w:val="000C4168"/>
    <w:rsid w:val="000C4A94"/>
    <w:rsid w:val="000C4B28"/>
    <w:rsid w:val="000C4EDF"/>
    <w:rsid w:val="000C55DA"/>
    <w:rsid w:val="000C5709"/>
    <w:rsid w:val="000C585B"/>
    <w:rsid w:val="000C6160"/>
    <w:rsid w:val="000C65A9"/>
    <w:rsid w:val="000C6B46"/>
    <w:rsid w:val="000C6EB8"/>
    <w:rsid w:val="000C7041"/>
    <w:rsid w:val="000C77A0"/>
    <w:rsid w:val="000C7BF0"/>
    <w:rsid w:val="000D004C"/>
    <w:rsid w:val="000D0850"/>
    <w:rsid w:val="000D1A53"/>
    <w:rsid w:val="000D2391"/>
    <w:rsid w:val="000D2C4F"/>
    <w:rsid w:val="000D2F89"/>
    <w:rsid w:val="000D3EDB"/>
    <w:rsid w:val="000D3FCD"/>
    <w:rsid w:val="000D4250"/>
    <w:rsid w:val="000D4760"/>
    <w:rsid w:val="000D5590"/>
    <w:rsid w:val="000D58C6"/>
    <w:rsid w:val="000D5990"/>
    <w:rsid w:val="000D5BE0"/>
    <w:rsid w:val="000D6594"/>
    <w:rsid w:val="000D6CFD"/>
    <w:rsid w:val="000D749E"/>
    <w:rsid w:val="000D74B4"/>
    <w:rsid w:val="000D7B14"/>
    <w:rsid w:val="000D7EAD"/>
    <w:rsid w:val="000D7EB8"/>
    <w:rsid w:val="000E028F"/>
    <w:rsid w:val="000E0442"/>
    <w:rsid w:val="000E0E81"/>
    <w:rsid w:val="000E12B6"/>
    <w:rsid w:val="000E14CF"/>
    <w:rsid w:val="000E1748"/>
    <w:rsid w:val="000E179E"/>
    <w:rsid w:val="000E1B7D"/>
    <w:rsid w:val="000E1BA7"/>
    <w:rsid w:val="000E2187"/>
    <w:rsid w:val="000E28CF"/>
    <w:rsid w:val="000E2AC9"/>
    <w:rsid w:val="000E3076"/>
    <w:rsid w:val="000E3DAE"/>
    <w:rsid w:val="000E3F7A"/>
    <w:rsid w:val="000E434E"/>
    <w:rsid w:val="000E4389"/>
    <w:rsid w:val="000E4B14"/>
    <w:rsid w:val="000E4E80"/>
    <w:rsid w:val="000E519C"/>
    <w:rsid w:val="000E5F2B"/>
    <w:rsid w:val="000E6288"/>
    <w:rsid w:val="000E6410"/>
    <w:rsid w:val="000E67A1"/>
    <w:rsid w:val="000E6C88"/>
    <w:rsid w:val="000E7AB7"/>
    <w:rsid w:val="000F00F6"/>
    <w:rsid w:val="000F029D"/>
    <w:rsid w:val="000F077D"/>
    <w:rsid w:val="000F08CA"/>
    <w:rsid w:val="000F0BE7"/>
    <w:rsid w:val="000F1035"/>
    <w:rsid w:val="000F122E"/>
    <w:rsid w:val="000F1668"/>
    <w:rsid w:val="000F196A"/>
    <w:rsid w:val="000F1FFD"/>
    <w:rsid w:val="000F223A"/>
    <w:rsid w:val="000F2368"/>
    <w:rsid w:val="000F2486"/>
    <w:rsid w:val="000F2AB8"/>
    <w:rsid w:val="000F3197"/>
    <w:rsid w:val="000F3896"/>
    <w:rsid w:val="000F3F01"/>
    <w:rsid w:val="000F4328"/>
    <w:rsid w:val="000F58D8"/>
    <w:rsid w:val="000F58E1"/>
    <w:rsid w:val="000F60F2"/>
    <w:rsid w:val="000F6B24"/>
    <w:rsid w:val="000F6CAD"/>
    <w:rsid w:val="000F6FD7"/>
    <w:rsid w:val="000F7143"/>
    <w:rsid w:val="000F788B"/>
    <w:rsid w:val="0010011A"/>
    <w:rsid w:val="001011B0"/>
    <w:rsid w:val="00101868"/>
    <w:rsid w:val="0010186F"/>
    <w:rsid w:val="00102074"/>
    <w:rsid w:val="00103246"/>
    <w:rsid w:val="00103510"/>
    <w:rsid w:val="001035C6"/>
    <w:rsid w:val="00103F50"/>
    <w:rsid w:val="00104D39"/>
    <w:rsid w:val="001050C8"/>
    <w:rsid w:val="0010552E"/>
    <w:rsid w:val="0010555F"/>
    <w:rsid w:val="0010593C"/>
    <w:rsid w:val="00105EFF"/>
    <w:rsid w:val="00106116"/>
    <w:rsid w:val="00106119"/>
    <w:rsid w:val="00106866"/>
    <w:rsid w:val="001069D8"/>
    <w:rsid w:val="00107AA3"/>
    <w:rsid w:val="00107C2D"/>
    <w:rsid w:val="00107DB0"/>
    <w:rsid w:val="00110851"/>
    <w:rsid w:val="00110857"/>
    <w:rsid w:val="00110A62"/>
    <w:rsid w:val="001118D5"/>
    <w:rsid w:val="00111ADF"/>
    <w:rsid w:val="00112321"/>
    <w:rsid w:val="00112699"/>
    <w:rsid w:val="001129FC"/>
    <w:rsid w:val="00112D58"/>
    <w:rsid w:val="00113118"/>
    <w:rsid w:val="00113A0D"/>
    <w:rsid w:val="00113A7B"/>
    <w:rsid w:val="00114280"/>
    <w:rsid w:val="001143BF"/>
    <w:rsid w:val="00115650"/>
    <w:rsid w:val="00115763"/>
    <w:rsid w:val="00115E76"/>
    <w:rsid w:val="00116342"/>
    <w:rsid w:val="00116F42"/>
    <w:rsid w:val="001177B6"/>
    <w:rsid w:val="00117939"/>
    <w:rsid w:val="00120399"/>
    <w:rsid w:val="0012041B"/>
    <w:rsid w:val="001207CA"/>
    <w:rsid w:val="00121A77"/>
    <w:rsid w:val="00121C37"/>
    <w:rsid w:val="00121D7D"/>
    <w:rsid w:val="00121E83"/>
    <w:rsid w:val="00121F6D"/>
    <w:rsid w:val="001221C2"/>
    <w:rsid w:val="00122512"/>
    <w:rsid w:val="0012270D"/>
    <w:rsid w:val="00122713"/>
    <w:rsid w:val="00123180"/>
    <w:rsid w:val="0012321F"/>
    <w:rsid w:val="00123373"/>
    <w:rsid w:val="001248D8"/>
    <w:rsid w:val="001249E4"/>
    <w:rsid w:val="00124F4C"/>
    <w:rsid w:val="001251FF"/>
    <w:rsid w:val="00125FDD"/>
    <w:rsid w:val="00126108"/>
    <w:rsid w:val="00126219"/>
    <w:rsid w:val="00126477"/>
    <w:rsid w:val="00126D32"/>
    <w:rsid w:val="0012760C"/>
    <w:rsid w:val="00127836"/>
    <w:rsid w:val="001301D7"/>
    <w:rsid w:val="00130AEB"/>
    <w:rsid w:val="00130DED"/>
    <w:rsid w:val="00131489"/>
    <w:rsid w:val="001317DE"/>
    <w:rsid w:val="0013193F"/>
    <w:rsid w:val="001320E3"/>
    <w:rsid w:val="00132E42"/>
    <w:rsid w:val="001331A8"/>
    <w:rsid w:val="00134157"/>
    <w:rsid w:val="0013534D"/>
    <w:rsid w:val="00135763"/>
    <w:rsid w:val="00135ACC"/>
    <w:rsid w:val="00135F9A"/>
    <w:rsid w:val="001361D6"/>
    <w:rsid w:val="0013645F"/>
    <w:rsid w:val="00136C18"/>
    <w:rsid w:val="0013732E"/>
    <w:rsid w:val="001375A7"/>
    <w:rsid w:val="001377EF"/>
    <w:rsid w:val="00137DC0"/>
    <w:rsid w:val="00140D25"/>
    <w:rsid w:val="00140FD2"/>
    <w:rsid w:val="001411B1"/>
    <w:rsid w:val="001414D6"/>
    <w:rsid w:val="001417FE"/>
    <w:rsid w:val="0014226F"/>
    <w:rsid w:val="0014285E"/>
    <w:rsid w:val="00142A8C"/>
    <w:rsid w:val="00142AB8"/>
    <w:rsid w:val="0014301E"/>
    <w:rsid w:val="001431F0"/>
    <w:rsid w:val="001438B1"/>
    <w:rsid w:val="001438E1"/>
    <w:rsid w:val="00144707"/>
    <w:rsid w:val="001455FA"/>
    <w:rsid w:val="00145C36"/>
    <w:rsid w:val="00146032"/>
    <w:rsid w:val="0014605D"/>
    <w:rsid w:val="0014641B"/>
    <w:rsid w:val="00146DB1"/>
    <w:rsid w:val="00146FBA"/>
    <w:rsid w:val="00147019"/>
    <w:rsid w:val="0014777B"/>
    <w:rsid w:val="00147912"/>
    <w:rsid w:val="00147D1D"/>
    <w:rsid w:val="001504C5"/>
    <w:rsid w:val="001506B4"/>
    <w:rsid w:val="001508DF"/>
    <w:rsid w:val="00150BD5"/>
    <w:rsid w:val="00150F17"/>
    <w:rsid w:val="00151370"/>
    <w:rsid w:val="001517A3"/>
    <w:rsid w:val="0015194F"/>
    <w:rsid w:val="00152442"/>
    <w:rsid w:val="001524DD"/>
    <w:rsid w:val="00152EF4"/>
    <w:rsid w:val="001534B8"/>
    <w:rsid w:val="00153690"/>
    <w:rsid w:val="001538FE"/>
    <w:rsid w:val="00153965"/>
    <w:rsid w:val="001548C9"/>
    <w:rsid w:val="00154A07"/>
    <w:rsid w:val="00154AE0"/>
    <w:rsid w:val="00155829"/>
    <w:rsid w:val="00155BD0"/>
    <w:rsid w:val="00155DD5"/>
    <w:rsid w:val="00156D95"/>
    <w:rsid w:val="00157054"/>
    <w:rsid w:val="00157647"/>
    <w:rsid w:val="001577AD"/>
    <w:rsid w:val="00157D6C"/>
    <w:rsid w:val="00160010"/>
    <w:rsid w:val="00160927"/>
    <w:rsid w:val="00160AAA"/>
    <w:rsid w:val="00160FF1"/>
    <w:rsid w:val="00161120"/>
    <w:rsid w:val="00161184"/>
    <w:rsid w:val="001612B9"/>
    <w:rsid w:val="00161B96"/>
    <w:rsid w:val="00161C58"/>
    <w:rsid w:val="001622F6"/>
    <w:rsid w:val="001625FB"/>
    <w:rsid w:val="00162701"/>
    <w:rsid w:val="0016323E"/>
    <w:rsid w:val="001632B6"/>
    <w:rsid w:val="001639A6"/>
    <w:rsid w:val="001643B6"/>
    <w:rsid w:val="00164488"/>
    <w:rsid w:val="001645A3"/>
    <w:rsid w:val="00164AFB"/>
    <w:rsid w:val="0016539C"/>
    <w:rsid w:val="001658F5"/>
    <w:rsid w:val="00165944"/>
    <w:rsid w:val="0016595E"/>
    <w:rsid w:val="00165AB0"/>
    <w:rsid w:val="00166F4A"/>
    <w:rsid w:val="001706D8"/>
    <w:rsid w:val="00170B4E"/>
    <w:rsid w:val="00170D7B"/>
    <w:rsid w:val="00170F42"/>
    <w:rsid w:val="00170FBB"/>
    <w:rsid w:val="00171028"/>
    <w:rsid w:val="001722B3"/>
    <w:rsid w:val="001724D5"/>
    <w:rsid w:val="001725AD"/>
    <w:rsid w:val="00172703"/>
    <w:rsid w:val="001728E1"/>
    <w:rsid w:val="00172E89"/>
    <w:rsid w:val="001730B1"/>
    <w:rsid w:val="00173682"/>
    <w:rsid w:val="00173A12"/>
    <w:rsid w:val="00173E43"/>
    <w:rsid w:val="00173F55"/>
    <w:rsid w:val="00174106"/>
    <w:rsid w:val="00174A7A"/>
    <w:rsid w:val="00174E1A"/>
    <w:rsid w:val="00175742"/>
    <w:rsid w:val="00175A07"/>
    <w:rsid w:val="00175CB8"/>
    <w:rsid w:val="00176F38"/>
    <w:rsid w:val="0018072E"/>
    <w:rsid w:val="0018097E"/>
    <w:rsid w:val="00180FC7"/>
    <w:rsid w:val="00181214"/>
    <w:rsid w:val="00181A68"/>
    <w:rsid w:val="00181ABA"/>
    <w:rsid w:val="00181EC4"/>
    <w:rsid w:val="001821CB"/>
    <w:rsid w:val="00182F2C"/>
    <w:rsid w:val="00183103"/>
    <w:rsid w:val="001833C6"/>
    <w:rsid w:val="00183938"/>
    <w:rsid w:val="00183E74"/>
    <w:rsid w:val="00183F18"/>
    <w:rsid w:val="001848F9"/>
    <w:rsid w:val="00184FBF"/>
    <w:rsid w:val="00185266"/>
    <w:rsid w:val="001857EB"/>
    <w:rsid w:val="00185DC4"/>
    <w:rsid w:val="0018665C"/>
    <w:rsid w:val="00186D2C"/>
    <w:rsid w:val="0018718B"/>
    <w:rsid w:val="00187265"/>
    <w:rsid w:val="00187D12"/>
    <w:rsid w:val="0019035A"/>
    <w:rsid w:val="00191113"/>
    <w:rsid w:val="001912D7"/>
    <w:rsid w:val="00191BF3"/>
    <w:rsid w:val="00191FCD"/>
    <w:rsid w:val="00192179"/>
    <w:rsid w:val="00192617"/>
    <w:rsid w:val="00192B7F"/>
    <w:rsid w:val="0019329C"/>
    <w:rsid w:val="00193F35"/>
    <w:rsid w:val="00194C78"/>
    <w:rsid w:val="00194CDC"/>
    <w:rsid w:val="00195680"/>
    <w:rsid w:val="001957CF"/>
    <w:rsid w:val="001957E1"/>
    <w:rsid w:val="00195C71"/>
    <w:rsid w:val="00195CA0"/>
    <w:rsid w:val="00196944"/>
    <w:rsid w:val="00196B17"/>
    <w:rsid w:val="001978F6"/>
    <w:rsid w:val="00197967"/>
    <w:rsid w:val="00197DE7"/>
    <w:rsid w:val="001A00F2"/>
    <w:rsid w:val="001A085D"/>
    <w:rsid w:val="001A0B80"/>
    <w:rsid w:val="001A0DC7"/>
    <w:rsid w:val="001A1456"/>
    <w:rsid w:val="001A1949"/>
    <w:rsid w:val="001A1ABA"/>
    <w:rsid w:val="001A257C"/>
    <w:rsid w:val="001A2B91"/>
    <w:rsid w:val="001A3F28"/>
    <w:rsid w:val="001A44E7"/>
    <w:rsid w:val="001A4610"/>
    <w:rsid w:val="001A473A"/>
    <w:rsid w:val="001A4810"/>
    <w:rsid w:val="001A567E"/>
    <w:rsid w:val="001A5AFF"/>
    <w:rsid w:val="001A5D1C"/>
    <w:rsid w:val="001A67A0"/>
    <w:rsid w:val="001A67D3"/>
    <w:rsid w:val="001A67DB"/>
    <w:rsid w:val="001A68D3"/>
    <w:rsid w:val="001A712A"/>
    <w:rsid w:val="001A730E"/>
    <w:rsid w:val="001A7448"/>
    <w:rsid w:val="001B03E5"/>
    <w:rsid w:val="001B058B"/>
    <w:rsid w:val="001B177D"/>
    <w:rsid w:val="001B178C"/>
    <w:rsid w:val="001B1B90"/>
    <w:rsid w:val="001B2515"/>
    <w:rsid w:val="001B302F"/>
    <w:rsid w:val="001B3236"/>
    <w:rsid w:val="001B33DF"/>
    <w:rsid w:val="001B362B"/>
    <w:rsid w:val="001B3C38"/>
    <w:rsid w:val="001B3F8B"/>
    <w:rsid w:val="001B41E2"/>
    <w:rsid w:val="001B4D43"/>
    <w:rsid w:val="001B50E4"/>
    <w:rsid w:val="001B5213"/>
    <w:rsid w:val="001B529D"/>
    <w:rsid w:val="001B53F0"/>
    <w:rsid w:val="001B5614"/>
    <w:rsid w:val="001B563C"/>
    <w:rsid w:val="001B599C"/>
    <w:rsid w:val="001B5A60"/>
    <w:rsid w:val="001B5BB8"/>
    <w:rsid w:val="001B65B5"/>
    <w:rsid w:val="001B65E2"/>
    <w:rsid w:val="001B65F8"/>
    <w:rsid w:val="001B6672"/>
    <w:rsid w:val="001B66A5"/>
    <w:rsid w:val="001B7BA0"/>
    <w:rsid w:val="001C0014"/>
    <w:rsid w:val="001C00A3"/>
    <w:rsid w:val="001C02BF"/>
    <w:rsid w:val="001C07E9"/>
    <w:rsid w:val="001C22B6"/>
    <w:rsid w:val="001C2586"/>
    <w:rsid w:val="001C2934"/>
    <w:rsid w:val="001C3896"/>
    <w:rsid w:val="001C3914"/>
    <w:rsid w:val="001C3CF0"/>
    <w:rsid w:val="001C3EB9"/>
    <w:rsid w:val="001C422C"/>
    <w:rsid w:val="001C43C1"/>
    <w:rsid w:val="001C489C"/>
    <w:rsid w:val="001C4A30"/>
    <w:rsid w:val="001C4F35"/>
    <w:rsid w:val="001C532F"/>
    <w:rsid w:val="001C5B88"/>
    <w:rsid w:val="001C5C5C"/>
    <w:rsid w:val="001C5D07"/>
    <w:rsid w:val="001C69C1"/>
    <w:rsid w:val="001C6C1D"/>
    <w:rsid w:val="001C7793"/>
    <w:rsid w:val="001C7A26"/>
    <w:rsid w:val="001C7E31"/>
    <w:rsid w:val="001D00B0"/>
    <w:rsid w:val="001D0930"/>
    <w:rsid w:val="001D0AED"/>
    <w:rsid w:val="001D0E6E"/>
    <w:rsid w:val="001D1398"/>
    <w:rsid w:val="001D1653"/>
    <w:rsid w:val="001D18CF"/>
    <w:rsid w:val="001D1A0C"/>
    <w:rsid w:val="001D22EA"/>
    <w:rsid w:val="001D2465"/>
    <w:rsid w:val="001D2571"/>
    <w:rsid w:val="001D261C"/>
    <w:rsid w:val="001D268F"/>
    <w:rsid w:val="001D27AE"/>
    <w:rsid w:val="001D2A7E"/>
    <w:rsid w:val="001D2A85"/>
    <w:rsid w:val="001D2AE1"/>
    <w:rsid w:val="001D2AED"/>
    <w:rsid w:val="001D319A"/>
    <w:rsid w:val="001D3E22"/>
    <w:rsid w:val="001D471C"/>
    <w:rsid w:val="001D4977"/>
    <w:rsid w:val="001D5BC7"/>
    <w:rsid w:val="001D6A07"/>
    <w:rsid w:val="001D6B6B"/>
    <w:rsid w:val="001D6FA1"/>
    <w:rsid w:val="001D7500"/>
    <w:rsid w:val="001D7ABA"/>
    <w:rsid w:val="001D7E6D"/>
    <w:rsid w:val="001E01D2"/>
    <w:rsid w:val="001E0248"/>
    <w:rsid w:val="001E10D9"/>
    <w:rsid w:val="001E1215"/>
    <w:rsid w:val="001E25B3"/>
    <w:rsid w:val="001E38AC"/>
    <w:rsid w:val="001E4AFB"/>
    <w:rsid w:val="001E66A3"/>
    <w:rsid w:val="001E671D"/>
    <w:rsid w:val="001E6803"/>
    <w:rsid w:val="001E6FC0"/>
    <w:rsid w:val="001E7327"/>
    <w:rsid w:val="001E73A6"/>
    <w:rsid w:val="001E766E"/>
    <w:rsid w:val="001E77EF"/>
    <w:rsid w:val="001E7C1C"/>
    <w:rsid w:val="001F0B97"/>
    <w:rsid w:val="001F1540"/>
    <w:rsid w:val="001F181F"/>
    <w:rsid w:val="001F1847"/>
    <w:rsid w:val="001F1854"/>
    <w:rsid w:val="001F1980"/>
    <w:rsid w:val="001F1DB3"/>
    <w:rsid w:val="001F2302"/>
    <w:rsid w:val="001F2365"/>
    <w:rsid w:val="001F24E6"/>
    <w:rsid w:val="001F336D"/>
    <w:rsid w:val="001F3565"/>
    <w:rsid w:val="001F3590"/>
    <w:rsid w:val="001F3B34"/>
    <w:rsid w:val="001F3DE6"/>
    <w:rsid w:val="001F3E59"/>
    <w:rsid w:val="001F4446"/>
    <w:rsid w:val="001F5BF8"/>
    <w:rsid w:val="001F5D4E"/>
    <w:rsid w:val="001F5F60"/>
    <w:rsid w:val="001F7451"/>
    <w:rsid w:val="001F7493"/>
    <w:rsid w:val="001F7661"/>
    <w:rsid w:val="001F7AB0"/>
    <w:rsid w:val="001F7DD3"/>
    <w:rsid w:val="00200453"/>
    <w:rsid w:val="002006D2"/>
    <w:rsid w:val="00200AD3"/>
    <w:rsid w:val="0020144D"/>
    <w:rsid w:val="002014E6"/>
    <w:rsid w:val="00201E1B"/>
    <w:rsid w:val="00202069"/>
    <w:rsid w:val="002031DA"/>
    <w:rsid w:val="002034C3"/>
    <w:rsid w:val="002037AF"/>
    <w:rsid w:val="0020382B"/>
    <w:rsid w:val="00203849"/>
    <w:rsid w:val="00203F93"/>
    <w:rsid w:val="00204AEE"/>
    <w:rsid w:val="002051A2"/>
    <w:rsid w:val="00205646"/>
    <w:rsid w:val="00205796"/>
    <w:rsid w:val="002058D8"/>
    <w:rsid w:val="00206D0F"/>
    <w:rsid w:val="00206E36"/>
    <w:rsid w:val="00207183"/>
    <w:rsid w:val="002071DC"/>
    <w:rsid w:val="00207ADE"/>
    <w:rsid w:val="00207B2F"/>
    <w:rsid w:val="00207B9F"/>
    <w:rsid w:val="0021119C"/>
    <w:rsid w:val="0021143B"/>
    <w:rsid w:val="002118D6"/>
    <w:rsid w:val="00211E35"/>
    <w:rsid w:val="00212068"/>
    <w:rsid w:val="002120AB"/>
    <w:rsid w:val="00213283"/>
    <w:rsid w:val="00213353"/>
    <w:rsid w:val="00213822"/>
    <w:rsid w:val="002143C7"/>
    <w:rsid w:val="00214420"/>
    <w:rsid w:val="002145B3"/>
    <w:rsid w:val="002149E5"/>
    <w:rsid w:val="00214A58"/>
    <w:rsid w:val="00214F09"/>
    <w:rsid w:val="00214F1F"/>
    <w:rsid w:val="0021537D"/>
    <w:rsid w:val="002155CC"/>
    <w:rsid w:val="002162F6"/>
    <w:rsid w:val="00216460"/>
    <w:rsid w:val="0021668F"/>
    <w:rsid w:val="00216E34"/>
    <w:rsid w:val="00216EB4"/>
    <w:rsid w:val="00217418"/>
    <w:rsid w:val="00217512"/>
    <w:rsid w:val="0021782B"/>
    <w:rsid w:val="00217B69"/>
    <w:rsid w:val="00217CE0"/>
    <w:rsid w:val="0022097F"/>
    <w:rsid w:val="00220A16"/>
    <w:rsid w:val="00222209"/>
    <w:rsid w:val="00222727"/>
    <w:rsid w:val="0022294B"/>
    <w:rsid w:val="00222B55"/>
    <w:rsid w:val="00223778"/>
    <w:rsid w:val="00224118"/>
    <w:rsid w:val="0022429C"/>
    <w:rsid w:val="002249E2"/>
    <w:rsid w:val="00224BA5"/>
    <w:rsid w:val="00224D7E"/>
    <w:rsid w:val="002251F7"/>
    <w:rsid w:val="002256DC"/>
    <w:rsid w:val="00225BE8"/>
    <w:rsid w:val="00225E5F"/>
    <w:rsid w:val="0022663F"/>
    <w:rsid w:val="002267E4"/>
    <w:rsid w:val="0022753D"/>
    <w:rsid w:val="00227E42"/>
    <w:rsid w:val="0023068C"/>
    <w:rsid w:val="002308C6"/>
    <w:rsid w:val="002309E8"/>
    <w:rsid w:val="00231394"/>
    <w:rsid w:val="0023159A"/>
    <w:rsid w:val="00231678"/>
    <w:rsid w:val="00232A7B"/>
    <w:rsid w:val="00232D51"/>
    <w:rsid w:val="002335EE"/>
    <w:rsid w:val="0023374D"/>
    <w:rsid w:val="00233BFA"/>
    <w:rsid w:val="00234169"/>
    <w:rsid w:val="00234399"/>
    <w:rsid w:val="002344F3"/>
    <w:rsid w:val="0023474D"/>
    <w:rsid w:val="0023482A"/>
    <w:rsid w:val="00234A52"/>
    <w:rsid w:val="00234BC4"/>
    <w:rsid w:val="00234CD2"/>
    <w:rsid w:val="00234E11"/>
    <w:rsid w:val="00235539"/>
    <w:rsid w:val="0023559F"/>
    <w:rsid w:val="00236EC7"/>
    <w:rsid w:val="00237589"/>
    <w:rsid w:val="00240BDC"/>
    <w:rsid w:val="0024137E"/>
    <w:rsid w:val="00241407"/>
    <w:rsid w:val="0024185B"/>
    <w:rsid w:val="00241A2B"/>
    <w:rsid w:val="00241E06"/>
    <w:rsid w:val="0024305D"/>
    <w:rsid w:val="00243692"/>
    <w:rsid w:val="002439ED"/>
    <w:rsid w:val="00243AB3"/>
    <w:rsid w:val="00243F2D"/>
    <w:rsid w:val="002443C8"/>
    <w:rsid w:val="00244491"/>
    <w:rsid w:val="0024451F"/>
    <w:rsid w:val="00245DCD"/>
    <w:rsid w:val="00245F53"/>
    <w:rsid w:val="0024602E"/>
    <w:rsid w:val="00247623"/>
    <w:rsid w:val="00247912"/>
    <w:rsid w:val="002479A1"/>
    <w:rsid w:val="00247AA6"/>
    <w:rsid w:val="00247DE2"/>
    <w:rsid w:val="00247DEB"/>
    <w:rsid w:val="00247ECB"/>
    <w:rsid w:val="00247ECF"/>
    <w:rsid w:val="00247FD4"/>
    <w:rsid w:val="002502FE"/>
    <w:rsid w:val="00250318"/>
    <w:rsid w:val="00250A52"/>
    <w:rsid w:val="00250FE0"/>
    <w:rsid w:val="002518FC"/>
    <w:rsid w:val="00251BB7"/>
    <w:rsid w:val="00251C3D"/>
    <w:rsid w:val="0025234C"/>
    <w:rsid w:val="00252723"/>
    <w:rsid w:val="00252967"/>
    <w:rsid w:val="00252B3E"/>
    <w:rsid w:val="00252C5E"/>
    <w:rsid w:val="0025401E"/>
    <w:rsid w:val="002543C9"/>
    <w:rsid w:val="00254CD1"/>
    <w:rsid w:val="002559E9"/>
    <w:rsid w:val="002560B8"/>
    <w:rsid w:val="00257364"/>
    <w:rsid w:val="0025759F"/>
    <w:rsid w:val="00257655"/>
    <w:rsid w:val="002601AD"/>
    <w:rsid w:val="00260293"/>
    <w:rsid w:val="00261198"/>
    <w:rsid w:val="00261BEE"/>
    <w:rsid w:val="00262079"/>
    <w:rsid w:val="002620E1"/>
    <w:rsid w:val="0026239E"/>
    <w:rsid w:val="00262DFC"/>
    <w:rsid w:val="002634AD"/>
    <w:rsid w:val="002638A1"/>
    <w:rsid w:val="00263B95"/>
    <w:rsid w:val="002644CD"/>
    <w:rsid w:val="0026461C"/>
    <w:rsid w:val="00264997"/>
    <w:rsid w:val="00264D2F"/>
    <w:rsid w:val="00264ED0"/>
    <w:rsid w:val="00265762"/>
    <w:rsid w:val="00265D75"/>
    <w:rsid w:val="00266075"/>
    <w:rsid w:val="002661AF"/>
    <w:rsid w:val="0026782E"/>
    <w:rsid w:val="002678A3"/>
    <w:rsid w:val="00270414"/>
    <w:rsid w:val="00270675"/>
    <w:rsid w:val="002709B1"/>
    <w:rsid w:val="00270A57"/>
    <w:rsid w:val="00270D06"/>
    <w:rsid w:val="00270EF3"/>
    <w:rsid w:val="00271025"/>
    <w:rsid w:val="00272504"/>
    <w:rsid w:val="00272682"/>
    <w:rsid w:val="002727DE"/>
    <w:rsid w:val="00272D85"/>
    <w:rsid w:val="00272E27"/>
    <w:rsid w:val="002736C4"/>
    <w:rsid w:val="0027370B"/>
    <w:rsid w:val="00273C63"/>
    <w:rsid w:val="00273F13"/>
    <w:rsid w:val="00274004"/>
    <w:rsid w:val="00274DE7"/>
    <w:rsid w:val="00274E6B"/>
    <w:rsid w:val="00274F91"/>
    <w:rsid w:val="00275350"/>
    <w:rsid w:val="00275759"/>
    <w:rsid w:val="00275D6A"/>
    <w:rsid w:val="00276BE0"/>
    <w:rsid w:val="00276EBA"/>
    <w:rsid w:val="0027742A"/>
    <w:rsid w:val="00277442"/>
    <w:rsid w:val="00277B50"/>
    <w:rsid w:val="00277C32"/>
    <w:rsid w:val="00277C7C"/>
    <w:rsid w:val="0028002B"/>
    <w:rsid w:val="00280170"/>
    <w:rsid w:val="00280348"/>
    <w:rsid w:val="002804AC"/>
    <w:rsid w:val="002811B7"/>
    <w:rsid w:val="00281C88"/>
    <w:rsid w:val="0028299D"/>
    <w:rsid w:val="002829A5"/>
    <w:rsid w:val="00282C71"/>
    <w:rsid w:val="0028398E"/>
    <w:rsid w:val="00283A04"/>
    <w:rsid w:val="00283A2A"/>
    <w:rsid w:val="00283D02"/>
    <w:rsid w:val="00283E95"/>
    <w:rsid w:val="0028488D"/>
    <w:rsid w:val="0028526C"/>
    <w:rsid w:val="002853B9"/>
    <w:rsid w:val="00285E21"/>
    <w:rsid w:val="0028646A"/>
    <w:rsid w:val="00286AE1"/>
    <w:rsid w:val="0028704D"/>
    <w:rsid w:val="002874C3"/>
    <w:rsid w:val="00287825"/>
    <w:rsid w:val="00287A91"/>
    <w:rsid w:val="00287C40"/>
    <w:rsid w:val="00287CA8"/>
    <w:rsid w:val="002901BE"/>
    <w:rsid w:val="002902CC"/>
    <w:rsid w:val="00290C13"/>
    <w:rsid w:val="00290CF4"/>
    <w:rsid w:val="00291155"/>
    <w:rsid w:val="002917D2"/>
    <w:rsid w:val="00291878"/>
    <w:rsid w:val="0029196B"/>
    <w:rsid w:val="00291A74"/>
    <w:rsid w:val="002921DC"/>
    <w:rsid w:val="00292FA7"/>
    <w:rsid w:val="00293179"/>
    <w:rsid w:val="002931C8"/>
    <w:rsid w:val="0029356C"/>
    <w:rsid w:val="00293CAE"/>
    <w:rsid w:val="002940EA"/>
    <w:rsid w:val="00294123"/>
    <w:rsid w:val="00294513"/>
    <w:rsid w:val="00294C3E"/>
    <w:rsid w:val="00294F40"/>
    <w:rsid w:val="00295C93"/>
    <w:rsid w:val="002962C6"/>
    <w:rsid w:val="002965A0"/>
    <w:rsid w:val="00296B6C"/>
    <w:rsid w:val="0029702E"/>
    <w:rsid w:val="002972AE"/>
    <w:rsid w:val="00297C74"/>
    <w:rsid w:val="002A0947"/>
    <w:rsid w:val="002A0E77"/>
    <w:rsid w:val="002A11C6"/>
    <w:rsid w:val="002A125D"/>
    <w:rsid w:val="002A233B"/>
    <w:rsid w:val="002A27DE"/>
    <w:rsid w:val="002A3B07"/>
    <w:rsid w:val="002A3BB5"/>
    <w:rsid w:val="002A3F26"/>
    <w:rsid w:val="002A43FA"/>
    <w:rsid w:val="002A45F0"/>
    <w:rsid w:val="002A465E"/>
    <w:rsid w:val="002A4AD2"/>
    <w:rsid w:val="002A5419"/>
    <w:rsid w:val="002A5783"/>
    <w:rsid w:val="002A5F07"/>
    <w:rsid w:val="002A643F"/>
    <w:rsid w:val="002A76A2"/>
    <w:rsid w:val="002A7A62"/>
    <w:rsid w:val="002A7F11"/>
    <w:rsid w:val="002A7F6C"/>
    <w:rsid w:val="002B0712"/>
    <w:rsid w:val="002B0BA0"/>
    <w:rsid w:val="002B15EA"/>
    <w:rsid w:val="002B16CD"/>
    <w:rsid w:val="002B1842"/>
    <w:rsid w:val="002B194A"/>
    <w:rsid w:val="002B20F3"/>
    <w:rsid w:val="002B2237"/>
    <w:rsid w:val="002B255A"/>
    <w:rsid w:val="002B28FF"/>
    <w:rsid w:val="002B2AE6"/>
    <w:rsid w:val="002B2F3A"/>
    <w:rsid w:val="002B2F5E"/>
    <w:rsid w:val="002B3022"/>
    <w:rsid w:val="002B326C"/>
    <w:rsid w:val="002B32AA"/>
    <w:rsid w:val="002B3786"/>
    <w:rsid w:val="002B37BF"/>
    <w:rsid w:val="002B398D"/>
    <w:rsid w:val="002B4239"/>
    <w:rsid w:val="002B42FB"/>
    <w:rsid w:val="002B43FD"/>
    <w:rsid w:val="002B4721"/>
    <w:rsid w:val="002B58D0"/>
    <w:rsid w:val="002B59F3"/>
    <w:rsid w:val="002B65B4"/>
    <w:rsid w:val="002B72C8"/>
    <w:rsid w:val="002B76B4"/>
    <w:rsid w:val="002B78D0"/>
    <w:rsid w:val="002C0338"/>
    <w:rsid w:val="002C044C"/>
    <w:rsid w:val="002C0471"/>
    <w:rsid w:val="002C088F"/>
    <w:rsid w:val="002C0B19"/>
    <w:rsid w:val="002C1028"/>
    <w:rsid w:val="002C1678"/>
    <w:rsid w:val="002C1929"/>
    <w:rsid w:val="002C1E63"/>
    <w:rsid w:val="002C23C4"/>
    <w:rsid w:val="002C2544"/>
    <w:rsid w:val="002C2919"/>
    <w:rsid w:val="002C2CF6"/>
    <w:rsid w:val="002C34C1"/>
    <w:rsid w:val="002C35D8"/>
    <w:rsid w:val="002C374D"/>
    <w:rsid w:val="002C3A6E"/>
    <w:rsid w:val="002C4152"/>
    <w:rsid w:val="002C432A"/>
    <w:rsid w:val="002C447F"/>
    <w:rsid w:val="002C44E0"/>
    <w:rsid w:val="002C47D5"/>
    <w:rsid w:val="002C4992"/>
    <w:rsid w:val="002C49BB"/>
    <w:rsid w:val="002C4E5A"/>
    <w:rsid w:val="002C5074"/>
    <w:rsid w:val="002C516B"/>
    <w:rsid w:val="002C5651"/>
    <w:rsid w:val="002C59ED"/>
    <w:rsid w:val="002C6269"/>
    <w:rsid w:val="002C68AE"/>
    <w:rsid w:val="002C6994"/>
    <w:rsid w:val="002C6E6E"/>
    <w:rsid w:val="002C71DC"/>
    <w:rsid w:val="002C7310"/>
    <w:rsid w:val="002C7967"/>
    <w:rsid w:val="002C798D"/>
    <w:rsid w:val="002C7E4A"/>
    <w:rsid w:val="002C7E76"/>
    <w:rsid w:val="002C7F31"/>
    <w:rsid w:val="002D01F3"/>
    <w:rsid w:val="002D0B62"/>
    <w:rsid w:val="002D1281"/>
    <w:rsid w:val="002D195C"/>
    <w:rsid w:val="002D202C"/>
    <w:rsid w:val="002D21C1"/>
    <w:rsid w:val="002D268D"/>
    <w:rsid w:val="002D2A59"/>
    <w:rsid w:val="002D31C9"/>
    <w:rsid w:val="002D351D"/>
    <w:rsid w:val="002D35B7"/>
    <w:rsid w:val="002D409F"/>
    <w:rsid w:val="002D4157"/>
    <w:rsid w:val="002D465F"/>
    <w:rsid w:val="002D4D44"/>
    <w:rsid w:val="002D50E2"/>
    <w:rsid w:val="002D54D4"/>
    <w:rsid w:val="002D55FF"/>
    <w:rsid w:val="002D578A"/>
    <w:rsid w:val="002D5F6A"/>
    <w:rsid w:val="002D6CEB"/>
    <w:rsid w:val="002D6F36"/>
    <w:rsid w:val="002D7367"/>
    <w:rsid w:val="002D75BB"/>
    <w:rsid w:val="002D787C"/>
    <w:rsid w:val="002D7EBE"/>
    <w:rsid w:val="002E061A"/>
    <w:rsid w:val="002E0B1C"/>
    <w:rsid w:val="002E112B"/>
    <w:rsid w:val="002E15D7"/>
    <w:rsid w:val="002E1F4B"/>
    <w:rsid w:val="002E1F6D"/>
    <w:rsid w:val="002E22CF"/>
    <w:rsid w:val="002E2712"/>
    <w:rsid w:val="002E2A11"/>
    <w:rsid w:val="002E2D04"/>
    <w:rsid w:val="002E338C"/>
    <w:rsid w:val="002E362E"/>
    <w:rsid w:val="002E387C"/>
    <w:rsid w:val="002E3925"/>
    <w:rsid w:val="002E3A9C"/>
    <w:rsid w:val="002E3AFB"/>
    <w:rsid w:val="002E460F"/>
    <w:rsid w:val="002E51BA"/>
    <w:rsid w:val="002E51E4"/>
    <w:rsid w:val="002E53E2"/>
    <w:rsid w:val="002E585E"/>
    <w:rsid w:val="002E59C0"/>
    <w:rsid w:val="002E5B6A"/>
    <w:rsid w:val="002E5FD8"/>
    <w:rsid w:val="002E676C"/>
    <w:rsid w:val="002E692E"/>
    <w:rsid w:val="002E6E20"/>
    <w:rsid w:val="002E7326"/>
    <w:rsid w:val="002E7413"/>
    <w:rsid w:val="002E745C"/>
    <w:rsid w:val="002E7FD7"/>
    <w:rsid w:val="002F003E"/>
    <w:rsid w:val="002F0218"/>
    <w:rsid w:val="002F033D"/>
    <w:rsid w:val="002F060F"/>
    <w:rsid w:val="002F0742"/>
    <w:rsid w:val="002F0BEE"/>
    <w:rsid w:val="002F0FC8"/>
    <w:rsid w:val="002F11BA"/>
    <w:rsid w:val="002F1759"/>
    <w:rsid w:val="002F1F88"/>
    <w:rsid w:val="002F22E7"/>
    <w:rsid w:val="002F2D8B"/>
    <w:rsid w:val="002F3193"/>
    <w:rsid w:val="002F3424"/>
    <w:rsid w:val="002F3DE5"/>
    <w:rsid w:val="002F4A86"/>
    <w:rsid w:val="002F61E7"/>
    <w:rsid w:val="002F64CA"/>
    <w:rsid w:val="002F65F8"/>
    <w:rsid w:val="002F6704"/>
    <w:rsid w:val="002F6F84"/>
    <w:rsid w:val="002F7ED6"/>
    <w:rsid w:val="002F7EE7"/>
    <w:rsid w:val="00300B44"/>
    <w:rsid w:val="00300E69"/>
    <w:rsid w:val="00301099"/>
    <w:rsid w:val="0030141B"/>
    <w:rsid w:val="00301853"/>
    <w:rsid w:val="00301D72"/>
    <w:rsid w:val="00301F00"/>
    <w:rsid w:val="00301F4E"/>
    <w:rsid w:val="003024E9"/>
    <w:rsid w:val="00302C99"/>
    <w:rsid w:val="00302E9E"/>
    <w:rsid w:val="00303606"/>
    <w:rsid w:val="00304600"/>
    <w:rsid w:val="0030465A"/>
    <w:rsid w:val="003054A4"/>
    <w:rsid w:val="00305FDD"/>
    <w:rsid w:val="003060E1"/>
    <w:rsid w:val="00306178"/>
    <w:rsid w:val="00306213"/>
    <w:rsid w:val="003062F8"/>
    <w:rsid w:val="00306331"/>
    <w:rsid w:val="00306858"/>
    <w:rsid w:val="0030780B"/>
    <w:rsid w:val="0030780C"/>
    <w:rsid w:val="00307849"/>
    <w:rsid w:val="003079A5"/>
    <w:rsid w:val="00307FF7"/>
    <w:rsid w:val="003100C5"/>
    <w:rsid w:val="00310508"/>
    <w:rsid w:val="003109E2"/>
    <w:rsid w:val="003116FB"/>
    <w:rsid w:val="003119DE"/>
    <w:rsid w:val="00312621"/>
    <w:rsid w:val="003127E9"/>
    <w:rsid w:val="00312C0A"/>
    <w:rsid w:val="00312D52"/>
    <w:rsid w:val="00312E76"/>
    <w:rsid w:val="00313196"/>
    <w:rsid w:val="003136E2"/>
    <w:rsid w:val="003139F6"/>
    <w:rsid w:val="00313A0E"/>
    <w:rsid w:val="00313F6F"/>
    <w:rsid w:val="00314002"/>
    <w:rsid w:val="003140FD"/>
    <w:rsid w:val="0031416D"/>
    <w:rsid w:val="00314A1F"/>
    <w:rsid w:val="00315644"/>
    <w:rsid w:val="00315A34"/>
    <w:rsid w:val="00315F58"/>
    <w:rsid w:val="003161F1"/>
    <w:rsid w:val="003163DC"/>
    <w:rsid w:val="00316BE6"/>
    <w:rsid w:val="00316E3C"/>
    <w:rsid w:val="00316E7F"/>
    <w:rsid w:val="00317C9D"/>
    <w:rsid w:val="00320317"/>
    <w:rsid w:val="00320571"/>
    <w:rsid w:val="003206F5"/>
    <w:rsid w:val="00320884"/>
    <w:rsid w:val="00320B50"/>
    <w:rsid w:val="00321113"/>
    <w:rsid w:val="00321354"/>
    <w:rsid w:val="0032181B"/>
    <w:rsid w:val="003218D1"/>
    <w:rsid w:val="00321EDB"/>
    <w:rsid w:val="0032212E"/>
    <w:rsid w:val="003223E7"/>
    <w:rsid w:val="003232A0"/>
    <w:rsid w:val="00323886"/>
    <w:rsid w:val="003240E0"/>
    <w:rsid w:val="0032412F"/>
    <w:rsid w:val="003243DC"/>
    <w:rsid w:val="00324BD5"/>
    <w:rsid w:val="00324C33"/>
    <w:rsid w:val="00324F28"/>
    <w:rsid w:val="003264DC"/>
    <w:rsid w:val="00326880"/>
    <w:rsid w:val="00326C4F"/>
    <w:rsid w:val="00327200"/>
    <w:rsid w:val="003272C0"/>
    <w:rsid w:val="00327FB8"/>
    <w:rsid w:val="003301C6"/>
    <w:rsid w:val="00330617"/>
    <w:rsid w:val="00330A27"/>
    <w:rsid w:val="00330D3B"/>
    <w:rsid w:val="0033148B"/>
    <w:rsid w:val="00331541"/>
    <w:rsid w:val="0033174D"/>
    <w:rsid w:val="00332084"/>
    <w:rsid w:val="003321E3"/>
    <w:rsid w:val="00332521"/>
    <w:rsid w:val="00332881"/>
    <w:rsid w:val="00332EEA"/>
    <w:rsid w:val="00333675"/>
    <w:rsid w:val="00333686"/>
    <w:rsid w:val="003336B2"/>
    <w:rsid w:val="003338E3"/>
    <w:rsid w:val="00333AA9"/>
    <w:rsid w:val="003349BA"/>
    <w:rsid w:val="00334D96"/>
    <w:rsid w:val="00334FDE"/>
    <w:rsid w:val="003364E8"/>
    <w:rsid w:val="0033675F"/>
    <w:rsid w:val="00336768"/>
    <w:rsid w:val="00336DEB"/>
    <w:rsid w:val="00337056"/>
    <w:rsid w:val="00337367"/>
    <w:rsid w:val="00337CD2"/>
    <w:rsid w:val="003402CC"/>
    <w:rsid w:val="003403F7"/>
    <w:rsid w:val="0034115E"/>
    <w:rsid w:val="00342222"/>
    <w:rsid w:val="00342337"/>
    <w:rsid w:val="00342731"/>
    <w:rsid w:val="00342812"/>
    <w:rsid w:val="00342CF7"/>
    <w:rsid w:val="00343CEC"/>
    <w:rsid w:val="00343DAB"/>
    <w:rsid w:val="00344637"/>
    <w:rsid w:val="00344A26"/>
    <w:rsid w:val="00344BAF"/>
    <w:rsid w:val="00344E3E"/>
    <w:rsid w:val="00344F3B"/>
    <w:rsid w:val="00345636"/>
    <w:rsid w:val="00345869"/>
    <w:rsid w:val="00345A98"/>
    <w:rsid w:val="00345B7D"/>
    <w:rsid w:val="00345D37"/>
    <w:rsid w:val="00346C18"/>
    <w:rsid w:val="00347055"/>
    <w:rsid w:val="003474C7"/>
    <w:rsid w:val="003476E9"/>
    <w:rsid w:val="003477D9"/>
    <w:rsid w:val="00347A37"/>
    <w:rsid w:val="00347CC6"/>
    <w:rsid w:val="00347E9A"/>
    <w:rsid w:val="00350135"/>
    <w:rsid w:val="0035092F"/>
    <w:rsid w:val="00350DBE"/>
    <w:rsid w:val="00350DEE"/>
    <w:rsid w:val="003512E5"/>
    <w:rsid w:val="00351322"/>
    <w:rsid w:val="003516AB"/>
    <w:rsid w:val="0035177C"/>
    <w:rsid w:val="00351C5B"/>
    <w:rsid w:val="00351F02"/>
    <w:rsid w:val="00352A04"/>
    <w:rsid w:val="00352AC9"/>
    <w:rsid w:val="00352F1F"/>
    <w:rsid w:val="003531E0"/>
    <w:rsid w:val="00353D6B"/>
    <w:rsid w:val="00353E57"/>
    <w:rsid w:val="00354009"/>
    <w:rsid w:val="003542A8"/>
    <w:rsid w:val="00354782"/>
    <w:rsid w:val="00354D75"/>
    <w:rsid w:val="00354DD8"/>
    <w:rsid w:val="00355195"/>
    <w:rsid w:val="003554F6"/>
    <w:rsid w:val="003558BB"/>
    <w:rsid w:val="003569B9"/>
    <w:rsid w:val="00356DA1"/>
    <w:rsid w:val="00356E85"/>
    <w:rsid w:val="003576DE"/>
    <w:rsid w:val="00357ACB"/>
    <w:rsid w:val="00357F66"/>
    <w:rsid w:val="00360328"/>
    <w:rsid w:val="00360530"/>
    <w:rsid w:val="003605BC"/>
    <w:rsid w:val="003607DF"/>
    <w:rsid w:val="00360952"/>
    <w:rsid w:val="00360BE6"/>
    <w:rsid w:val="00360EA5"/>
    <w:rsid w:val="00360F1F"/>
    <w:rsid w:val="00361969"/>
    <w:rsid w:val="00361D4F"/>
    <w:rsid w:val="0036239B"/>
    <w:rsid w:val="0036284F"/>
    <w:rsid w:val="00362937"/>
    <w:rsid w:val="00363523"/>
    <w:rsid w:val="0036368A"/>
    <w:rsid w:val="00363AF9"/>
    <w:rsid w:val="00363B20"/>
    <w:rsid w:val="00363C14"/>
    <w:rsid w:val="00363C51"/>
    <w:rsid w:val="003648D8"/>
    <w:rsid w:val="00364D93"/>
    <w:rsid w:val="0036502B"/>
    <w:rsid w:val="003654CE"/>
    <w:rsid w:val="00365757"/>
    <w:rsid w:val="00365A5E"/>
    <w:rsid w:val="00365A95"/>
    <w:rsid w:val="00365C82"/>
    <w:rsid w:val="00366204"/>
    <w:rsid w:val="00366828"/>
    <w:rsid w:val="00366B16"/>
    <w:rsid w:val="00366C2D"/>
    <w:rsid w:val="00366CC9"/>
    <w:rsid w:val="00366D0B"/>
    <w:rsid w:val="00367156"/>
    <w:rsid w:val="00367947"/>
    <w:rsid w:val="00367DA7"/>
    <w:rsid w:val="00370C5E"/>
    <w:rsid w:val="00370EA8"/>
    <w:rsid w:val="003710E8"/>
    <w:rsid w:val="00371114"/>
    <w:rsid w:val="0037199A"/>
    <w:rsid w:val="00371ECE"/>
    <w:rsid w:val="00372022"/>
    <w:rsid w:val="00372534"/>
    <w:rsid w:val="003727B1"/>
    <w:rsid w:val="00372976"/>
    <w:rsid w:val="00373194"/>
    <w:rsid w:val="003733A8"/>
    <w:rsid w:val="003736DD"/>
    <w:rsid w:val="0037398C"/>
    <w:rsid w:val="00373D1D"/>
    <w:rsid w:val="00374394"/>
    <w:rsid w:val="0037455F"/>
    <w:rsid w:val="0037491C"/>
    <w:rsid w:val="003757A5"/>
    <w:rsid w:val="003762A9"/>
    <w:rsid w:val="0037659B"/>
    <w:rsid w:val="00376CC2"/>
    <w:rsid w:val="00377752"/>
    <w:rsid w:val="00377C44"/>
    <w:rsid w:val="00377E97"/>
    <w:rsid w:val="0038023A"/>
    <w:rsid w:val="00380483"/>
    <w:rsid w:val="003806D5"/>
    <w:rsid w:val="0038151A"/>
    <w:rsid w:val="00381C3F"/>
    <w:rsid w:val="00381C64"/>
    <w:rsid w:val="00383198"/>
    <w:rsid w:val="00384003"/>
    <w:rsid w:val="00384394"/>
    <w:rsid w:val="00384486"/>
    <w:rsid w:val="00384B7F"/>
    <w:rsid w:val="00385613"/>
    <w:rsid w:val="00386158"/>
    <w:rsid w:val="0038632E"/>
    <w:rsid w:val="0038658D"/>
    <w:rsid w:val="00386736"/>
    <w:rsid w:val="003869D2"/>
    <w:rsid w:val="00386FEE"/>
    <w:rsid w:val="00387123"/>
    <w:rsid w:val="00387B63"/>
    <w:rsid w:val="00390024"/>
    <w:rsid w:val="0039034E"/>
    <w:rsid w:val="00390C72"/>
    <w:rsid w:val="00390D4A"/>
    <w:rsid w:val="003911EF"/>
    <w:rsid w:val="00391280"/>
    <w:rsid w:val="003918AD"/>
    <w:rsid w:val="0039193A"/>
    <w:rsid w:val="0039221F"/>
    <w:rsid w:val="0039226C"/>
    <w:rsid w:val="00392455"/>
    <w:rsid w:val="003926E9"/>
    <w:rsid w:val="00392894"/>
    <w:rsid w:val="003930DD"/>
    <w:rsid w:val="00393460"/>
    <w:rsid w:val="00393939"/>
    <w:rsid w:val="00393CD7"/>
    <w:rsid w:val="00394568"/>
    <w:rsid w:val="00394A5A"/>
    <w:rsid w:val="00394A7E"/>
    <w:rsid w:val="0039549D"/>
    <w:rsid w:val="003959DD"/>
    <w:rsid w:val="00395A20"/>
    <w:rsid w:val="00395AD4"/>
    <w:rsid w:val="00395F91"/>
    <w:rsid w:val="00396551"/>
    <w:rsid w:val="00397446"/>
    <w:rsid w:val="0039748F"/>
    <w:rsid w:val="003978B7"/>
    <w:rsid w:val="00397F4D"/>
    <w:rsid w:val="003A08DB"/>
    <w:rsid w:val="003A0AC8"/>
    <w:rsid w:val="003A1690"/>
    <w:rsid w:val="003A2831"/>
    <w:rsid w:val="003A30F3"/>
    <w:rsid w:val="003A3294"/>
    <w:rsid w:val="003A3AE5"/>
    <w:rsid w:val="003A4874"/>
    <w:rsid w:val="003A4B05"/>
    <w:rsid w:val="003A4FAD"/>
    <w:rsid w:val="003A51A8"/>
    <w:rsid w:val="003A5385"/>
    <w:rsid w:val="003A7CD3"/>
    <w:rsid w:val="003A7CFA"/>
    <w:rsid w:val="003A7E69"/>
    <w:rsid w:val="003B0008"/>
    <w:rsid w:val="003B0A58"/>
    <w:rsid w:val="003B0BC3"/>
    <w:rsid w:val="003B0FA5"/>
    <w:rsid w:val="003B13AE"/>
    <w:rsid w:val="003B2481"/>
    <w:rsid w:val="003B31B6"/>
    <w:rsid w:val="003B32C3"/>
    <w:rsid w:val="003B37CA"/>
    <w:rsid w:val="003B3CF0"/>
    <w:rsid w:val="003B3D1F"/>
    <w:rsid w:val="003B5693"/>
    <w:rsid w:val="003B5B16"/>
    <w:rsid w:val="003B5C81"/>
    <w:rsid w:val="003B5EEA"/>
    <w:rsid w:val="003B5F97"/>
    <w:rsid w:val="003B60C5"/>
    <w:rsid w:val="003B61CD"/>
    <w:rsid w:val="003B656A"/>
    <w:rsid w:val="003B65BA"/>
    <w:rsid w:val="003B6956"/>
    <w:rsid w:val="003B6BCA"/>
    <w:rsid w:val="003B7400"/>
    <w:rsid w:val="003B7518"/>
    <w:rsid w:val="003B75BB"/>
    <w:rsid w:val="003B7A53"/>
    <w:rsid w:val="003C09A7"/>
    <w:rsid w:val="003C170E"/>
    <w:rsid w:val="003C1841"/>
    <w:rsid w:val="003C1E5E"/>
    <w:rsid w:val="003C2491"/>
    <w:rsid w:val="003C3066"/>
    <w:rsid w:val="003C34E0"/>
    <w:rsid w:val="003C38AF"/>
    <w:rsid w:val="003C4A68"/>
    <w:rsid w:val="003C4C22"/>
    <w:rsid w:val="003C546A"/>
    <w:rsid w:val="003C5704"/>
    <w:rsid w:val="003C6401"/>
    <w:rsid w:val="003C65E3"/>
    <w:rsid w:val="003C66C3"/>
    <w:rsid w:val="003C6E10"/>
    <w:rsid w:val="003C70C0"/>
    <w:rsid w:val="003C740B"/>
    <w:rsid w:val="003C7AD5"/>
    <w:rsid w:val="003D01F1"/>
    <w:rsid w:val="003D0230"/>
    <w:rsid w:val="003D07E4"/>
    <w:rsid w:val="003D0A62"/>
    <w:rsid w:val="003D0C4F"/>
    <w:rsid w:val="003D11B7"/>
    <w:rsid w:val="003D17EB"/>
    <w:rsid w:val="003D1BF6"/>
    <w:rsid w:val="003D1D97"/>
    <w:rsid w:val="003D1E67"/>
    <w:rsid w:val="003D1EFE"/>
    <w:rsid w:val="003D20BF"/>
    <w:rsid w:val="003D2F36"/>
    <w:rsid w:val="003D2FD2"/>
    <w:rsid w:val="003D37DC"/>
    <w:rsid w:val="003D39E0"/>
    <w:rsid w:val="003D55A9"/>
    <w:rsid w:val="003D59DA"/>
    <w:rsid w:val="003D5E74"/>
    <w:rsid w:val="003D6485"/>
    <w:rsid w:val="003D6564"/>
    <w:rsid w:val="003D69C8"/>
    <w:rsid w:val="003D6AA6"/>
    <w:rsid w:val="003D6CA1"/>
    <w:rsid w:val="003D7469"/>
    <w:rsid w:val="003D7FC0"/>
    <w:rsid w:val="003E07E3"/>
    <w:rsid w:val="003E0B47"/>
    <w:rsid w:val="003E16CC"/>
    <w:rsid w:val="003E17FA"/>
    <w:rsid w:val="003E1DB2"/>
    <w:rsid w:val="003E200E"/>
    <w:rsid w:val="003E2134"/>
    <w:rsid w:val="003E242F"/>
    <w:rsid w:val="003E24AA"/>
    <w:rsid w:val="003E290D"/>
    <w:rsid w:val="003E3B91"/>
    <w:rsid w:val="003E433E"/>
    <w:rsid w:val="003E485A"/>
    <w:rsid w:val="003E4AA7"/>
    <w:rsid w:val="003E4BDE"/>
    <w:rsid w:val="003E4E5B"/>
    <w:rsid w:val="003E50D4"/>
    <w:rsid w:val="003E5852"/>
    <w:rsid w:val="003E604C"/>
    <w:rsid w:val="003E6119"/>
    <w:rsid w:val="003E62D2"/>
    <w:rsid w:val="003E666D"/>
    <w:rsid w:val="003E6B78"/>
    <w:rsid w:val="003E6DD4"/>
    <w:rsid w:val="003E728D"/>
    <w:rsid w:val="003E730B"/>
    <w:rsid w:val="003E7A2E"/>
    <w:rsid w:val="003E7B72"/>
    <w:rsid w:val="003E7D01"/>
    <w:rsid w:val="003F069A"/>
    <w:rsid w:val="003F119C"/>
    <w:rsid w:val="003F13E6"/>
    <w:rsid w:val="003F1820"/>
    <w:rsid w:val="003F1CB5"/>
    <w:rsid w:val="003F2190"/>
    <w:rsid w:val="003F2485"/>
    <w:rsid w:val="003F2FD5"/>
    <w:rsid w:val="003F320C"/>
    <w:rsid w:val="003F323C"/>
    <w:rsid w:val="003F368F"/>
    <w:rsid w:val="003F38F5"/>
    <w:rsid w:val="003F3C25"/>
    <w:rsid w:val="003F44EF"/>
    <w:rsid w:val="003F4FCC"/>
    <w:rsid w:val="003F5896"/>
    <w:rsid w:val="003F5D4E"/>
    <w:rsid w:val="003F5D6B"/>
    <w:rsid w:val="003F60ED"/>
    <w:rsid w:val="003F6328"/>
    <w:rsid w:val="003F6911"/>
    <w:rsid w:val="003F6DCA"/>
    <w:rsid w:val="003F7047"/>
    <w:rsid w:val="003F7AA5"/>
    <w:rsid w:val="003F7C3B"/>
    <w:rsid w:val="003F7EFB"/>
    <w:rsid w:val="00400373"/>
    <w:rsid w:val="00400616"/>
    <w:rsid w:val="00401390"/>
    <w:rsid w:val="00402C41"/>
    <w:rsid w:val="00402CFA"/>
    <w:rsid w:val="00403412"/>
    <w:rsid w:val="0040360B"/>
    <w:rsid w:val="00403769"/>
    <w:rsid w:val="00403B78"/>
    <w:rsid w:val="00404742"/>
    <w:rsid w:val="00405298"/>
    <w:rsid w:val="004054A2"/>
    <w:rsid w:val="004054B1"/>
    <w:rsid w:val="0040594F"/>
    <w:rsid w:val="00405C4D"/>
    <w:rsid w:val="004068D6"/>
    <w:rsid w:val="00406A74"/>
    <w:rsid w:val="0040704E"/>
    <w:rsid w:val="00407214"/>
    <w:rsid w:val="00407D0B"/>
    <w:rsid w:val="00410305"/>
    <w:rsid w:val="00410AC0"/>
    <w:rsid w:val="00411412"/>
    <w:rsid w:val="00412F18"/>
    <w:rsid w:val="00412F54"/>
    <w:rsid w:val="00413A88"/>
    <w:rsid w:val="00414056"/>
    <w:rsid w:val="004140C0"/>
    <w:rsid w:val="004151C3"/>
    <w:rsid w:val="00415751"/>
    <w:rsid w:val="00415CFF"/>
    <w:rsid w:val="00415F77"/>
    <w:rsid w:val="00416DF1"/>
    <w:rsid w:val="0041764E"/>
    <w:rsid w:val="004178FE"/>
    <w:rsid w:val="00417AE0"/>
    <w:rsid w:val="00417C0C"/>
    <w:rsid w:val="00417D9E"/>
    <w:rsid w:val="00420174"/>
    <w:rsid w:val="004205C4"/>
    <w:rsid w:val="0042072A"/>
    <w:rsid w:val="00420C8C"/>
    <w:rsid w:val="00421066"/>
    <w:rsid w:val="00421547"/>
    <w:rsid w:val="00421BA6"/>
    <w:rsid w:val="00421BAB"/>
    <w:rsid w:val="00421F44"/>
    <w:rsid w:val="00421F65"/>
    <w:rsid w:val="004226D7"/>
    <w:rsid w:val="00422844"/>
    <w:rsid w:val="00422CB3"/>
    <w:rsid w:val="00422D12"/>
    <w:rsid w:val="00422F3F"/>
    <w:rsid w:val="004237BF"/>
    <w:rsid w:val="004239BA"/>
    <w:rsid w:val="00423DEB"/>
    <w:rsid w:val="004244FC"/>
    <w:rsid w:val="00424A7F"/>
    <w:rsid w:val="00424CF5"/>
    <w:rsid w:val="0042585F"/>
    <w:rsid w:val="0042594D"/>
    <w:rsid w:val="00425B5A"/>
    <w:rsid w:val="00425D03"/>
    <w:rsid w:val="00425EC6"/>
    <w:rsid w:val="00425F88"/>
    <w:rsid w:val="00426467"/>
    <w:rsid w:val="004264C5"/>
    <w:rsid w:val="0042739C"/>
    <w:rsid w:val="0042754F"/>
    <w:rsid w:val="0043089D"/>
    <w:rsid w:val="00432109"/>
    <w:rsid w:val="00432581"/>
    <w:rsid w:val="00432DE6"/>
    <w:rsid w:val="00433860"/>
    <w:rsid w:val="00433AC6"/>
    <w:rsid w:val="00433E30"/>
    <w:rsid w:val="00433FE7"/>
    <w:rsid w:val="0043422F"/>
    <w:rsid w:val="00434D9A"/>
    <w:rsid w:val="004352D0"/>
    <w:rsid w:val="00435688"/>
    <w:rsid w:val="004358AD"/>
    <w:rsid w:val="004366A9"/>
    <w:rsid w:val="004368DE"/>
    <w:rsid w:val="00436B67"/>
    <w:rsid w:val="00436E15"/>
    <w:rsid w:val="00436FC2"/>
    <w:rsid w:val="004371C0"/>
    <w:rsid w:val="004377B3"/>
    <w:rsid w:val="0043788B"/>
    <w:rsid w:val="00437E06"/>
    <w:rsid w:val="00437F2A"/>
    <w:rsid w:val="00440349"/>
    <w:rsid w:val="0044073E"/>
    <w:rsid w:val="00440926"/>
    <w:rsid w:val="0044156D"/>
    <w:rsid w:val="00441F16"/>
    <w:rsid w:val="0044202E"/>
    <w:rsid w:val="00442A31"/>
    <w:rsid w:val="004432DB"/>
    <w:rsid w:val="00443320"/>
    <w:rsid w:val="00443D02"/>
    <w:rsid w:val="00443D1B"/>
    <w:rsid w:val="00443F71"/>
    <w:rsid w:val="004442F2"/>
    <w:rsid w:val="004444A3"/>
    <w:rsid w:val="00444DFB"/>
    <w:rsid w:val="0044513E"/>
    <w:rsid w:val="00445597"/>
    <w:rsid w:val="00445A0A"/>
    <w:rsid w:val="00445CB8"/>
    <w:rsid w:val="00445F7E"/>
    <w:rsid w:val="0044634C"/>
    <w:rsid w:val="00446690"/>
    <w:rsid w:val="00446D4C"/>
    <w:rsid w:val="0044705A"/>
    <w:rsid w:val="0044725D"/>
    <w:rsid w:val="00447F1D"/>
    <w:rsid w:val="0045012E"/>
    <w:rsid w:val="0045013B"/>
    <w:rsid w:val="0045088A"/>
    <w:rsid w:val="00451288"/>
    <w:rsid w:val="004519EF"/>
    <w:rsid w:val="004523C8"/>
    <w:rsid w:val="00452C4D"/>
    <w:rsid w:val="00452C6A"/>
    <w:rsid w:val="0045328A"/>
    <w:rsid w:val="0045379C"/>
    <w:rsid w:val="00454ABF"/>
    <w:rsid w:val="00455C98"/>
    <w:rsid w:val="004564FE"/>
    <w:rsid w:val="004567D5"/>
    <w:rsid w:val="00456D05"/>
    <w:rsid w:val="004572B4"/>
    <w:rsid w:val="00457642"/>
    <w:rsid w:val="00457E94"/>
    <w:rsid w:val="00460507"/>
    <w:rsid w:val="00460949"/>
    <w:rsid w:val="00460BDC"/>
    <w:rsid w:val="00460D2F"/>
    <w:rsid w:val="004616A1"/>
    <w:rsid w:val="0046254E"/>
    <w:rsid w:val="00462630"/>
    <w:rsid w:val="00462789"/>
    <w:rsid w:val="00462B6A"/>
    <w:rsid w:val="00462FE5"/>
    <w:rsid w:val="004640FF"/>
    <w:rsid w:val="00464232"/>
    <w:rsid w:val="00464394"/>
    <w:rsid w:val="004645DC"/>
    <w:rsid w:val="00464714"/>
    <w:rsid w:val="0046589D"/>
    <w:rsid w:val="0046689A"/>
    <w:rsid w:val="00466E1A"/>
    <w:rsid w:val="00467292"/>
    <w:rsid w:val="004674E1"/>
    <w:rsid w:val="004677DE"/>
    <w:rsid w:val="0047048B"/>
    <w:rsid w:val="004708B8"/>
    <w:rsid w:val="00470CED"/>
    <w:rsid w:val="004710F3"/>
    <w:rsid w:val="0047131A"/>
    <w:rsid w:val="004714CC"/>
    <w:rsid w:val="0047196C"/>
    <w:rsid w:val="00471B49"/>
    <w:rsid w:val="004730E1"/>
    <w:rsid w:val="004734A4"/>
    <w:rsid w:val="0047471E"/>
    <w:rsid w:val="0047482F"/>
    <w:rsid w:val="00474873"/>
    <w:rsid w:val="0047545F"/>
    <w:rsid w:val="004757DB"/>
    <w:rsid w:val="00475B9C"/>
    <w:rsid w:val="00475CE8"/>
    <w:rsid w:val="004766BC"/>
    <w:rsid w:val="00476930"/>
    <w:rsid w:val="00476DC4"/>
    <w:rsid w:val="00477601"/>
    <w:rsid w:val="004776C3"/>
    <w:rsid w:val="00477CAE"/>
    <w:rsid w:val="00477D54"/>
    <w:rsid w:val="0048003B"/>
    <w:rsid w:val="004804E7"/>
    <w:rsid w:val="00480946"/>
    <w:rsid w:val="0048096C"/>
    <w:rsid w:val="004809B7"/>
    <w:rsid w:val="00481037"/>
    <w:rsid w:val="0048117A"/>
    <w:rsid w:val="00481547"/>
    <w:rsid w:val="0048200E"/>
    <w:rsid w:val="004820EC"/>
    <w:rsid w:val="004829F6"/>
    <w:rsid w:val="00482FB4"/>
    <w:rsid w:val="00483519"/>
    <w:rsid w:val="00483990"/>
    <w:rsid w:val="00483D22"/>
    <w:rsid w:val="00484126"/>
    <w:rsid w:val="00484310"/>
    <w:rsid w:val="0048456B"/>
    <w:rsid w:val="004845D9"/>
    <w:rsid w:val="0048509C"/>
    <w:rsid w:val="004850CD"/>
    <w:rsid w:val="00485451"/>
    <w:rsid w:val="00485978"/>
    <w:rsid w:val="00485AA9"/>
    <w:rsid w:val="004863DD"/>
    <w:rsid w:val="0048689C"/>
    <w:rsid w:val="00486A86"/>
    <w:rsid w:val="00486BF2"/>
    <w:rsid w:val="00487C03"/>
    <w:rsid w:val="004902DC"/>
    <w:rsid w:val="0049043D"/>
    <w:rsid w:val="0049044F"/>
    <w:rsid w:val="00490731"/>
    <w:rsid w:val="0049088C"/>
    <w:rsid w:val="00491474"/>
    <w:rsid w:val="00492227"/>
    <w:rsid w:val="00492521"/>
    <w:rsid w:val="00492A83"/>
    <w:rsid w:val="00492E4B"/>
    <w:rsid w:val="00493DC9"/>
    <w:rsid w:val="00493ED1"/>
    <w:rsid w:val="00494350"/>
    <w:rsid w:val="00494413"/>
    <w:rsid w:val="00494622"/>
    <w:rsid w:val="00495494"/>
    <w:rsid w:val="0049634F"/>
    <w:rsid w:val="00496B5A"/>
    <w:rsid w:val="004970A8"/>
    <w:rsid w:val="00497252"/>
    <w:rsid w:val="00497285"/>
    <w:rsid w:val="004977DE"/>
    <w:rsid w:val="00497970"/>
    <w:rsid w:val="00497D7C"/>
    <w:rsid w:val="004A08F9"/>
    <w:rsid w:val="004A0DFA"/>
    <w:rsid w:val="004A122C"/>
    <w:rsid w:val="004A1285"/>
    <w:rsid w:val="004A149B"/>
    <w:rsid w:val="004A1A51"/>
    <w:rsid w:val="004A1BFA"/>
    <w:rsid w:val="004A2613"/>
    <w:rsid w:val="004A2F56"/>
    <w:rsid w:val="004A3865"/>
    <w:rsid w:val="004A3B74"/>
    <w:rsid w:val="004A3D82"/>
    <w:rsid w:val="004A40E2"/>
    <w:rsid w:val="004A418D"/>
    <w:rsid w:val="004A4666"/>
    <w:rsid w:val="004A55B2"/>
    <w:rsid w:val="004A5796"/>
    <w:rsid w:val="004A5C05"/>
    <w:rsid w:val="004A61FF"/>
    <w:rsid w:val="004A620E"/>
    <w:rsid w:val="004A635A"/>
    <w:rsid w:val="004A648E"/>
    <w:rsid w:val="004A65D2"/>
    <w:rsid w:val="004A69EA"/>
    <w:rsid w:val="004A6AE8"/>
    <w:rsid w:val="004A6F0E"/>
    <w:rsid w:val="004A774F"/>
    <w:rsid w:val="004A77CE"/>
    <w:rsid w:val="004A7D49"/>
    <w:rsid w:val="004A7F22"/>
    <w:rsid w:val="004B02B0"/>
    <w:rsid w:val="004B05A9"/>
    <w:rsid w:val="004B0B1B"/>
    <w:rsid w:val="004B0DB4"/>
    <w:rsid w:val="004B0F26"/>
    <w:rsid w:val="004B0F5E"/>
    <w:rsid w:val="004B15A0"/>
    <w:rsid w:val="004B2177"/>
    <w:rsid w:val="004B2A30"/>
    <w:rsid w:val="004B2F68"/>
    <w:rsid w:val="004B3373"/>
    <w:rsid w:val="004B3453"/>
    <w:rsid w:val="004B3661"/>
    <w:rsid w:val="004B41A0"/>
    <w:rsid w:val="004B46BF"/>
    <w:rsid w:val="004B494A"/>
    <w:rsid w:val="004B4DCC"/>
    <w:rsid w:val="004B4F2A"/>
    <w:rsid w:val="004B5246"/>
    <w:rsid w:val="004B538F"/>
    <w:rsid w:val="004B56D4"/>
    <w:rsid w:val="004B57A7"/>
    <w:rsid w:val="004B5B70"/>
    <w:rsid w:val="004B6F1E"/>
    <w:rsid w:val="004B75E6"/>
    <w:rsid w:val="004C091E"/>
    <w:rsid w:val="004C0AD0"/>
    <w:rsid w:val="004C0CDD"/>
    <w:rsid w:val="004C19CE"/>
    <w:rsid w:val="004C1BE2"/>
    <w:rsid w:val="004C1C12"/>
    <w:rsid w:val="004C1C51"/>
    <w:rsid w:val="004C1FD0"/>
    <w:rsid w:val="004C20FF"/>
    <w:rsid w:val="004C2200"/>
    <w:rsid w:val="004C2387"/>
    <w:rsid w:val="004C23A5"/>
    <w:rsid w:val="004C25E5"/>
    <w:rsid w:val="004C29A5"/>
    <w:rsid w:val="004C3643"/>
    <w:rsid w:val="004C387A"/>
    <w:rsid w:val="004C43C7"/>
    <w:rsid w:val="004C43DE"/>
    <w:rsid w:val="004C4809"/>
    <w:rsid w:val="004C4BC1"/>
    <w:rsid w:val="004C4C38"/>
    <w:rsid w:val="004C55AC"/>
    <w:rsid w:val="004C595C"/>
    <w:rsid w:val="004C614E"/>
    <w:rsid w:val="004C626D"/>
    <w:rsid w:val="004C67EA"/>
    <w:rsid w:val="004C6A95"/>
    <w:rsid w:val="004C78A5"/>
    <w:rsid w:val="004C7E29"/>
    <w:rsid w:val="004D0703"/>
    <w:rsid w:val="004D0F75"/>
    <w:rsid w:val="004D12B1"/>
    <w:rsid w:val="004D14B4"/>
    <w:rsid w:val="004D185D"/>
    <w:rsid w:val="004D19CB"/>
    <w:rsid w:val="004D237D"/>
    <w:rsid w:val="004D2516"/>
    <w:rsid w:val="004D2864"/>
    <w:rsid w:val="004D2B09"/>
    <w:rsid w:val="004D2E16"/>
    <w:rsid w:val="004D3B89"/>
    <w:rsid w:val="004D4E8A"/>
    <w:rsid w:val="004D4EF6"/>
    <w:rsid w:val="004D56AF"/>
    <w:rsid w:val="004D5CDB"/>
    <w:rsid w:val="004D6A22"/>
    <w:rsid w:val="004D6C66"/>
    <w:rsid w:val="004D714A"/>
    <w:rsid w:val="004D7ED5"/>
    <w:rsid w:val="004E03C7"/>
    <w:rsid w:val="004E0766"/>
    <w:rsid w:val="004E13F9"/>
    <w:rsid w:val="004E170A"/>
    <w:rsid w:val="004E18A9"/>
    <w:rsid w:val="004E23E2"/>
    <w:rsid w:val="004E249A"/>
    <w:rsid w:val="004E34C0"/>
    <w:rsid w:val="004E3623"/>
    <w:rsid w:val="004E3A59"/>
    <w:rsid w:val="004E4E43"/>
    <w:rsid w:val="004E5280"/>
    <w:rsid w:val="004E53C4"/>
    <w:rsid w:val="004E5AD6"/>
    <w:rsid w:val="004E5EF3"/>
    <w:rsid w:val="004E6764"/>
    <w:rsid w:val="004E6C15"/>
    <w:rsid w:val="004E6D01"/>
    <w:rsid w:val="004E70EF"/>
    <w:rsid w:val="004E74B7"/>
    <w:rsid w:val="004E757C"/>
    <w:rsid w:val="004E79B6"/>
    <w:rsid w:val="004E79C0"/>
    <w:rsid w:val="004E7D33"/>
    <w:rsid w:val="004F05A4"/>
    <w:rsid w:val="004F128D"/>
    <w:rsid w:val="004F195E"/>
    <w:rsid w:val="004F1B6F"/>
    <w:rsid w:val="004F1B89"/>
    <w:rsid w:val="004F1F59"/>
    <w:rsid w:val="004F209F"/>
    <w:rsid w:val="004F258B"/>
    <w:rsid w:val="004F25A9"/>
    <w:rsid w:val="004F2723"/>
    <w:rsid w:val="004F2A50"/>
    <w:rsid w:val="004F2C0E"/>
    <w:rsid w:val="004F2E6F"/>
    <w:rsid w:val="004F31BB"/>
    <w:rsid w:val="004F36AB"/>
    <w:rsid w:val="004F3B61"/>
    <w:rsid w:val="004F41A8"/>
    <w:rsid w:val="004F44B0"/>
    <w:rsid w:val="004F44FF"/>
    <w:rsid w:val="004F45EE"/>
    <w:rsid w:val="004F4665"/>
    <w:rsid w:val="004F4A86"/>
    <w:rsid w:val="004F5161"/>
    <w:rsid w:val="004F52E3"/>
    <w:rsid w:val="004F5BAC"/>
    <w:rsid w:val="004F62E6"/>
    <w:rsid w:val="004F6611"/>
    <w:rsid w:val="004F6E2B"/>
    <w:rsid w:val="004F75CC"/>
    <w:rsid w:val="004F7C4E"/>
    <w:rsid w:val="00500248"/>
    <w:rsid w:val="00500534"/>
    <w:rsid w:val="0050082D"/>
    <w:rsid w:val="00500E9A"/>
    <w:rsid w:val="00500FEB"/>
    <w:rsid w:val="0050109A"/>
    <w:rsid w:val="0050169C"/>
    <w:rsid w:val="00501BBB"/>
    <w:rsid w:val="00501C31"/>
    <w:rsid w:val="00502610"/>
    <w:rsid w:val="005028DE"/>
    <w:rsid w:val="00503A9B"/>
    <w:rsid w:val="00504148"/>
    <w:rsid w:val="0050495E"/>
    <w:rsid w:val="00504BB8"/>
    <w:rsid w:val="0050505C"/>
    <w:rsid w:val="00505AC5"/>
    <w:rsid w:val="00505FC0"/>
    <w:rsid w:val="005060D1"/>
    <w:rsid w:val="0050619E"/>
    <w:rsid w:val="0050623C"/>
    <w:rsid w:val="00506488"/>
    <w:rsid w:val="00506B65"/>
    <w:rsid w:val="00506DC3"/>
    <w:rsid w:val="00507B3A"/>
    <w:rsid w:val="00507D6B"/>
    <w:rsid w:val="00510BED"/>
    <w:rsid w:val="00510CA6"/>
    <w:rsid w:val="00511265"/>
    <w:rsid w:val="0051132E"/>
    <w:rsid w:val="00511437"/>
    <w:rsid w:val="005115AB"/>
    <w:rsid w:val="00511A8E"/>
    <w:rsid w:val="00512049"/>
    <w:rsid w:val="0051298A"/>
    <w:rsid w:val="00512F8C"/>
    <w:rsid w:val="00513302"/>
    <w:rsid w:val="00513511"/>
    <w:rsid w:val="005137AB"/>
    <w:rsid w:val="00513A54"/>
    <w:rsid w:val="00513DDF"/>
    <w:rsid w:val="00513FBD"/>
    <w:rsid w:val="0051403A"/>
    <w:rsid w:val="005141BF"/>
    <w:rsid w:val="0051459A"/>
    <w:rsid w:val="00514BF4"/>
    <w:rsid w:val="00515A51"/>
    <w:rsid w:val="00515BE4"/>
    <w:rsid w:val="00515D76"/>
    <w:rsid w:val="00516103"/>
    <w:rsid w:val="005165A5"/>
    <w:rsid w:val="005176F4"/>
    <w:rsid w:val="00517BBC"/>
    <w:rsid w:val="00517F60"/>
    <w:rsid w:val="00520543"/>
    <w:rsid w:val="005209B6"/>
    <w:rsid w:val="00522F17"/>
    <w:rsid w:val="00522F45"/>
    <w:rsid w:val="005230CB"/>
    <w:rsid w:val="005235E2"/>
    <w:rsid w:val="00523CFC"/>
    <w:rsid w:val="005246C4"/>
    <w:rsid w:val="005247C8"/>
    <w:rsid w:val="00524B20"/>
    <w:rsid w:val="005252FD"/>
    <w:rsid w:val="00525434"/>
    <w:rsid w:val="00525633"/>
    <w:rsid w:val="00526007"/>
    <w:rsid w:val="00526B11"/>
    <w:rsid w:val="00526B9F"/>
    <w:rsid w:val="00526CED"/>
    <w:rsid w:val="005271EC"/>
    <w:rsid w:val="005278CC"/>
    <w:rsid w:val="00527DA2"/>
    <w:rsid w:val="005300A8"/>
    <w:rsid w:val="005301F6"/>
    <w:rsid w:val="00530316"/>
    <w:rsid w:val="005306FE"/>
    <w:rsid w:val="00530815"/>
    <w:rsid w:val="0053089E"/>
    <w:rsid w:val="00530F08"/>
    <w:rsid w:val="005312A6"/>
    <w:rsid w:val="00531B22"/>
    <w:rsid w:val="00531F86"/>
    <w:rsid w:val="00532B60"/>
    <w:rsid w:val="00533561"/>
    <w:rsid w:val="005338FC"/>
    <w:rsid w:val="00534008"/>
    <w:rsid w:val="00534295"/>
    <w:rsid w:val="00535436"/>
    <w:rsid w:val="0053552F"/>
    <w:rsid w:val="00535AF5"/>
    <w:rsid w:val="00536D12"/>
    <w:rsid w:val="00537780"/>
    <w:rsid w:val="0054001E"/>
    <w:rsid w:val="00540EC6"/>
    <w:rsid w:val="00540FB3"/>
    <w:rsid w:val="005411E8"/>
    <w:rsid w:val="005412D8"/>
    <w:rsid w:val="005419C3"/>
    <w:rsid w:val="00541B69"/>
    <w:rsid w:val="00541BD0"/>
    <w:rsid w:val="00541CDD"/>
    <w:rsid w:val="0054245A"/>
    <w:rsid w:val="005424D1"/>
    <w:rsid w:val="0054279C"/>
    <w:rsid w:val="005427EF"/>
    <w:rsid w:val="00542A58"/>
    <w:rsid w:val="00543677"/>
    <w:rsid w:val="005437F2"/>
    <w:rsid w:val="00543BE7"/>
    <w:rsid w:val="005441D5"/>
    <w:rsid w:val="00544426"/>
    <w:rsid w:val="00544823"/>
    <w:rsid w:val="0054511D"/>
    <w:rsid w:val="00545338"/>
    <w:rsid w:val="005459B2"/>
    <w:rsid w:val="00545AB2"/>
    <w:rsid w:val="0054677D"/>
    <w:rsid w:val="005467CB"/>
    <w:rsid w:val="00546CE0"/>
    <w:rsid w:val="00546E28"/>
    <w:rsid w:val="005475C6"/>
    <w:rsid w:val="00547822"/>
    <w:rsid w:val="00547B5C"/>
    <w:rsid w:val="00550C9A"/>
    <w:rsid w:val="00550F9A"/>
    <w:rsid w:val="00551BE4"/>
    <w:rsid w:val="00551C87"/>
    <w:rsid w:val="00551C93"/>
    <w:rsid w:val="00551CF3"/>
    <w:rsid w:val="00552B18"/>
    <w:rsid w:val="00552F6E"/>
    <w:rsid w:val="00553050"/>
    <w:rsid w:val="00553F28"/>
    <w:rsid w:val="00554CE1"/>
    <w:rsid w:val="00554D5F"/>
    <w:rsid w:val="00554D77"/>
    <w:rsid w:val="005551B6"/>
    <w:rsid w:val="00555E25"/>
    <w:rsid w:val="00556C9D"/>
    <w:rsid w:val="00556E0F"/>
    <w:rsid w:val="00557301"/>
    <w:rsid w:val="0055734C"/>
    <w:rsid w:val="00557E1F"/>
    <w:rsid w:val="00560031"/>
    <w:rsid w:val="00560D2A"/>
    <w:rsid w:val="00560EEF"/>
    <w:rsid w:val="00560F4D"/>
    <w:rsid w:val="00561AE9"/>
    <w:rsid w:val="00562738"/>
    <w:rsid w:val="00562BB1"/>
    <w:rsid w:val="00562D1F"/>
    <w:rsid w:val="00562F89"/>
    <w:rsid w:val="005636CF"/>
    <w:rsid w:val="00563869"/>
    <w:rsid w:val="0056464F"/>
    <w:rsid w:val="00564716"/>
    <w:rsid w:val="00564829"/>
    <w:rsid w:val="00564BE6"/>
    <w:rsid w:val="00564E34"/>
    <w:rsid w:val="005654C8"/>
    <w:rsid w:val="005658AA"/>
    <w:rsid w:val="00565A25"/>
    <w:rsid w:val="0056667D"/>
    <w:rsid w:val="00566EE2"/>
    <w:rsid w:val="00566F3D"/>
    <w:rsid w:val="005672E1"/>
    <w:rsid w:val="00570161"/>
    <w:rsid w:val="005701EA"/>
    <w:rsid w:val="00570AD4"/>
    <w:rsid w:val="00570D7A"/>
    <w:rsid w:val="00570E92"/>
    <w:rsid w:val="0057100A"/>
    <w:rsid w:val="005711B1"/>
    <w:rsid w:val="00571474"/>
    <w:rsid w:val="00571541"/>
    <w:rsid w:val="0057192B"/>
    <w:rsid w:val="00571EB1"/>
    <w:rsid w:val="005723A2"/>
    <w:rsid w:val="00573042"/>
    <w:rsid w:val="00573408"/>
    <w:rsid w:val="00573AC1"/>
    <w:rsid w:val="00573E93"/>
    <w:rsid w:val="005742C8"/>
    <w:rsid w:val="00574E90"/>
    <w:rsid w:val="0057546B"/>
    <w:rsid w:val="00575F60"/>
    <w:rsid w:val="005760A8"/>
    <w:rsid w:val="005761F6"/>
    <w:rsid w:val="0057680C"/>
    <w:rsid w:val="00576966"/>
    <w:rsid w:val="00576A0C"/>
    <w:rsid w:val="00576E64"/>
    <w:rsid w:val="0057760C"/>
    <w:rsid w:val="005778C7"/>
    <w:rsid w:val="00577C21"/>
    <w:rsid w:val="00577E3D"/>
    <w:rsid w:val="00577EE0"/>
    <w:rsid w:val="00580FB7"/>
    <w:rsid w:val="00581BA9"/>
    <w:rsid w:val="00581ED3"/>
    <w:rsid w:val="00581F53"/>
    <w:rsid w:val="00582121"/>
    <w:rsid w:val="00582757"/>
    <w:rsid w:val="00582A00"/>
    <w:rsid w:val="00582D04"/>
    <w:rsid w:val="00583D26"/>
    <w:rsid w:val="0058455E"/>
    <w:rsid w:val="00584E50"/>
    <w:rsid w:val="005852FF"/>
    <w:rsid w:val="00585AC2"/>
    <w:rsid w:val="00585B7C"/>
    <w:rsid w:val="00586B12"/>
    <w:rsid w:val="00586CB4"/>
    <w:rsid w:val="00586CE2"/>
    <w:rsid w:val="00587588"/>
    <w:rsid w:val="00587705"/>
    <w:rsid w:val="005906D3"/>
    <w:rsid w:val="00590B19"/>
    <w:rsid w:val="00590D03"/>
    <w:rsid w:val="00590F58"/>
    <w:rsid w:val="00590F5B"/>
    <w:rsid w:val="005910CD"/>
    <w:rsid w:val="00591619"/>
    <w:rsid w:val="00591A0E"/>
    <w:rsid w:val="00591C3A"/>
    <w:rsid w:val="00592062"/>
    <w:rsid w:val="0059215C"/>
    <w:rsid w:val="0059296E"/>
    <w:rsid w:val="00592C95"/>
    <w:rsid w:val="00592D8F"/>
    <w:rsid w:val="005936B0"/>
    <w:rsid w:val="00593885"/>
    <w:rsid w:val="00594320"/>
    <w:rsid w:val="00594506"/>
    <w:rsid w:val="0059475C"/>
    <w:rsid w:val="005948D1"/>
    <w:rsid w:val="00594991"/>
    <w:rsid w:val="0059586F"/>
    <w:rsid w:val="0059592C"/>
    <w:rsid w:val="00595AAD"/>
    <w:rsid w:val="00595EB0"/>
    <w:rsid w:val="00595F94"/>
    <w:rsid w:val="00596107"/>
    <w:rsid w:val="0059624A"/>
    <w:rsid w:val="00596682"/>
    <w:rsid w:val="005966AA"/>
    <w:rsid w:val="005969E5"/>
    <w:rsid w:val="00596ECE"/>
    <w:rsid w:val="00596EFE"/>
    <w:rsid w:val="00597376"/>
    <w:rsid w:val="0059758E"/>
    <w:rsid w:val="00597ECB"/>
    <w:rsid w:val="005A1240"/>
    <w:rsid w:val="005A1429"/>
    <w:rsid w:val="005A1D6B"/>
    <w:rsid w:val="005A1EDB"/>
    <w:rsid w:val="005A24A1"/>
    <w:rsid w:val="005A259F"/>
    <w:rsid w:val="005A2691"/>
    <w:rsid w:val="005A3257"/>
    <w:rsid w:val="005A3A8C"/>
    <w:rsid w:val="005A3CEB"/>
    <w:rsid w:val="005A4AC8"/>
    <w:rsid w:val="005A51C5"/>
    <w:rsid w:val="005A571C"/>
    <w:rsid w:val="005A5743"/>
    <w:rsid w:val="005A633C"/>
    <w:rsid w:val="005A70C1"/>
    <w:rsid w:val="005A751C"/>
    <w:rsid w:val="005A7753"/>
    <w:rsid w:val="005A795E"/>
    <w:rsid w:val="005A7A0A"/>
    <w:rsid w:val="005B0301"/>
    <w:rsid w:val="005B04F7"/>
    <w:rsid w:val="005B07D0"/>
    <w:rsid w:val="005B0FAB"/>
    <w:rsid w:val="005B1192"/>
    <w:rsid w:val="005B187D"/>
    <w:rsid w:val="005B19BD"/>
    <w:rsid w:val="005B1CC1"/>
    <w:rsid w:val="005B2737"/>
    <w:rsid w:val="005B31F9"/>
    <w:rsid w:val="005B3412"/>
    <w:rsid w:val="005B3498"/>
    <w:rsid w:val="005B3E80"/>
    <w:rsid w:val="005B4016"/>
    <w:rsid w:val="005B4B83"/>
    <w:rsid w:val="005B4F07"/>
    <w:rsid w:val="005B4F60"/>
    <w:rsid w:val="005B58CE"/>
    <w:rsid w:val="005B6168"/>
    <w:rsid w:val="005B6668"/>
    <w:rsid w:val="005B669D"/>
    <w:rsid w:val="005B75DD"/>
    <w:rsid w:val="005B77A4"/>
    <w:rsid w:val="005B7C51"/>
    <w:rsid w:val="005B7ED5"/>
    <w:rsid w:val="005C023C"/>
    <w:rsid w:val="005C0440"/>
    <w:rsid w:val="005C056D"/>
    <w:rsid w:val="005C0EBB"/>
    <w:rsid w:val="005C0F91"/>
    <w:rsid w:val="005C108F"/>
    <w:rsid w:val="005C113C"/>
    <w:rsid w:val="005C1C31"/>
    <w:rsid w:val="005C273B"/>
    <w:rsid w:val="005C2D8D"/>
    <w:rsid w:val="005C3082"/>
    <w:rsid w:val="005C30C6"/>
    <w:rsid w:val="005C3303"/>
    <w:rsid w:val="005C3E90"/>
    <w:rsid w:val="005C3F9D"/>
    <w:rsid w:val="005C3FB2"/>
    <w:rsid w:val="005C4248"/>
    <w:rsid w:val="005C435B"/>
    <w:rsid w:val="005C466D"/>
    <w:rsid w:val="005C4739"/>
    <w:rsid w:val="005C4894"/>
    <w:rsid w:val="005C5775"/>
    <w:rsid w:val="005C5C6A"/>
    <w:rsid w:val="005C5F73"/>
    <w:rsid w:val="005C60A3"/>
    <w:rsid w:val="005C6ABE"/>
    <w:rsid w:val="005C6F05"/>
    <w:rsid w:val="005C711F"/>
    <w:rsid w:val="005C788D"/>
    <w:rsid w:val="005C7CC3"/>
    <w:rsid w:val="005C7EE0"/>
    <w:rsid w:val="005D023B"/>
    <w:rsid w:val="005D0409"/>
    <w:rsid w:val="005D0AF1"/>
    <w:rsid w:val="005D0B18"/>
    <w:rsid w:val="005D10DA"/>
    <w:rsid w:val="005D149A"/>
    <w:rsid w:val="005D225D"/>
    <w:rsid w:val="005D2F36"/>
    <w:rsid w:val="005D3B9C"/>
    <w:rsid w:val="005D4931"/>
    <w:rsid w:val="005D4A29"/>
    <w:rsid w:val="005D51AD"/>
    <w:rsid w:val="005D56EB"/>
    <w:rsid w:val="005D5A80"/>
    <w:rsid w:val="005D615E"/>
    <w:rsid w:val="005D64F4"/>
    <w:rsid w:val="005D666D"/>
    <w:rsid w:val="005D6936"/>
    <w:rsid w:val="005D7016"/>
    <w:rsid w:val="005D7CCF"/>
    <w:rsid w:val="005D7F41"/>
    <w:rsid w:val="005E0175"/>
    <w:rsid w:val="005E02BF"/>
    <w:rsid w:val="005E037C"/>
    <w:rsid w:val="005E1274"/>
    <w:rsid w:val="005E1808"/>
    <w:rsid w:val="005E2019"/>
    <w:rsid w:val="005E222D"/>
    <w:rsid w:val="005E2F63"/>
    <w:rsid w:val="005E388D"/>
    <w:rsid w:val="005E3A3C"/>
    <w:rsid w:val="005E3B32"/>
    <w:rsid w:val="005E3BA7"/>
    <w:rsid w:val="005E3C72"/>
    <w:rsid w:val="005E429E"/>
    <w:rsid w:val="005E46BD"/>
    <w:rsid w:val="005E4E3E"/>
    <w:rsid w:val="005E4F2A"/>
    <w:rsid w:val="005E6123"/>
    <w:rsid w:val="005E6678"/>
    <w:rsid w:val="005E7103"/>
    <w:rsid w:val="005E78A9"/>
    <w:rsid w:val="005E7C4B"/>
    <w:rsid w:val="005E7E6A"/>
    <w:rsid w:val="005E7F21"/>
    <w:rsid w:val="005E7F3A"/>
    <w:rsid w:val="005F01C8"/>
    <w:rsid w:val="005F0D50"/>
    <w:rsid w:val="005F0FA4"/>
    <w:rsid w:val="005F17CF"/>
    <w:rsid w:val="005F1BC5"/>
    <w:rsid w:val="005F1FB3"/>
    <w:rsid w:val="005F275F"/>
    <w:rsid w:val="005F3D6D"/>
    <w:rsid w:val="005F3E67"/>
    <w:rsid w:val="005F4E93"/>
    <w:rsid w:val="005F6084"/>
    <w:rsid w:val="005F633B"/>
    <w:rsid w:val="005F6345"/>
    <w:rsid w:val="005F65AF"/>
    <w:rsid w:val="005F6CA5"/>
    <w:rsid w:val="005F6D40"/>
    <w:rsid w:val="005F6DB4"/>
    <w:rsid w:val="005F76F1"/>
    <w:rsid w:val="005F78FB"/>
    <w:rsid w:val="00600015"/>
    <w:rsid w:val="00600063"/>
    <w:rsid w:val="006001D4"/>
    <w:rsid w:val="00600B72"/>
    <w:rsid w:val="00600EA1"/>
    <w:rsid w:val="0060114A"/>
    <w:rsid w:val="006019F1"/>
    <w:rsid w:val="006022AF"/>
    <w:rsid w:val="0060270A"/>
    <w:rsid w:val="00602E2E"/>
    <w:rsid w:val="00602E8C"/>
    <w:rsid w:val="00603175"/>
    <w:rsid w:val="0060364A"/>
    <w:rsid w:val="006036B3"/>
    <w:rsid w:val="006036DB"/>
    <w:rsid w:val="00603D72"/>
    <w:rsid w:val="00603FF6"/>
    <w:rsid w:val="006046DA"/>
    <w:rsid w:val="00605014"/>
    <w:rsid w:val="006053D5"/>
    <w:rsid w:val="00605806"/>
    <w:rsid w:val="00606D85"/>
    <w:rsid w:val="00606DE0"/>
    <w:rsid w:val="00607186"/>
    <w:rsid w:val="006076EF"/>
    <w:rsid w:val="0061016B"/>
    <w:rsid w:val="006103F6"/>
    <w:rsid w:val="006107E2"/>
    <w:rsid w:val="00610AC5"/>
    <w:rsid w:val="006114F0"/>
    <w:rsid w:val="00611ABE"/>
    <w:rsid w:val="006121D9"/>
    <w:rsid w:val="006123BE"/>
    <w:rsid w:val="00612B79"/>
    <w:rsid w:val="00612CF9"/>
    <w:rsid w:val="00614174"/>
    <w:rsid w:val="00614456"/>
    <w:rsid w:val="00614681"/>
    <w:rsid w:val="006146BC"/>
    <w:rsid w:val="00614BF4"/>
    <w:rsid w:val="0061542E"/>
    <w:rsid w:val="0061550F"/>
    <w:rsid w:val="006162A8"/>
    <w:rsid w:val="006162F5"/>
    <w:rsid w:val="00616551"/>
    <w:rsid w:val="00616ACF"/>
    <w:rsid w:val="0061736B"/>
    <w:rsid w:val="00617777"/>
    <w:rsid w:val="00617D62"/>
    <w:rsid w:val="00620049"/>
    <w:rsid w:val="00620164"/>
    <w:rsid w:val="00620232"/>
    <w:rsid w:val="00620D41"/>
    <w:rsid w:val="00622411"/>
    <w:rsid w:val="00622859"/>
    <w:rsid w:val="0062292B"/>
    <w:rsid w:val="006232F8"/>
    <w:rsid w:val="006243C6"/>
    <w:rsid w:val="00624922"/>
    <w:rsid w:val="006249A2"/>
    <w:rsid w:val="00624AC4"/>
    <w:rsid w:val="00625546"/>
    <w:rsid w:val="006258C5"/>
    <w:rsid w:val="00625AA2"/>
    <w:rsid w:val="00625D92"/>
    <w:rsid w:val="006264A9"/>
    <w:rsid w:val="00626D3D"/>
    <w:rsid w:val="006272F5"/>
    <w:rsid w:val="0062782E"/>
    <w:rsid w:val="006278E8"/>
    <w:rsid w:val="006279B0"/>
    <w:rsid w:val="00627D97"/>
    <w:rsid w:val="006301FB"/>
    <w:rsid w:val="00630A81"/>
    <w:rsid w:val="00630AC3"/>
    <w:rsid w:val="00630AF4"/>
    <w:rsid w:val="00631071"/>
    <w:rsid w:val="006313E2"/>
    <w:rsid w:val="0063164C"/>
    <w:rsid w:val="006316A0"/>
    <w:rsid w:val="006317B7"/>
    <w:rsid w:val="00631802"/>
    <w:rsid w:val="00631D61"/>
    <w:rsid w:val="00631DAB"/>
    <w:rsid w:val="0063216B"/>
    <w:rsid w:val="006322C2"/>
    <w:rsid w:val="006323FF"/>
    <w:rsid w:val="006327C1"/>
    <w:rsid w:val="00632B7A"/>
    <w:rsid w:val="00632E9A"/>
    <w:rsid w:val="006339FF"/>
    <w:rsid w:val="00633CEC"/>
    <w:rsid w:val="00633E2A"/>
    <w:rsid w:val="006343A2"/>
    <w:rsid w:val="00634542"/>
    <w:rsid w:val="00634768"/>
    <w:rsid w:val="00634792"/>
    <w:rsid w:val="00634A89"/>
    <w:rsid w:val="00634F79"/>
    <w:rsid w:val="00635191"/>
    <w:rsid w:val="00635244"/>
    <w:rsid w:val="00635531"/>
    <w:rsid w:val="006358B2"/>
    <w:rsid w:val="006359BD"/>
    <w:rsid w:val="0063623E"/>
    <w:rsid w:val="0063649D"/>
    <w:rsid w:val="006365E9"/>
    <w:rsid w:val="00636675"/>
    <w:rsid w:val="00637C4B"/>
    <w:rsid w:val="00640E09"/>
    <w:rsid w:val="00641354"/>
    <w:rsid w:val="006414AA"/>
    <w:rsid w:val="00641BBF"/>
    <w:rsid w:val="006435E3"/>
    <w:rsid w:val="00643778"/>
    <w:rsid w:val="006438F3"/>
    <w:rsid w:val="006441BC"/>
    <w:rsid w:val="0064475A"/>
    <w:rsid w:val="00645388"/>
    <w:rsid w:val="00645710"/>
    <w:rsid w:val="0064634E"/>
    <w:rsid w:val="00646491"/>
    <w:rsid w:val="00646668"/>
    <w:rsid w:val="0064707C"/>
    <w:rsid w:val="006472AE"/>
    <w:rsid w:val="006473AB"/>
    <w:rsid w:val="006476C6"/>
    <w:rsid w:val="00647D58"/>
    <w:rsid w:val="00647F7B"/>
    <w:rsid w:val="006500A6"/>
    <w:rsid w:val="006509A7"/>
    <w:rsid w:val="00650C87"/>
    <w:rsid w:val="00650D4B"/>
    <w:rsid w:val="00650FFE"/>
    <w:rsid w:val="0065133B"/>
    <w:rsid w:val="0065273A"/>
    <w:rsid w:val="00652EE8"/>
    <w:rsid w:val="006535CD"/>
    <w:rsid w:val="00653B03"/>
    <w:rsid w:val="00653FEC"/>
    <w:rsid w:val="00654174"/>
    <w:rsid w:val="00654224"/>
    <w:rsid w:val="006542C0"/>
    <w:rsid w:val="00654335"/>
    <w:rsid w:val="00654534"/>
    <w:rsid w:val="00654736"/>
    <w:rsid w:val="006547B6"/>
    <w:rsid w:val="00654B14"/>
    <w:rsid w:val="00654F8D"/>
    <w:rsid w:val="0065579A"/>
    <w:rsid w:val="00655B06"/>
    <w:rsid w:val="00655B50"/>
    <w:rsid w:val="00655F8D"/>
    <w:rsid w:val="0065658E"/>
    <w:rsid w:val="00656A55"/>
    <w:rsid w:val="00656B57"/>
    <w:rsid w:val="00657180"/>
    <w:rsid w:val="00657665"/>
    <w:rsid w:val="006600B5"/>
    <w:rsid w:val="0066028E"/>
    <w:rsid w:val="006606AA"/>
    <w:rsid w:val="0066083B"/>
    <w:rsid w:val="00660B7F"/>
    <w:rsid w:val="00661396"/>
    <w:rsid w:val="00661537"/>
    <w:rsid w:val="00661C9F"/>
    <w:rsid w:val="00661E56"/>
    <w:rsid w:val="00661F31"/>
    <w:rsid w:val="00662388"/>
    <w:rsid w:val="006623B8"/>
    <w:rsid w:val="006624B2"/>
    <w:rsid w:val="00662E1C"/>
    <w:rsid w:val="00662F79"/>
    <w:rsid w:val="0066314B"/>
    <w:rsid w:val="00663738"/>
    <w:rsid w:val="00664057"/>
    <w:rsid w:val="00664071"/>
    <w:rsid w:val="00664635"/>
    <w:rsid w:val="00664734"/>
    <w:rsid w:val="0066614A"/>
    <w:rsid w:val="00666754"/>
    <w:rsid w:val="0066676B"/>
    <w:rsid w:val="0066680A"/>
    <w:rsid w:val="006668C5"/>
    <w:rsid w:val="00666978"/>
    <w:rsid w:val="00666D47"/>
    <w:rsid w:val="0066722C"/>
    <w:rsid w:val="006674CB"/>
    <w:rsid w:val="006675B7"/>
    <w:rsid w:val="006701D2"/>
    <w:rsid w:val="006701EE"/>
    <w:rsid w:val="00670281"/>
    <w:rsid w:val="00670F12"/>
    <w:rsid w:val="00671916"/>
    <w:rsid w:val="006721B9"/>
    <w:rsid w:val="00672385"/>
    <w:rsid w:val="006726C2"/>
    <w:rsid w:val="0067270E"/>
    <w:rsid w:val="0067314D"/>
    <w:rsid w:val="00673536"/>
    <w:rsid w:val="00673986"/>
    <w:rsid w:val="00673E42"/>
    <w:rsid w:val="00674968"/>
    <w:rsid w:val="00674A02"/>
    <w:rsid w:val="00674CD8"/>
    <w:rsid w:val="0067603C"/>
    <w:rsid w:val="00676725"/>
    <w:rsid w:val="00676EA9"/>
    <w:rsid w:val="00677800"/>
    <w:rsid w:val="00677C73"/>
    <w:rsid w:val="00677F14"/>
    <w:rsid w:val="006804CC"/>
    <w:rsid w:val="00680E9C"/>
    <w:rsid w:val="0068104A"/>
    <w:rsid w:val="0068136F"/>
    <w:rsid w:val="00681751"/>
    <w:rsid w:val="006829E0"/>
    <w:rsid w:val="00683251"/>
    <w:rsid w:val="00683654"/>
    <w:rsid w:val="00683F07"/>
    <w:rsid w:val="00684BF8"/>
    <w:rsid w:val="00684C01"/>
    <w:rsid w:val="0068542C"/>
    <w:rsid w:val="00685989"/>
    <w:rsid w:val="00685D07"/>
    <w:rsid w:val="006866D0"/>
    <w:rsid w:val="00686984"/>
    <w:rsid w:val="006869B6"/>
    <w:rsid w:val="00687381"/>
    <w:rsid w:val="00687FA5"/>
    <w:rsid w:val="00691812"/>
    <w:rsid w:val="00691E18"/>
    <w:rsid w:val="00691EB8"/>
    <w:rsid w:val="00691EC9"/>
    <w:rsid w:val="00691FBE"/>
    <w:rsid w:val="00692AD1"/>
    <w:rsid w:val="0069341F"/>
    <w:rsid w:val="00693789"/>
    <w:rsid w:val="00693949"/>
    <w:rsid w:val="00693A01"/>
    <w:rsid w:val="00694283"/>
    <w:rsid w:val="006959E0"/>
    <w:rsid w:val="00696038"/>
    <w:rsid w:val="00696164"/>
    <w:rsid w:val="00696183"/>
    <w:rsid w:val="0069645A"/>
    <w:rsid w:val="00696A1E"/>
    <w:rsid w:val="00696C3F"/>
    <w:rsid w:val="00696D2A"/>
    <w:rsid w:val="0069701D"/>
    <w:rsid w:val="00697170"/>
    <w:rsid w:val="00697199"/>
    <w:rsid w:val="00697218"/>
    <w:rsid w:val="0069777C"/>
    <w:rsid w:val="006977A5"/>
    <w:rsid w:val="0069791D"/>
    <w:rsid w:val="00697F18"/>
    <w:rsid w:val="006A001B"/>
    <w:rsid w:val="006A030D"/>
    <w:rsid w:val="006A0F5F"/>
    <w:rsid w:val="006A14AC"/>
    <w:rsid w:val="006A227E"/>
    <w:rsid w:val="006A2CCE"/>
    <w:rsid w:val="006A308D"/>
    <w:rsid w:val="006A354C"/>
    <w:rsid w:val="006A35DB"/>
    <w:rsid w:val="006A3EBF"/>
    <w:rsid w:val="006A4498"/>
    <w:rsid w:val="006A4921"/>
    <w:rsid w:val="006A498D"/>
    <w:rsid w:val="006A4CCB"/>
    <w:rsid w:val="006A5725"/>
    <w:rsid w:val="006A5B92"/>
    <w:rsid w:val="006A71DA"/>
    <w:rsid w:val="006A721C"/>
    <w:rsid w:val="006A7294"/>
    <w:rsid w:val="006A7A0B"/>
    <w:rsid w:val="006B0538"/>
    <w:rsid w:val="006B0C0E"/>
    <w:rsid w:val="006B1CFA"/>
    <w:rsid w:val="006B23ED"/>
    <w:rsid w:val="006B2674"/>
    <w:rsid w:val="006B2B25"/>
    <w:rsid w:val="006B3443"/>
    <w:rsid w:val="006B378E"/>
    <w:rsid w:val="006B3C57"/>
    <w:rsid w:val="006B3EBA"/>
    <w:rsid w:val="006B4426"/>
    <w:rsid w:val="006B4DBF"/>
    <w:rsid w:val="006B4FB4"/>
    <w:rsid w:val="006B6110"/>
    <w:rsid w:val="006B6520"/>
    <w:rsid w:val="006B65DF"/>
    <w:rsid w:val="006B6C85"/>
    <w:rsid w:val="006B6C97"/>
    <w:rsid w:val="006B703F"/>
    <w:rsid w:val="006B773B"/>
    <w:rsid w:val="006B77FC"/>
    <w:rsid w:val="006B7828"/>
    <w:rsid w:val="006B78B0"/>
    <w:rsid w:val="006B78EE"/>
    <w:rsid w:val="006B79F0"/>
    <w:rsid w:val="006B7B35"/>
    <w:rsid w:val="006B7C6D"/>
    <w:rsid w:val="006B7E4D"/>
    <w:rsid w:val="006C08BA"/>
    <w:rsid w:val="006C099B"/>
    <w:rsid w:val="006C0D31"/>
    <w:rsid w:val="006C12AB"/>
    <w:rsid w:val="006C1620"/>
    <w:rsid w:val="006C188D"/>
    <w:rsid w:val="006C1A95"/>
    <w:rsid w:val="006C20E8"/>
    <w:rsid w:val="006C2400"/>
    <w:rsid w:val="006C2845"/>
    <w:rsid w:val="006C28E9"/>
    <w:rsid w:val="006C3058"/>
    <w:rsid w:val="006C32CD"/>
    <w:rsid w:val="006C3721"/>
    <w:rsid w:val="006C3DB5"/>
    <w:rsid w:val="006C3DD8"/>
    <w:rsid w:val="006C4697"/>
    <w:rsid w:val="006C4899"/>
    <w:rsid w:val="006C4C26"/>
    <w:rsid w:val="006C4C83"/>
    <w:rsid w:val="006C4F6F"/>
    <w:rsid w:val="006C52E6"/>
    <w:rsid w:val="006C5C75"/>
    <w:rsid w:val="006C60EE"/>
    <w:rsid w:val="006C6269"/>
    <w:rsid w:val="006C692C"/>
    <w:rsid w:val="006C6C24"/>
    <w:rsid w:val="006C6F64"/>
    <w:rsid w:val="006C7512"/>
    <w:rsid w:val="006C7B6F"/>
    <w:rsid w:val="006D018E"/>
    <w:rsid w:val="006D034E"/>
    <w:rsid w:val="006D0543"/>
    <w:rsid w:val="006D1E39"/>
    <w:rsid w:val="006D1EBE"/>
    <w:rsid w:val="006D228A"/>
    <w:rsid w:val="006D3182"/>
    <w:rsid w:val="006D35E2"/>
    <w:rsid w:val="006D45DB"/>
    <w:rsid w:val="006D5332"/>
    <w:rsid w:val="006D59B8"/>
    <w:rsid w:val="006D63AC"/>
    <w:rsid w:val="006D6DB9"/>
    <w:rsid w:val="006D6E9F"/>
    <w:rsid w:val="006D702A"/>
    <w:rsid w:val="006D7949"/>
    <w:rsid w:val="006D7B05"/>
    <w:rsid w:val="006E00A1"/>
    <w:rsid w:val="006E011D"/>
    <w:rsid w:val="006E04EF"/>
    <w:rsid w:val="006E06CF"/>
    <w:rsid w:val="006E0D2B"/>
    <w:rsid w:val="006E0F04"/>
    <w:rsid w:val="006E11BD"/>
    <w:rsid w:val="006E130F"/>
    <w:rsid w:val="006E172B"/>
    <w:rsid w:val="006E1A41"/>
    <w:rsid w:val="006E2092"/>
    <w:rsid w:val="006E2493"/>
    <w:rsid w:val="006E2988"/>
    <w:rsid w:val="006E3227"/>
    <w:rsid w:val="006E3B33"/>
    <w:rsid w:val="006E3CFF"/>
    <w:rsid w:val="006E41AB"/>
    <w:rsid w:val="006E48F9"/>
    <w:rsid w:val="006E4AC2"/>
    <w:rsid w:val="006E4C25"/>
    <w:rsid w:val="006E583E"/>
    <w:rsid w:val="006E5A29"/>
    <w:rsid w:val="006E5A38"/>
    <w:rsid w:val="006E5D32"/>
    <w:rsid w:val="006E5F17"/>
    <w:rsid w:val="006E6287"/>
    <w:rsid w:val="006E66BC"/>
    <w:rsid w:val="006E6726"/>
    <w:rsid w:val="006E6A13"/>
    <w:rsid w:val="006E6C75"/>
    <w:rsid w:val="006E713B"/>
    <w:rsid w:val="006E71F5"/>
    <w:rsid w:val="006E74ED"/>
    <w:rsid w:val="006E79CE"/>
    <w:rsid w:val="006E7A93"/>
    <w:rsid w:val="006F0314"/>
    <w:rsid w:val="006F0510"/>
    <w:rsid w:val="006F0B61"/>
    <w:rsid w:val="006F0EBC"/>
    <w:rsid w:val="006F19F0"/>
    <w:rsid w:val="006F1DE7"/>
    <w:rsid w:val="006F2EC0"/>
    <w:rsid w:val="006F36C7"/>
    <w:rsid w:val="006F4420"/>
    <w:rsid w:val="006F44C3"/>
    <w:rsid w:val="006F4D7C"/>
    <w:rsid w:val="006F4E21"/>
    <w:rsid w:val="006F4E34"/>
    <w:rsid w:val="006F4F23"/>
    <w:rsid w:val="006F529F"/>
    <w:rsid w:val="006F53BE"/>
    <w:rsid w:val="006F5842"/>
    <w:rsid w:val="006F5B16"/>
    <w:rsid w:val="006F622F"/>
    <w:rsid w:val="006F725D"/>
    <w:rsid w:val="006F76F9"/>
    <w:rsid w:val="00700384"/>
    <w:rsid w:val="007006D0"/>
    <w:rsid w:val="007008E5"/>
    <w:rsid w:val="00700B4C"/>
    <w:rsid w:val="00700FB2"/>
    <w:rsid w:val="00701E73"/>
    <w:rsid w:val="00701F84"/>
    <w:rsid w:val="00702BFB"/>
    <w:rsid w:val="00702E14"/>
    <w:rsid w:val="0070359A"/>
    <w:rsid w:val="00703A00"/>
    <w:rsid w:val="00703CB5"/>
    <w:rsid w:val="00703EA3"/>
    <w:rsid w:val="00703F25"/>
    <w:rsid w:val="00703F50"/>
    <w:rsid w:val="00704ADA"/>
    <w:rsid w:val="00704DD0"/>
    <w:rsid w:val="00704F06"/>
    <w:rsid w:val="00704FDC"/>
    <w:rsid w:val="0070506A"/>
    <w:rsid w:val="007051A6"/>
    <w:rsid w:val="00705902"/>
    <w:rsid w:val="00705BF3"/>
    <w:rsid w:val="00705E57"/>
    <w:rsid w:val="0070610B"/>
    <w:rsid w:val="007067B4"/>
    <w:rsid w:val="00706D63"/>
    <w:rsid w:val="00706F63"/>
    <w:rsid w:val="007075B6"/>
    <w:rsid w:val="00707B60"/>
    <w:rsid w:val="00707C79"/>
    <w:rsid w:val="00707DFD"/>
    <w:rsid w:val="00707FA8"/>
    <w:rsid w:val="00707FAD"/>
    <w:rsid w:val="00710278"/>
    <w:rsid w:val="007109BA"/>
    <w:rsid w:val="007110CD"/>
    <w:rsid w:val="007114C2"/>
    <w:rsid w:val="00711E0B"/>
    <w:rsid w:val="007120F6"/>
    <w:rsid w:val="0071219E"/>
    <w:rsid w:val="00712372"/>
    <w:rsid w:val="00712410"/>
    <w:rsid w:val="00712490"/>
    <w:rsid w:val="0071312F"/>
    <w:rsid w:val="00713593"/>
    <w:rsid w:val="00714226"/>
    <w:rsid w:val="0071428C"/>
    <w:rsid w:val="0071475B"/>
    <w:rsid w:val="00714CB8"/>
    <w:rsid w:val="00714FEF"/>
    <w:rsid w:val="00715AFB"/>
    <w:rsid w:val="00715E5A"/>
    <w:rsid w:val="0071646E"/>
    <w:rsid w:val="007165C6"/>
    <w:rsid w:val="00716970"/>
    <w:rsid w:val="00716FFB"/>
    <w:rsid w:val="00717076"/>
    <w:rsid w:val="00717194"/>
    <w:rsid w:val="0071752A"/>
    <w:rsid w:val="00717AF6"/>
    <w:rsid w:val="00717EAD"/>
    <w:rsid w:val="00720063"/>
    <w:rsid w:val="007202B1"/>
    <w:rsid w:val="007204D6"/>
    <w:rsid w:val="00720E72"/>
    <w:rsid w:val="00721FAF"/>
    <w:rsid w:val="00722363"/>
    <w:rsid w:val="0072249D"/>
    <w:rsid w:val="00722685"/>
    <w:rsid w:val="00722825"/>
    <w:rsid w:val="00722A6A"/>
    <w:rsid w:val="007232AA"/>
    <w:rsid w:val="0072377C"/>
    <w:rsid w:val="007237A6"/>
    <w:rsid w:val="00723D3A"/>
    <w:rsid w:val="00723D56"/>
    <w:rsid w:val="00723FA6"/>
    <w:rsid w:val="0072457D"/>
    <w:rsid w:val="00724D6D"/>
    <w:rsid w:val="0072546B"/>
    <w:rsid w:val="007256E6"/>
    <w:rsid w:val="007264A8"/>
    <w:rsid w:val="00726622"/>
    <w:rsid w:val="007271E8"/>
    <w:rsid w:val="00727515"/>
    <w:rsid w:val="00727B0A"/>
    <w:rsid w:val="00727D42"/>
    <w:rsid w:val="00727EC6"/>
    <w:rsid w:val="007301AF"/>
    <w:rsid w:val="007304FF"/>
    <w:rsid w:val="007307D8"/>
    <w:rsid w:val="00730825"/>
    <w:rsid w:val="007308B0"/>
    <w:rsid w:val="007308F1"/>
    <w:rsid w:val="00730AD1"/>
    <w:rsid w:val="00730E8F"/>
    <w:rsid w:val="00730F77"/>
    <w:rsid w:val="00731134"/>
    <w:rsid w:val="00731943"/>
    <w:rsid w:val="00732548"/>
    <w:rsid w:val="00732DA2"/>
    <w:rsid w:val="00733196"/>
    <w:rsid w:val="00733D7F"/>
    <w:rsid w:val="00734038"/>
    <w:rsid w:val="0073437E"/>
    <w:rsid w:val="007347C3"/>
    <w:rsid w:val="00734956"/>
    <w:rsid w:val="007349B3"/>
    <w:rsid w:val="00734A2F"/>
    <w:rsid w:val="00734A9E"/>
    <w:rsid w:val="00734E72"/>
    <w:rsid w:val="007351B6"/>
    <w:rsid w:val="00735857"/>
    <w:rsid w:val="00735870"/>
    <w:rsid w:val="00736BAE"/>
    <w:rsid w:val="00736D19"/>
    <w:rsid w:val="00737277"/>
    <w:rsid w:val="00740C59"/>
    <w:rsid w:val="007410B9"/>
    <w:rsid w:val="007410E9"/>
    <w:rsid w:val="00741529"/>
    <w:rsid w:val="0074212E"/>
    <w:rsid w:val="007423F6"/>
    <w:rsid w:val="00742467"/>
    <w:rsid w:val="00742639"/>
    <w:rsid w:val="00742E5F"/>
    <w:rsid w:val="00742EDD"/>
    <w:rsid w:val="00743000"/>
    <w:rsid w:val="0074309A"/>
    <w:rsid w:val="00743366"/>
    <w:rsid w:val="00744073"/>
    <w:rsid w:val="007442A9"/>
    <w:rsid w:val="007442CD"/>
    <w:rsid w:val="007448E2"/>
    <w:rsid w:val="007449BA"/>
    <w:rsid w:val="00744C80"/>
    <w:rsid w:val="00744EE6"/>
    <w:rsid w:val="0074574D"/>
    <w:rsid w:val="00745A8B"/>
    <w:rsid w:val="00745E0C"/>
    <w:rsid w:val="0074630A"/>
    <w:rsid w:val="00746A59"/>
    <w:rsid w:val="00746F0F"/>
    <w:rsid w:val="00746F5E"/>
    <w:rsid w:val="007474CC"/>
    <w:rsid w:val="007478D6"/>
    <w:rsid w:val="00747C6A"/>
    <w:rsid w:val="00750883"/>
    <w:rsid w:val="00750D1C"/>
    <w:rsid w:val="00750E9D"/>
    <w:rsid w:val="007511F7"/>
    <w:rsid w:val="00751722"/>
    <w:rsid w:val="00751C5B"/>
    <w:rsid w:val="00751C62"/>
    <w:rsid w:val="00751E3C"/>
    <w:rsid w:val="00752433"/>
    <w:rsid w:val="007524FF"/>
    <w:rsid w:val="007528EA"/>
    <w:rsid w:val="00752B57"/>
    <w:rsid w:val="00752E99"/>
    <w:rsid w:val="007532F5"/>
    <w:rsid w:val="00753764"/>
    <w:rsid w:val="00753932"/>
    <w:rsid w:val="00754194"/>
    <w:rsid w:val="00754376"/>
    <w:rsid w:val="00754551"/>
    <w:rsid w:val="0075493C"/>
    <w:rsid w:val="00755B84"/>
    <w:rsid w:val="00756932"/>
    <w:rsid w:val="007570E9"/>
    <w:rsid w:val="00757658"/>
    <w:rsid w:val="00757A3F"/>
    <w:rsid w:val="00757B7E"/>
    <w:rsid w:val="00757C40"/>
    <w:rsid w:val="007600B6"/>
    <w:rsid w:val="00761619"/>
    <w:rsid w:val="00761920"/>
    <w:rsid w:val="00761A6A"/>
    <w:rsid w:val="00761CFC"/>
    <w:rsid w:val="00762527"/>
    <w:rsid w:val="0076285C"/>
    <w:rsid w:val="00762907"/>
    <w:rsid w:val="00762A07"/>
    <w:rsid w:val="00763234"/>
    <w:rsid w:val="0076337F"/>
    <w:rsid w:val="00763421"/>
    <w:rsid w:val="0076354B"/>
    <w:rsid w:val="00763E80"/>
    <w:rsid w:val="00763FDE"/>
    <w:rsid w:val="00764B81"/>
    <w:rsid w:val="00764BD7"/>
    <w:rsid w:val="0076527F"/>
    <w:rsid w:val="007657A5"/>
    <w:rsid w:val="00765D9D"/>
    <w:rsid w:val="007668DE"/>
    <w:rsid w:val="00766985"/>
    <w:rsid w:val="00766B69"/>
    <w:rsid w:val="00767333"/>
    <w:rsid w:val="00767A7B"/>
    <w:rsid w:val="00767CAC"/>
    <w:rsid w:val="00767D3B"/>
    <w:rsid w:val="00767E3A"/>
    <w:rsid w:val="00767E54"/>
    <w:rsid w:val="00771A0B"/>
    <w:rsid w:val="00772367"/>
    <w:rsid w:val="0077295A"/>
    <w:rsid w:val="00772BAD"/>
    <w:rsid w:val="00772FF4"/>
    <w:rsid w:val="0077316F"/>
    <w:rsid w:val="00773A18"/>
    <w:rsid w:val="00773D46"/>
    <w:rsid w:val="00773F71"/>
    <w:rsid w:val="00774323"/>
    <w:rsid w:val="00774914"/>
    <w:rsid w:val="00774A5F"/>
    <w:rsid w:val="0077556F"/>
    <w:rsid w:val="00775F65"/>
    <w:rsid w:val="00776369"/>
    <w:rsid w:val="00776B72"/>
    <w:rsid w:val="00776F37"/>
    <w:rsid w:val="00777504"/>
    <w:rsid w:val="007775DE"/>
    <w:rsid w:val="007775F4"/>
    <w:rsid w:val="00777773"/>
    <w:rsid w:val="0077786C"/>
    <w:rsid w:val="007778EA"/>
    <w:rsid w:val="00777ECD"/>
    <w:rsid w:val="00777EEF"/>
    <w:rsid w:val="00780572"/>
    <w:rsid w:val="00780CC2"/>
    <w:rsid w:val="00780DFA"/>
    <w:rsid w:val="00780E2B"/>
    <w:rsid w:val="00781B0E"/>
    <w:rsid w:val="00781B8A"/>
    <w:rsid w:val="00781F20"/>
    <w:rsid w:val="007824FE"/>
    <w:rsid w:val="0078273E"/>
    <w:rsid w:val="007828EA"/>
    <w:rsid w:val="007828FE"/>
    <w:rsid w:val="007829F7"/>
    <w:rsid w:val="00782DD3"/>
    <w:rsid w:val="0078307E"/>
    <w:rsid w:val="00783300"/>
    <w:rsid w:val="007837C9"/>
    <w:rsid w:val="00783D7C"/>
    <w:rsid w:val="00783DEE"/>
    <w:rsid w:val="0078421E"/>
    <w:rsid w:val="00784691"/>
    <w:rsid w:val="007849A4"/>
    <w:rsid w:val="007849F1"/>
    <w:rsid w:val="00784F5B"/>
    <w:rsid w:val="0078570C"/>
    <w:rsid w:val="00785BC1"/>
    <w:rsid w:val="00785CD7"/>
    <w:rsid w:val="00785D30"/>
    <w:rsid w:val="00785F11"/>
    <w:rsid w:val="007869C2"/>
    <w:rsid w:val="00786F89"/>
    <w:rsid w:val="0078758E"/>
    <w:rsid w:val="007875CF"/>
    <w:rsid w:val="00790A0B"/>
    <w:rsid w:val="007919D1"/>
    <w:rsid w:val="00791FB2"/>
    <w:rsid w:val="0079206B"/>
    <w:rsid w:val="007921A1"/>
    <w:rsid w:val="0079297A"/>
    <w:rsid w:val="00792B9D"/>
    <w:rsid w:val="00792D54"/>
    <w:rsid w:val="00792EAD"/>
    <w:rsid w:val="00793028"/>
    <w:rsid w:val="007931F8"/>
    <w:rsid w:val="00794125"/>
    <w:rsid w:val="0079426E"/>
    <w:rsid w:val="0079427D"/>
    <w:rsid w:val="00794CCF"/>
    <w:rsid w:val="00796530"/>
    <w:rsid w:val="0079676A"/>
    <w:rsid w:val="0079689A"/>
    <w:rsid w:val="00796918"/>
    <w:rsid w:val="00796D0E"/>
    <w:rsid w:val="00796D28"/>
    <w:rsid w:val="00796DA1"/>
    <w:rsid w:val="00796EE7"/>
    <w:rsid w:val="007A0347"/>
    <w:rsid w:val="007A0BCE"/>
    <w:rsid w:val="007A0D64"/>
    <w:rsid w:val="007A1434"/>
    <w:rsid w:val="007A1502"/>
    <w:rsid w:val="007A1A69"/>
    <w:rsid w:val="007A1EC2"/>
    <w:rsid w:val="007A2330"/>
    <w:rsid w:val="007A2552"/>
    <w:rsid w:val="007A2924"/>
    <w:rsid w:val="007A3F68"/>
    <w:rsid w:val="007A405C"/>
    <w:rsid w:val="007A433C"/>
    <w:rsid w:val="007A4745"/>
    <w:rsid w:val="007A477E"/>
    <w:rsid w:val="007A4A80"/>
    <w:rsid w:val="007A50BF"/>
    <w:rsid w:val="007A52D5"/>
    <w:rsid w:val="007A56D2"/>
    <w:rsid w:val="007A5B1F"/>
    <w:rsid w:val="007A5C17"/>
    <w:rsid w:val="007A5EC1"/>
    <w:rsid w:val="007A5FDC"/>
    <w:rsid w:val="007A6540"/>
    <w:rsid w:val="007A6736"/>
    <w:rsid w:val="007A6C77"/>
    <w:rsid w:val="007A75F8"/>
    <w:rsid w:val="007A7DD7"/>
    <w:rsid w:val="007A7E30"/>
    <w:rsid w:val="007B0147"/>
    <w:rsid w:val="007B04A9"/>
    <w:rsid w:val="007B0793"/>
    <w:rsid w:val="007B09F3"/>
    <w:rsid w:val="007B0A42"/>
    <w:rsid w:val="007B0B0B"/>
    <w:rsid w:val="007B0EC1"/>
    <w:rsid w:val="007B1EB9"/>
    <w:rsid w:val="007B1F5F"/>
    <w:rsid w:val="007B3118"/>
    <w:rsid w:val="007B3343"/>
    <w:rsid w:val="007B37DB"/>
    <w:rsid w:val="007B3803"/>
    <w:rsid w:val="007B3AD8"/>
    <w:rsid w:val="007B3B13"/>
    <w:rsid w:val="007B458C"/>
    <w:rsid w:val="007B4E77"/>
    <w:rsid w:val="007B4E9C"/>
    <w:rsid w:val="007B4EB0"/>
    <w:rsid w:val="007B506D"/>
    <w:rsid w:val="007B5F70"/>
    <w:rsid w:val="007B60A0"/>
    <w:rsid w:val="007B6357"/>
    <w:rsid w:val="007B6AD0"/>
    <w:rsid w:val="007B6B66"/>
    <w:rsid w:val="007B6CA0"/>
    <w:rsid w:val="007B76E1"/>
    <w:rsid w:val="007B7749"/>
    <w:rsid w:val="007B779E"/>
    <w:rsid w:val="007C0336"/>
    <w:rsid w:val="007C0910"/>
    <w:rsid w:val="007C0B62"/>
    <w:rsid w:val="007C10D7"/>
    <w:rsid w:val="007C1389"/>
    <w:rsid w:val="007C255D"/>
    <w:rsid w:val="007C2CAF"/>
    <w:rsid w:val="007C311C"/>
    <w:rsid w:val="007C33E4"/>
    <w:rsid w:val="007C3640"/>
    <w:rsid w:val="007C39E5"/>
    <w:rsid w:val="007C4977"/>
    <w:rsid w:val="007C4A52"/>
    <w:rsid w:val="007C4DAB"/>
    <w:rsid w:val="007C51A3"/>
    <w:rsid w:val="007C52F6"/>
    <w:rsid w:val="007C5ADA"/>
    <w:rsid w:val="007C5F00"/>
    <w:rsid w:val="007C5F4F"/>
    <w:rsid w:val="007C6C1E"/>
    <w:rsid w:val="007C6CA1"/>
    <w:rsid w:val="007C704D"/>
    <w:rsid w:val="007C7106"/>
    <w:rsid w:val="007C7116"/>
    <w:rsid w:val="007C74C7"/>
    <w:rsid w:val="007C7C2C"/>
    <w:rsid w:val="007D00EB"/>
    <w:rsid w:val="007D0300"/>
    <w:rsid w:val="007D0EFC"/>
    <w:rsid w:val="007D14A6"/>
    <w:rsid w:val="007D152E"/>
    <w:rsid w:val="007D169B"/>
    <w:rsid w:val="007D256A"/>
    <w:rsid w:val="007D282F"/>
    <w:rsid w:val="007D2BA5"/>
    <w:rsid w:val="007D2E8B"/>
    <w:rsid w:val="007D3004"/>
    <w:rsid w:val="007D3057"/>
    <w:rsid w:val="007D32CD"/>
    <w:rsid w:val="007D3550"/>
    <w:rsid w:val="007D3ED9"/>
    <w:rsid w:val="007D4140"/>
    <w:rsid w:val="007D4239"/>
    <w:rsid w:val="007D46E3"/>
    <w:rsid w:val="007D4818"/>
    <w:rsid w:val="007D4D8D"/>
    <w:rsid w:val="007D4F26"/>
    <w:rsid w:val="007D572C"/>
    <w:rsid w:val="007D5748"/>
    <w:rsid w:val="007D5B41"/>
    <w:rsid w:val="007D5CA6"/>
    <w:rsid w:val="007D6620"/>
    <w:rsid w:val="007D66C3"/>
    <w:rsid w:val="007D7540"/>
    <w:rsid w:val="007D7B3E"/>
    <w:rsid w:val="007D7B61"/>
    <w:rsid w:val="007D7D25"/>
    <w:rsid w:val="007E00C9"/>
    <w:rsid w:val="007E08B1"/>
    <w:rsid w:val="007E0A7D"/>
    <w:rsid w:val="007E0DD4"/>
    <w:rsid w:val="007E119F"/>
    <w:rsid w:val="007E1271"/>
    <w:rsid w:val="007E141C"/>
    <w:rsid w:val="007E1499"/>
    <w:rsid w:val="007E1D67"/>
    <w:rsid w:val="007E2021"/>
    <w:rsid w:val="007E2214"/>
    <w:rsid w:val="007E329F"/>
    <w:rsid w:val="007E3B27"/>
    <w:rsid w:val="007E3BBB"/>
    <w:rsid w:val="007E3BD5"/>
    <w:rsid w:val="007E45B3"/>
    <w:rsid w:val="007E4928"/>
    <w:rsid w:val="007E49D6"/>
    <w:rsid w:val="007E4AE0"/>
    <w:rsid w:val="007E534B"/>
    <w:rsid w:val="007E5845"/>
    <w:rsid w:val="007E623A"/>
    <w:rsid w:val="007E633E"/>
    <w:rsid w:val="007E72F9"/>
    <w:rsid w:val="007E732D"/>
    <w:rsid w:val="007E76EF"/>
    <w:rsid w:val="007E7D18"/>
    <w:rsid w:val="007F0737"/>
    <w:rsid w:val="007F0DCB"/>
    <w:rsid w:val="007F0DDC"/>
    <w:rsid w:val="007F10E2"/>
    <w:rsid w:val="007F11CA"/>
    <w:rsid w:val="007F18A0"/>
    <w:rsid w:val="007F18FF"/>
    <w:rsid w:val="007F1A03"/>
    <w:rsid w:val="007F1D15"/>
    <w:rsid w:val="007F1F28"/>
    <w:rsid w:val="007F297B"/>
    <w:rsid w:val="007F32D0"/>
    <w:rsid w:val="007F333A"/>
    <w:rsid w:val="007F38AC"/>
    <w:rsid w:val="007F3C6A"/>
    <w:rsid w:val="007F4617"/>
    <w:rsid w:val="007F46B6"/>
    <w:rsid w:val="007F4750"/>
    <w:rsid w:val="007F4AE9"/>
    <w:rsid w:val="007F4C53"/>
    <w:rsid w:val="007F527E"/>
    <w:rsid w:val="007F53D3"/>
    <w:rsid w:val="007F5A87"/>
    <w:rsid w:val="007F5E63"/>
    <w:rsid w:val="007F671E"/>
    <w:rsid w:val="007F6CDA"/>
    <w:rsid w:val="007F7184"/>
    <w:rsid w:val="007F71B6"/>
    <w:rsid w:val="007F73B1"/>
    <w:rsid w:val="007F7631"/>
    <w:rsid w:val="007F7A82"/>
    <w:rsid w:val="008000E3"/>
    <w:rsid w:val="00800A06"/>
    <w:rsid w:val="00800D28"/>
    <w:rsid w:val="00800E4E"/>
    <w:rsid w:val="008010AD"/>
    <w:rsid w:val="00801298"/>
    <w:rsid w:val="008019B6"/>
    <w:rsid w:val="00802A70"/>
    <w:rsid w:val="00803143"/>
    <w:rsid w:val="00804DB5"/>
    <w:rsid w:val="0080583E"/>
    <w:rsid w:val="00805AC3"/>
    <w:rsid w:val="00805DCC"/>
    <w:rsid w:val="00806E84"/>
    <w:rsid w:val="00807065"/>
    <w:rsid w:val="00810165"/>
    <w:rsid w:val="008106D1"/>
    <w:rsid w:val="00810B06"/>
    <w:rsid w:val="00810E87"/>
    <w:rsid w:val="00810F8E"/>
    <w:rsid w:val="00811273"/>
    <w:rsid w:val="0081186B"/>
    <w:rsid w:val="008118A0"/>
    <w:rsid w:val="00811D0D"/>
    <w:rsid w:val="008120E5"/>
    <w:rsid w:val="00812297"/>
    <w:rsid w:val="008129B0"/>
    <w:rsid w:val="00812BCB"/>
    <w:rsid w:val="008130D2"/>
    <w:rsid w:val="00813502"/>
    <w:rsid w:val="0081372D"/>
    <w:rsid w:val="00813B38"/>
    <w:rsid w:val="00813BF6"/>
    <w:rsid w:val="008140C0"/>
    <w:rsid w:val="0081443B"/>
    <w:rsid w:val="00815141"/>
    <w:rsid w:val="00815826"/>
    <w:rsid w:val="00815B4A"/>
    <w:rsid w:val="0081605D"/>
    <w:rsid w:val="00816917"/>
    <w:rsid w:val="00817465"/>
    <w:rsid w:val="008175F5"/>
    <w:rsid w:val="008178A4"/>
    <w:rsid w:val="00817C15"/>
    <w:rsid w:val="0082045F"/>
    <w:rsid w:val="00820D68"/>
    <w:rsid w:val="0082107C"/>
    <w:rsid w:val="008219B6"/>
    <w:rsid w:val="00821FDB"/>
    <w:rsid w:val="00822410"/>
    <w:rsid w:val="008224DE"/>
    <w:rsid w:val="0082259E"/>
    <w:rsid w:val="00822631"/>
    <w:rsid w:val="0082324F"/>
    <w:rsid w:val="00823AE9"/>
    <w:rsid w:val="00823DDF"/>
    <w:rsid w:val="00823E8F"/>
    <w:rsid w:val="008240C0"/>
    <w:rsid w:val="00824BF0"/>
    <w:rsid w:val="00825179"/>
    <w:rsid w:val="008252D7"/>
    <w:rsid w:val="008254BA"/>
    <w:rsid w:val="00826494"/>
    <w:rsid w:val="0082670A"/>
    <w:rsid w:val="00826C29"/>
    <w:rsid w:val="00826C6C"/>
    <w:rsid w:val="008271AB"/>
    <w:rsid w:val="00827888"/>
    <w:rsid w:val="00827E39"/>
    <w:rsid w:val="00830834"/>
    <w:rsid w:val="008310DF"/>
    <w:rsid w:val="00831222"/>
    <w:rsid w:val="008315E5"/>
    <w:rsid w:val="008324AE"/>
    <w:rsid w:val="00832526"/>
    <w:rsid w:val="008326DB"/>
    <w:rsid w:val="00832930"/>
    <w:rsid w:val="008329B1"/>
    <w:rsid w:val="00832A62"/>
    <w:rsid w:val="00832C07"/>
    <w:rsid w:val="00832C5A"/>
    <w:rsid w:val="008337C5"/>
    <w:rsid w:val="008337E0"/>
    <w:rsid w:val="008345B3"/>
    <w:rsid w:val="00835FCF"/>
    <w:rsid w:val="0083630C"/>
    <w:rsid w:val="008366C1"/>
    <w:rsid w:val="00836AF1"/>
    <w:rsid w:val="00836E55"/>
    <w:rsid w:val="0083735C"/>
    <w:rsid w:val="00837BF1"/>
    <w:rsid w:val="00837DC7"/>
    <w:rsid w:val="00840963"/>
    <w:rsid w:val="00840D41"/>
    <w:rsid w:val="00841835"/>
    <w:rsid w:val="0084194B"/>
    <w:rsid w:val="00841B26"/>
    <w:rsid w:val="0084282B"/>
    <w:rsid w:val="0084325E"/>
    <w:rsid w:val="00843465"/>
    <w:rsid w:val="00844258"/>
    <w:rsid w:val="008449D5"/>
    <w:rsid w:val="00844CAF"/>
    <w:rsid w:val="00844D13"/>
    <w:rsid w:val="00845E4B"/>
    <w:rsid w:val="008463EE"/>
    <w:rsid w:val="0084669D"/>
    <w:rsid w:val="0084679F"/>
    <w:rsid w:val="008467F7"/>
    <w:rsid w:val="00846A38"/>
    <w:rsid w:val="00847230"/>
    <w:rsid w:val="008472C6"/>
    <w:rsid w:val="00847608"/>
    <w:rsid w:val="00847B91"/>
    <w:rsid w:val="00850339"/>
    <w:rsid w:val="00850604"/>
    <w:rsid w:val="00850710"/>
    <w:rsid w:val="00850A15"/>
    <w:rsid w:val="00850DC2"/>
    <w:rsid w:val="008518EE"/>
    <w:rsid w:val="00851D65"/>
    <w:rsid w:val="00852310"/>
    <w:rsid w:val="00852496"/>
    <w:rsid w:val="00853245"/>
    <w:rsid w:val="008532EB"/>
    <w:rsid w:val="00853328"/>
    <w:rsid w:val="008533D3"/>
    <w:rsid w:val="00853C09"/>
    <w:rsid w:val="00855263"/>
    <w:rsid w:val="008552E5"/>
    <w:rsid w:val="00855662"/>
    <w:rsid w:val="00855D35"/>
    <w:rsid w:val="00856332"/>
    <w:rsid w:val="008566A1"/>
    <w:rsid w:val="00856FD5"/>
    <w:rsid w:val="008574C9"/>
    <w:rsid w:val="00857F12"/>
    <w:rsid w:val="008601FB"/>
    <w:rsid w:val="00860379"/>
    <w:rsid w:val="008604C4"/>
    <w:rsid w:val="00860654"/>
    <w:rsid w:val="00860711"/>
    <w:rsid w:val="00860E70"/>
    <w:rsid w:val="008614EA"/>
    <w:rsid w:val="00861F53"/>
    <w:rsid w:val="00862891"/>
    <w:rsid w:val="00862EF1"/>
    <w:rsid w:val="008639C4"/>
    <w:rsid w:val="00864686"/>
    <w:rsid w:val="0086523F"/>
    <w:rsid w:val="00865668"/>
    <w:rsid w:val="008667B1"/>
    <w:rsid w:val="008667E4"/>
    <w:rsid w:val="008669EA"/>
    <w:rsid w:val="0086709B"/>
    <w:rsid w:val="008673ED"/>
    <w:rsid w:val="00867555"/>
    <w:rsid w:val="00867566"/>
    <w:rsid w:val="008676C0"/>
    <w:rsid w:val="0086787A"/>
    <w:rsid w:val="00867A11"/>
    <w:rsid w:val="00867B59"/>
    <w:rsid w:val="00870017"/>
    <w:rsid w:val="00870054"/>
    <w:rsid w:val="00870392"/>
    <w:rsid w:val="0087042E"/>
    <w:rsid w:val="00870A08"/>
    <w:rsid w:val="00871195"/>
    <w:rsid w:val="0087162E"/>
    <w:rsid w:val="00871B4D"/>
    <w:rsid w:val="00871B6E"/>
    <w:rsid w:val="0087227E"/>
    <w:rsid w:val="00872A22"/>
    <w:rsid w:val="00873186"/>
    <w:rsid w:val="0087415F"/>
    <w:rsid w:val="008748BB"/>
    <w:rsid w:val="0087598F"/>
    <w:rsid w:val="00875ACD"/>
    <w:rsid w:val="00875EFD"/>
    <w:rsid w:val="00875F6A"/>
    <w:rsid w:val="008761B5"/>
    <w:rsid w:val="0087749C"/>
    <w:rsid w:val="00877E1F"/>
    <w:rsid w:val="00880031"/>
    <w:rsid w:val="0088083F"/>
    <w:rsid w:val="00880849"/>
    <w:rsid w:val="0088100C"/>
    <w:rsid w:val="00881BDF"/>
    <w:rsid w:val="00881DE0"/>
    <w:rsid w:val="00881EE0"/>
    <w:rsid w:val="00881F4B"/>
    <w:rsid w:val="00882699"/>
    <w:rsid w:val="0088277E"/>
    <w:rsid w:val="00882E2D"/>
    <w:rsid w:val="0088349E"/>
    <w:rsid w:val="00883520"/>
    <w:rsid w:val="00883869"/>
    <w:rsid w:val="00883D40"/>
    <w:rsid w:val="00884177"/>
    <w:rsid w:val="0088485F"/>
    <w:rsid w:val="00884D49"/>
    <w:rsid w:val="00884ED9"/>
    <w:rsid w:val="00885270"/>
    <w:rsid w:val="00885E27"/>
    <w:rsid w:val="00885E75"/>
    <w:rsid w:val="008868DC"/>
    <w:rsid w:val="00886B9C"/>
    <w:rsid w:val="00886D64"/>
    <w:rsid w:val="008872B7"/>
    <w:rsid w:val="00887688"/>
    <w:rsid w:val="00887C4D"/>
    <w:rsid w:val="00887E14"/>
    <w:rsid w:val="00890496"/>
    <w:rsid w:val="00890BB8"/>
    <w:rsid w:val="00890D83"/>
    <w:rsid w:val="00892DB3"/>
    <w:rsid w:val="00893B28"/>
    <w:rsid w:val="00893ECF"/>
    <w:rsid w:val="00894AC7"/>
    <w:rsid w:val="00894EE5"/>
    <w:rsid w:val="00895208"/>
    <w:rsid w:val="00895592"/>
    <w:rsid w:val="00895A32"/>
    <w:rsid w:val="00895BB7"/>
    <w:rsid w:val="00896972"/>
    <w:rsid w:val="008969CA"/>
    <w:rsid w:val="008972B6"/>
    <w:rsid w:val="008973F8"/>
    <w:rsid w:val="00897991"/>
    <w:rsid w:val="00897C19"/>
    <w:rsid w:val="008A014C"/>
    <w:rsid w:val="008A06B6"/>
    <w:rsid w:val="008A1174"/>
    <w:rsid w:val="008A11FB"/>
    <w:rsid w:val="008A15E0"/>
    <w:rsid w:val="008A180B"/>
    <w:rsid w:val="008A1829"/>
    <w:rsid w:val="008A2933"/>
    <w:rsid w:val="008A2DF5"/>
    <w:rsid w:val="008A317A"/>
    <w:rsid w:val="008A331B"/>
    <w:rsid w:val="008A38C6"/>
    <w:rsid w:val="008A3CCD"/>
    <w:rsid w:val="008A44FB"/>
    <w:rsid w:val="008A4B18"/>
    <w:rsid w:val="008A4B58"/>
    <w:rsid w:val="008A517B"/>
    <w:rsid w:val="008A5844"/>
    <w:rsid w:val="008A58CA"/>
    <w:rsid w:val="008A5F9A"/>
    <w:rsid w:val="008A6210"/>
    <w:rsid w:val="008A640D"/>
    <w:rsid w:val="008A654E"/>
    <w:rsid w:val="008A69B1"/>
    <w:rsid w:val="008A6F59"/>
    <w:rsid w:val="008A793A"/>
    <w:rsid w:val="008A7DC3"/>
    <w:rsid w:val="008A7E37"/>
    <w:rsid w:val="008A7F4D"/>
    <w:rsid w:val="008B00B8"/>
    <w:rsid w:val="008B08BD"/>
    <w:rsid w:val="008B09A1"/>
    <w:rsid w:val="008B102E"/>
    <w:rsid w:val="008B1323"/>
    <w:rsid w:val="008B1824"/>
    <w:rsid w:val="008B1A8D"/>
    <w:rsid w:val="008B1DE8"/>
    <w:rsid w:val="008B2726"/>
    <w:rsid w:val="008B2A03"/>
    <w:rsid w:val="008B2AFB"/>
    <w:rsid w:val="008B3269"/>
    <w:rsid w:val="008B3DAA"/>
    <w:rsid w:val="008B429F"/>
    <w:rsid w:val="008B45C3"/>
    <w:rsid w:val="008B4B62"/>
    <w:rsid w:val="008B4E20"/>
    <w:rsid w:val="008B4E73"/>
    <w:rsid w:val="008B551C"/>
    <w:rsid w:val="008B56E7"/>
    <w:rsid w:val="008B5F48"/>
    <w:rsid w:val="008B604A"/>
    <w:rsid w:val="008B6E80"/>
    <w:rsid w:val="008B79B5"/>
    <w:rsid w:val="008B7ECD"/>
    <w:rsid w:val="008B7ECF"/>
    <w:rsid w:val="008C104D"/>
    <w:rsid w:val="008C16E6"/>
    <w:rsid w:val="008C1C34"/>
    <w:rsid w:val="008C1EA8"/>
    <w:rsid w:val="008C27E6"/>
    <w:rsid w:val="008C2825"/>
    <w:rsid w:val="008C3617"/>
    <w:rsid w:val="008C38A6"/>
    <w:rsid w:val="008C3B6A"/>
    <w:rsid w:val="008C4036"/>
    <w:rsid w:val="008C454A"/>
    <w:rsid w:val="008C47FD"/>
    <w:rsid w:val="008C4FC3"/>
    <w:rsid w:val="008C51B1"/>
    <w:rsid w:val="008C5796"/>
    <w:rsid w:val="008C5DA1"/>
    <w:rsid w:val="008C60D9"/>
    <w:rsid w:val="008C7826"/>
    <w:rsid w:val="008C7A60"/>
    <w:rsid w:val="008D01DE"/>
    <w:rsid w:val="008D087D"/>
    <w:rsid w:val="008D0C9C"/>
    <w:rsid w:val="008D0E40"/>
    <w:rsid w:val="008D0E51"/>
    <w:rsid w:val="008D137D"/>
    <w:rsid w:val="008D20F1"/>
    <w:rsid w:val="008D2202"/>
    <w:rsid w:val="008D265B"/>
    <w:rsid w:val="008D2804"/>
    <w:rsid w:val="008D2D09"/>
    <w:rsid w:val="008D2F4F"/>
    <w:rsid w:val="008D32C1"/>
    <w:rsid w:val="008D3BB3"/>
    <w:rsid w:val="008D43E0"/>
    <w:rsid w:val="008D4468"/>
    <w:rsid w:val="008D45DB"/>
    <w:rsid w:val="008D48B5"/>
    <w:rsid w:val="008D4BB4"/>
    <w:rsid w:val="008D512B"/>
    <w:rsid w:val="008D589B"/>
    <w:rsid w:val="008D5BDA"/>
    <w:rsid w:val="008D5C6C"/>
    <w:rsid w:val="008D6374"/>
    <w:rsid w:val="008D646A"/>
    <w:rsid w:val="008D6B60"/>
    <w:rsid w:val="008D6B72"/>
    <w:rsid w:val="008D742A"/>
    <w:rsid w:val="008D75B8"/>
    <w:rsid w:val="008D7773"/>
    <w:rsid w:val="008D77BB"/>
    <w:rsid w:val="008D78C5"/>
    <w:rsid w:val="008E0D99"/>
    <w:rsid w:val="008E0DA2"/>
    <w:rsid w:val="008E0E62"/>
    <w:rsid w:val="008E10D0"/>
    <w:rsid w:val="008E1646"/>
    <w:rsid w:val="008E1652"/>
    <w:rsid w:val="008E1C18"/>
    <w:rsid w:val="008E2065"/>
    <w:rsid w:val="008E215B"/>
    <w:rsid w:val="008E223A"/>
    <w:rsid w:val="008E35A0"/>
    <w:rsid w:val="008E3AA9"/>
    <w:rsid w:val="008E3ADE"/>
    <w:rsid w:val="008E3F74"/>
    <w:rsid w:val="008E3FCB"/>
    <w:rsid w:val="008E4265"/>
    <w:rsid w:val="008E439D"/>
    <w:rsid w:val="008E55DC"/>
    <w:rsid w:val="008E562E"/>
    <w:rsid w:val="008E5EC3"/>
    <w:rsid w:val="008E6073"/>
    <w:rsid w:val="008E676E"/>
    <w:rsid w:val="008E69B4"/>
    <w:rsid w:val="008E6D19"/>
    <w:rsid w:val="008E7997"/>
    <w:rsid w:val="008E7B8B"/>
    <w:rsid w:val="008E7FC1"/>
    <w:rsid w:val="008F01B1"/>
    <w:rsid w:val="008F0202"/>
    <w:rsid w:val="008F04A6"/>
    <w:rsid w:val="008F06F7"/>
    <w:rsid w:val="008F0B83"/>
    <w:rsid w:val="008F0D29"/>
    <w:rsid w:val="008F1CCF"/>
    <w:rsid w:val="008F1DD4"/>
    <w:rsid w:val="008F1FEB"/>
    <w:rsid w:val="008F2B46"/>
    <w:rsid w:val="008F2E02"/>
    <w:rsid w:val="008F2E94"/>
    <w:rsid w:val="008F2EB6"/>
    <w:rsid w:val="008F34A1"/>
    <w:rsid w:val="008F3876"/>
    <w:rsid w:val="008F3C51"/>
    <w:rsid w:val="008F4C7A"/>
    <w:rsid w:val="008F4E1D"/>
    <w:rsid w:val="008F4FBF"/>
    <w:rsid w:val="008F5949"/>
    <w:rsid w:val="008F5F23"/>
    <w:rsid w:val="008F6AEE"/>
    <w:rsid w:val="008F6B89"/>
    <w:rsid w:val="008F72AB"/>
    <w:rsid w:val="008F7F9D"/>
    <w:rsid w:val="0090018C"/>
    <w:rsid w:val="00900457"/>
    <w:rsid w:val="00900BBA"/>
    <w:rsid w:val="00900D21"/>
    <w:rsid w:val="00901A36"/>
    <w:rsid w:val="00901C2D"/>
    <w:rsid w:val="00901FC5"/>
    <w:rsid w:val="00902483"/>
    <w:rsid w:val="00902993"/>
    <w:rsid w:val="00902B8F"/>
    <w:rsid w:val="00902F1C"/>
    <w:rsid w:val="00904316"/>
    <w:rsid w:val="00904A6D"/>
    <w:rsid w:val="00905621"/>
    <w:rsid w:val="00905AAD"/>
    <w:rsid w:val="009066F1"/>
    <w:rsid w:val="00906C19"/>
    <w:rsid w:val="00906FF1"/>
    <w:rsid w:val="009075B2"/>
    <w:rsid w:val="00907667"/>
    <w:rsid w:val="009077A1"/>
    <w:rsid w:val="00907AB5"/>
    <w:rsid w:val="009104ED"/>
    <w:rsid w:val="009107E3"/>
    <w:rsid w:val="00910BB7"/>
    <w:rsid w:val="00910CB0"/>
    <w:rsid w:val="009115D0"/>
    <w:rsid w:val="00911BDB"/>
    <w:rsid w:val="00911C6A"/>
    <w:rsid w:val="009130D4"/>
    <w:rsid w:val="0091377D"/>
    <w:rsid w:val="00913902"/>
    <w:rsid w:val="00913C7D"/>
    <w:rsid w:val="00913DD8"/>
    <w:rsid w:val="009142FA"/>
    <w:rsid w:val="0091437D"/>
    <w:rsid w:val="009146CF"/>
    <w:rsid w:val="00914CDF"/>
    <w:rsid w:val="00914E22"/>
    <w:rsid w:val="00915079"/>
    <w:rsid w:val="00915A86"/>
    <w:rsid w:val="00916AB2"/>
    <w:rsid w:val="0091756F"/>
    <w:rsid w:val="00917665"/>
    <w:rsid w:val="00917A3B"/>
    <w:rsid w:val="00917FF2"/>
    <w:rsid w:val="00920129"/>
    <w:rsid w:val="009203B4"/>
    <w:rsid w:val="009207CB"/>
    <w:rsid w:val="00921188"/>
    <w:rsid w:val="00921194"/>
    <w:rsid w:val="009212C8"/>
    <w:rsid w:val="0092142F"/>
    <w:rsid w:val="0092148D"/>
    <w:rsid w:val="00921701"/>
    <w:rsid w:val="00921CD9"/>
    <w:rsid w:val="00921D79"/>
    <w:rsid w:val="00921EB8"/>
    <w:rsid w:val="00922243"/>
    <w:rsid w:val="00922A7F"/>
    <w:rsid w:val="009230DB"/>
    <w:rsid w:val="00923158"/>
    <w:rsid w:val="0092316C"/>
    <w:rsid w:val="009234AF"/>
    <w:rsid w:val="00923FFC"/>
    <w:rsid w:val="00924956"/>
    <w:rsid w:val="00924F22"/>
    <w:rsid w:val="009254C8"/>
    <w:rsid w:val="00925985"/>
    <w:rsid w:val="00925D2B"/>
    <w:rsid w:val="00926AA7"/>
    <w:rsid w:val="00926B61"/>
    <w:rsid w:val="00926F2E"/>
    <w:rsid w:val="0092713E"/>
    <w:rsid w:val="009275CA"/>
    <w:rsid w:val="00927D4C"/>
    <w:rsid w:val="009300FF"/>
    <w:rsid w:val="0093053A"/>
    <w:rsid w:val="009310AA"/>
    <w:rsid w:val="009318F9"/>
    <w:rsid w:val="0093239B"/>
    <w:rsid w:val="009327A6"/>
    <w:rsid w:val="00932CC9"/>
    <w:rsid w:val="00933640"/>
    <w:rsid w:val="00933B35"/>
    <w:rsid w:val="00933DA6"/>
    <w:rsid w:val="00933EAB"/>
    <w:rsid w:val="00934386"/>
    <w:rsid w:val="00934C76"/>
    <w:rsid w:val="00935065"/>
    <w:rsid w:val="00935BAC"/>
    <w:rsid w:val="00935FD8"/>
    <w:rsid w:val="009363ED"/>
    <w:rsid w:val="00936443"/>
    <w:rsid w:val="009368D3"/>
    <w:rsid w:val="00936C94"/>
    <w:rsid w:val="00937444"/>
    <w:rsid w:val="00937583"/>
    <w:rsid w:val="0094011D"/>
    <w:rsid w:val="009409A9"/>
    <w:rsid w:val="009409B2"/>
    <w:rsid w:val="00940DA6"/>
    <w:rsid w:val="00941278"/>
    <w:rsid w:val="0094133A"/>
    <w:rsid w:val="00941379"/>
    <w:rsid w:val="009416C7"/>
    <w:rsid w:val="009416E3"/>
    <w:rsid w:val="00941923"/>
    <w:rsid w:val="009419BC"/>
    <w:rsid w:val="00942156"/>
    <w:rsid w:val="00942B98"/>
    <w:rsid w:val="0094320B"/>
    <w:rsid w:val="00943549"/>
    <w:rsid w:val="0094355F"/>
    <w:rsid w:val="0094360D"/>
    <w:rsid w:val="00943A13"/>
    <w:rsid w:val="00943F3B"/>
    <w:rsid w:val="009443C0"/>
    <w:rsid w:val="009445C8"/>
    <w:rsid w:val="00944674"/>
    <w:rsid w:val="009446C9"/>
    <w:rsid w:val="00944E2D"/>
    <w:rsid w:val="00944F00"/>
    <w:rsid w:val="00945E83"/>
    <w:rsid w:val="009460C7"/>
    <w:rsid w:val="0094615D"/>
    <w:rsid w:val="00946A09"/>
    <w:rsid w:val="00946A62"/>
    <w:rsid w:val="00946CEF"/>
    <w:rsid w:val="00947435"/>
    <w:rsid w:val="009478B1"/>
    <w:rsid w:val="00947EAC"/>
    <w:rsid w:val="009505C5"/>
    <w:rsid w:val="0095099C"/>
    <w:rsid w:val="009510A1"/>
    <w:rsid w:val="00951177"/>
    <w:rsid w:val="009511D6"/>
    <w:rsid w:val="0095148F"/>
    <w:rsid w:val="009514A3"/>
    <w:rsid w:val="00951CE8"/>
    <w:rsid w:val="00951E8C"/>
    <w:rsid w:val="00952B3F"/>
    <w:rsid w:val="00952BD0"/>
    <w:rsid w:val="00953752"/>
    <w:rsid w:val="00953D8D"/>
    <w:rsid w:val="00953FD2"/>
    <w:rsid w:val="00954673"/>
    <w:rsid w:val="009547CC"/>
    <w:rsid w:val="009548E3"/>
    <w:rsid w:val="00954CC6"/>
    <w:rsid w:val="009556F4"/>
    <w:rsid w:val="0095610F"/>
    <w:rsid w:val="00956124"/>
    <w:rsid w:val="00956342"/>
    <w:rsid w:val="00956668"/>
    <w:rsid w:val="0095788F"/>
    <w:rsid w:val="00957E91"/>
    <w:rsid w:val="0096009E"/>
    <w:rsid w:val="00960B30"/>
    <w:rsid w:val="00960BBE"/>
    <w:rsid w:val="00960C53"/>
    <w:rsid w:val="00960D49"/>
    <w:rsid w:val="009613D8"/>
    <w:rsid w:val="00962A77"/>
    <w:rsid w:val="0096315A"/>
    <w:rsid w:val="00963F75"/>
    <w:rsid w:val="00964193"/>
    <w:rsid w:val="0096441B"/>
    <w:rsid w:val="00964712"/>
    <w:rsid w:val="009647D2"/>
    <w:rsid w:val="00964982"/>
    <w:rsid w:val="00964A96"/>
    <w:rsid w:val="00964BC1"/>
    <w:rsid w:val="00964EFE"/>
    <w:rsid w:val="00965930"/>
    <w:rsid w:val="00965A07"/>
    <w:rsid w:val="00966B64"/>
    <w:rsid w:val="00966CD9"/>
    <w:rsid w:val="00966F60"/>
    <w:rsid w:val="00967A40"/>
    <w:rsid w:val="00967F5A"/>
    <w:rsid w:val="009701F4"/>
    <w:rsid w:val="009707AD"/>
    <w:rsid w:val="009707D2"/>
    <w:rsid w:val="009710D2"/>
    <w:rsid w:val="009715CC"/>
    <w:rsid w:val="009719DF"/>
    <w:rsid w:val="009719E3"/>
    <w:rsid w:val="00971DD6"/>
    <w:rsid w:val="00971F0A"/>
    <w:rsid w:val="00971FB4"/>
    <w:rsid w:val="009720A7"/>
    <w:rsid w:val="009720F3"/>
    <w:rsid w:val="009729D2"/>
    <w:rsid w:val="009730F1"/>
    <w:rsid w:val="00973240"/>
    <w:rsid w:val="009733A3"/>
    <w:rsid w:val="009747C8"/>
    <w:rsid w:val="00974CDE"/>
    <w:rsid w:val="00975043"/>
    <w:rsid w:val="00975310"/>
    <w:rsid w:val="009754C0"/>
    <w:rsid w:val="009754C7"/>
    <w:rsid w:val="009759EE"/>
    <w:rsid w:val="00976633"/>
    <w:rsid w:val="00976801"/>
    <w:rsid w:val="009769D0"/>
    <w:rsid w:val="00976FFA"/>
    <w:rsid w:val="0097707C"/>
    <w:rsid w:val="00977846"/>
    <w:rsid w:val="00977980"/>
    <w:rsid w:val="00977A1E"/>
    <w:rsid w:val="00977D1C"/>
    <w:rsid w:val="00980675"/>
    <w:rsid w:val="009808DE"/>
    <w:rsid w:val="009816DE"/>
    <w:rsid w:val="00981841"/>
    <w:rsid w:val="00981F76"/>
    <w:rsid w:val="00982161"/>
    <w:rsid w:val="009821F5"/>
    <w:rsid w:val="00983376"/>
    <w:rsid w:val="0098353A"/>
    <w:rsid w:val="0098426A"/>
    <w:rsid w:val="009843DE"/>
    <w:rsid w:val="00984948"/>
    <w:rsid w:val="00984D2F"/>
    <w:rsid w:val="00984F12"/>
    <w:rsid w:val="00985416"/>
    <w:rsid w:val="00985430"/>
    <w:rsid w:val="00985CD2"/>
    <w:rsid w:val="00985D99"/>
    <w:rsid w:val="00985DFD"/>
    <w:rsid w:val="00986DE8"/>
    <w:rsid w:val="00986ECD"/>
    <w:rsid w:val="009870C3"/>
    <w:rsid w:val="00987DDA"/>
    <w:rsid w:val="009901F5"/>
    <w:rsid w:val="00990712"/>
    <w:rsid w:val="009909CC"/>
    <w:rsid w:val="00990A26"/>
    <w:rsid w:val="00991296"/>
    <w:rsid w:val="00991549"/>
    <w:rsid w:val="009917FD"/>
    <w:rsid w:val="00991CA2"/>
    <w:rsid w:val="009920B7"/>
    <w:rsid w:val="00992471"/>
    <w:rsid w:val="009924A9"/>
    <w:rsid w:val="00992C37"/>
    <w:rsid w:val="00993120"/>
    <w:rsid w:val="00993139"/>
    <w:rsid w:val="00993147"/>
    <w:rsid w:val="009939B3"/>
    <w:rsid w:val="00993BB4"/>
    <w:rsid w:val="00994770"/>
    <w:rsid w:val="00995619"/>
    <w:rsid w:val="00995DCE"/>
    <w:rsid w:val="00996945"/>
    <w:rsid w:val="00996F06"/>
    <w:rsid w:val="00997128"/>
    <w:rsid w:val="0099734E"/>
    <w:rsid w:val="009974D8"/>
    <w:rsid w:val="0099765C"/>
    <w:rsid w:val="00997A4E"/>
    <w:rsid w:val="009A0D63"/>
    <w:rsid w:val="009A10A1"/>
    <w:rsid w:val="009A12D7"/>
    <w:rsid w:val="009A1C3D"/>
    <w:rsid w:val="009A1E9C"/>
    <w:rsid w:val="009A209B"/>
    <w:rsid w:val="009A2968"/>
    <w:rsid w:val="009A30B1"/>
    <w:rsid w:val="009A3444"/>
    <w:rsid w:val="009A3BAE"/>
    <w:rsid w:val="009A3DFA"/>
    <w:rsid w:val="009A3EE8"/>
    <w:rsid w:val="009A442F"/>
    <w:rsid w:val="009A4754"/>
    <w:rsid w:val="009A4923"/>
    <w:rsid w:val="009A4F59"/>
    <w:rsid w:val="009A55D2"/>
    <w:rsid w:val="009A5916"/>
    <w:rsid w:val="009A5F4E"/>
    <w:rsid w:val="009A64FB"/>
    <w:rsid w:val="009A6570"/>
    <w:rsid w:val="009A6BAB"/>
    <w:rsid w:val="009A6BDB"/>
    <w:rsid w:val="009A7901"/>
    <w:rsid w:val="009A7AEB"/>
    <w:rsid w:val="009B0352"/>
    <w:rsid w:val="009B03C9"/>
    <w:rsid w:val="009B0846"/>
    <w:rsid w:val="009B0876"/>
    <w:rsid w:val="009B0AD1"/>
    <w:rsid w:val="009B17AE"/>
    <w:rsid w:val="009B22D1"/>
    <w:rsid w:val="009B23AC"/>
    <w:rsid w:val="009B303D"/>
    <w:rsid w:val="009B338F"/>
    <w:rsid w:val="009B4832"/>
    <w:rsid w:val="009B502E"/>
    <w:rsid w:val="009B5127"/>
    <w:rsid w:val="009B5135"/>
    <w:rsid w:val="009B580C"/>
    <w:rsid w:val="009B5B77"/>
    <w:rsid w:val="009B5CB6"/>
    <w:rsid w:val="009B6AC3"/>
    <w:rsid w:val="009B6FBC"/>
    <w:rsid w:val="009B7103"/>
    <w:rsid w:val="009B7BEC"/>
    <w:rsid w:val="009B7FD7"/>
    <w:rsid w:val="009C108F"/>
    <w:rsid w:val="009C1407"/>
    <w:rsid w:val="009C17F6"/>
    <w:rsid w:val="009C1FEC"/>
    <w:rsid w:val="009C2199"/>
    <w:rsid w:val="009C264B"/>
    <w:rsid w:val="009C2989"/>
    <w:rsid w:val="009C2DF2"/>
    <w:rsid w:val="009C3991"/>
    <w:rsid w:val="009C3B16"/>
    <w:rsid w:val="009C3D16"/>
    <w:rsid w:val="009C41A9"/>
    <w:rsid w:val="009C46E1"/>
    <w:rsid w:val="009C6964"/>
    <w:rsid w:val="009C6B9E"/>
    <w:rsid w:val="009C759F"/>
    <w:rsid w:val="009C75EB"/>
    <w:rsid w:val="009C763A"/>
    <w:rsid w:val="009D030F"/>
    <w:rsid w:val="009D04BE"/>
    <w:rsid w:val="009D0C0B"/>
    <w:rsid w:val="009D119D"/>
    <w:rsid w:val="009D136F"/>
    <w:rsid w:val="009D1409"/>
    <w:rsid w:val="009D1A9B"/>
    <w:rsid w:val="009D1B3F"/>
    <w:rsid w:val="009D1DBE"/>
    <w:rsid w:val="009D1E67"/>
    <w:rsid w:val="009D20E5"/>
    <w:rsid w:val="009D2272"/>
    <w:rsid w:val="009D2343"/>
    <w:rsid w:val="009D26B3"/>
    <w:rsid w:val="009D2A3A"/>
    <w:rsid w:val="009D2A63"/>
    <w:rsid w:val="009D38AD"/>
    <w:rsid w:val="009D3D6A"/>
    <w:rsid w:val="009D47F9"/>
    <w:rsid w:val="009D4B05"/>
    <w:rsid w:val="009D4DF6"/>
    <w:rsid w:val="009D4FFC"/>
    <w:rsid w:val="009D5350"/>
    <w:rsid w:val="009D5522"/>
    <w:rsid w:val="009D661A"/>
    <w:rsid w:val="009D669E"/>
    <w:rsid w:val="009D6A89"/>
    <w:rsid w:val="009D6C4B"/>
    <w:rsid w:val="009D703B"/>
    <w:rsid w:val="009E0692"/>
    <w:rsid w:val="009E0FEC"/>
    <w:rsid w:val="009E1452"/>
    <w:rsid w:val="009E145B"/>
    <w:rsid w:val="009E154A"/>
    <w:rsid w:val="009E17E1"/>
    <w:rsid w:val="009E18E8"/>
    <w:rsid w:val="009E1CA5"/>
    <w:rsid w:val="009E2235"/>
    <w:rsid w:val="009E24BA"/>
    <w:rsid w:val="009E256D"/>
    <w:rsid w:val="009E2701"/>
    <w:rsid w:val="009E30B1"/>
    <w:rsid w:val="009E5A2C"/>
    <w:rsid w:val="009E5AEB"/>
    <w:rsid w:val="009E60F0"/>
    <w:rsid w:val="009E66D6"/>
    <w:rsid w:val="009E77D1"/>
    <w:rsid w:val="009F09F4"/>
    <w:rsid w:val="009F1157"/>
    <w:rsid w:val="009F1291"/>
    <w:rsid w:val="009F17E1"/>
    <w:rsid w:val="009F2010"/>
    <w:rsid w:val="009F2442"/>
    <w:rsid w:val="009F26EB"/>
    <w:rsid w:val="009F2A56"/>
    <w:rsid w:val="009F49C7"/>
    <w:rsid w:val="009F4C5A"/>
    <w:rsid w:val="009F6029"/>
    <w:rsid w:val="009F66B1"/>
    <w:rsid w:val="009F6798"/>
    <w:rsid w:val="009F69BC"/>
    <w:rsid w:val="009F6D21"/>
    <w:rsid w:val="009F6E87"/>
    <w:rsid w:val="009F71CA"/>
    <w:rsid w:val="009F72D9"/>
    <w:rsid w:val="009F7423"/>
    <w:rsid w:val="009F75EE"/>
    <w:rsid w:val="009F7703"/>
    <w:rsid w:val="00A000E9"/>
    <w:rsid w:val="00A00334"/>
    <w:rsid w:val="00A008BE"/>
    <w:rsid w:val="00A00ACE"/>
    <w:rsid w:val="00A01590"/>
    <w:rsid w:val="00A01CD4"/>
    <w:rsid w:val="00A0208D"/>
    <w:rsid w:val="00A02214"/>
    <w:rsid w:val="00A02654"/>
    <w:rsid w:val="00A02CF0"/>
    <w:rsid w:val="00A02D45"/>
    <w:rsid w:val="00A03203"/>
    <w:rsid w:val="00A033F2"/>
    <w:rsid w:val="00A04048"/>
    <w:rsid w:val="00A04225"/>
    <w:rsid w:val="00A04941"/>
    <w:rsid w:val="00A04D8E"/>
    <w:rsid w:val="00A04FA0"/>
    <w:rsid w:val="00A05156"/>
    <w:rsid w:val="00A05BA3"/>
    <w:rsid w:val="00A06338"/>
    <w:rsid w:val="00A071B9"/>
    <w:rsid w:val="00A07208"/>
    <w:rsid w:val="00A07694"/>
    <w:rsid w:val="00A100D8"/>
    <w:rsid w:val="00A10D0F"/>
    <w:rsid w:val="00A10E08"/>
    <w:rsid w:val="00A11505"/>
    <w:rsid w:val="00A11762"/>
    <w:rsid w:val="00A118FD"/>
    <w:rsid w:val="00A124A3"/>
    <w:rsid w:val="00A12533"/>
    <w:rsid w:val="00A12552"/>
    <w:rsid w:val="00A12831"/>
    <w:rsid w:val="00A128E9"/>
    <w:rsid w:val="00A131AB"/>
    <w:rsid w:val="00A1333E"/>
    <w:rsid w:val="00A1365C"/>
    <w:rsid w:val="00A13764"/>
    <w:rsid w:val="00A138A0"/>
    <w:rsid w:val="00A13E68"/>
    <w:rsid w:val="00A13EA9"/>
    <w:rsid w:val="00A1457C"/>
    <w:rsid w:val="00A1466E"/>
    <w:rsid w:val="00A149B9"/>
    <w:rsid w:val="00A15128"/>
    <w:rsid w:val="00A1530A"/>
    <w:rsid w:val="00A16537"/>
    <w:rsid w:val="00A166DA"/>
    <w:rsid w:val="00A16AF2"/>
    <w:rsid w:val="00A16EEB"/>
    <w:rsid w:val="00A2043B"/>
    <w:rsid w:val="00A20530"/>
    <w:rsid w:val="00A2057A"/>
    <w:rsid w:val="00A206CE"/>
    <w:rsid w:val="00A21161"/>
    <w:rsid w:val="00A2183E"/>
    <w:rsid w:val="00A21A54"/>
    <w:rsid w:val="00A21D24"/>
    <w:rsid w:val="00A220E3"/>
    <w:rsid w:val="00A221A5"/>
    <w:rsid w:val="00A225CF"/>
    <w:rsid w:val="00A22BBE"/>
    <w:rsid w:val="00A23144"/>
    <w:rsid w:val="00A23309"/>
    <w:rsid w:val="00A23366"/>
    <w:rsid w:val="00A23F86"/>
    <w:rsid w:val="00A23FF8"/>
    <w:rsid w:val="00A241C1"/>
    <w:rsid w:val="00A2434D"/>
    <w:rsid w:val="00A2445C"/>
    <w:rsid w:val="00A24952"/>
    <w:rsid w:val="00A24A2D"/>
    <w:rsid w:val="00A24BBA"/>
    <w:rsid w:val="00A24C95"/>
    <w:rsid w:val="00A24DBC"/>
    <w:rsid w:val="00A24EBE"/>
    <w:rsid w:val="00A251C3"/>
    <w:rsid w:val="00A25D3E"/>
    <w:rsid w:val="00A25D54"/>
    <w:rsid w:val="00A25D88"/>
    <w:rsid w:val="00A25FD4"/>
    <w:rsid w:val="00A26071"/>
    <w:rsid w:val="00A2705B"/>
    <w:rsid w:val="00A2739D"/>
    <w:rsid w:val="00A3003F"/>
    <w:rsid w:val="00A30256"/>
    <w:rsid w:val="00A303F5"/>
    <w:rsid w:val="00A305BE"/>
    <w:rsid w:val="00A30865"/>
    <w:rsid w:val="00A308DA"/>
    <w:rsid w:val="00A309C2"/>
    <w:rsid w:val="00A30C47"/>
    <w:rsid w:val="00A314D6"/>
    <w:rsid w:val="00A31623"/>
    <w:rsid w:val="00A3164D"/>
    <w:rsid w:val="00A31D95"/>
    <w:rsid w:val="00A3237D"/>
    <w:rsid w:val="00A323E2"/>
    <w:rsid w:val="00A32BE8"/>
    <w:rsid w:val="00A32D28"/>
    <w:rsid w:val="00A32D36"/>
    <w:rsid w:val="00A32E5D"/>
    <w:rsid w:val="00A338D3"/>
    <w:rsid w:val="00A33A6F"/>
    <w:rsid w:val="00A33BE3"/>
    <w:rsid w:val="00A33D2A"/>
    <w:rsid w:val="00A3439B"/>
    <w:rsid w:val="00A3466E"/>
    <w:rsid w:val="00A34DEB"/>
    <w:rsid w:val="00A35106"/>
    <w:rsid w:val="00A357D0"/>
    <w:rsid w:val="00A35916"/>
    <w:rsid w:val="00A36E15"/>
    <w:rsid w:val="00A36F30"/>
    <w:rsid w:val="00A4018D"/>
    <w:rsid w:val="00A40519"/>
    <w:rsid w:val="00A40D55"/>
    <w:rsid w:val="00A41012"/>
    <w:rsid w:val="00A41067"/>
    <w:rsid w:val="00A41C95"/>
    <w:rsid w:val="00A41D00"/>
    <w:rsid w:val="00A4256A"/>
    <w:rsid w:val="00A43045"/>
    <w:rsid w:val="00A43199"/>
    <w:rsid w:val="00A43368"/>
    <w:rsid w:val="00A43DAD"/>
    <w:rsid w:val="00A4400A"/>
    <w:rsid w:val="00A44343"/>
    <w:rsid w:val="00A44791"/>
    <w:rsid w:val="00A44B5F"/>
    <w:rsid w:val="00A44C2A"/>
    <w:rsid w:val="00A44DCA"/>
    <w:rsid w:val="00A4518C"/>
    <w:rsid w:val="00A453F9"/>
    <w:rsid w:val="00A45709"/>
    <w:rsid w:val="00A4581C"/>
    <w:rsid w:val="00A4620E"/>
    <w:rsid w:val="00A4698A"/>
    <w:rsid w:val="00A46ACA"/>
    <w:rsid w:val="00A46EBA"/>
    <w:rsid w:val="00A4713B"/>
    <w:rsid w:val="00A47903"/>
    <w:rsid w:val="00A50F06"/>
    <w:rsid w:val="00A5136C"/>
    <w:rsid w:val="00A5160E"/>
    <w:rsid w:val="00A516D4"/>
    <w:rsid w:val="00A51A74"/>
    <w:rsid w:val="00A51DDA"/>
    <w:rsid w:val="00A52025"/>
    <w:rsid w:val="00A527CC"/>
    <w:rsid w:val="00A528EB"/>
    <w:rsid w:val="00A53368"/>
    <w:rsid w:val="00A534D5"/>
    <w:rsid w:val="00A53733"/>
    <w:rsid w:val="00A5376E"/>
    <w:rsid w:val="00A53779"/>
    <w:rsid w:val="00A549A5"/>
    <w:rsid w:val="00A5502C"/>
    <w:rsid w:val="00A55419"/>
    <w:rsid w:val="00A55A46"/>
    <w:rsid w:val="00A55A6F"/>
    <w:rsid w:val="00A55D21"/>
    <w:rsid w:val="00A56A77"/>
    <w:rsid w:val="00A56B0D"/>
    <w:rsid w:val="00A56CF4"/>
    <w:rsid w:val="00A57105"/>
    <w:rsid w:val="00A57388"/>
    <w:rsid w:val="00A57850"/>
    <w:rsid w:val="00A57A40"/>
    <w:rsid w:val="00A57AE9"/>
    <w:rsid w:val="00A57BAE"/>
    <w:rsid w:val="00A60BE0"/>
    <w:rsid w:val="00A60C04"/>
    <w:rsid w:val="00A60CDF"/>
    <w:rsid w:val="00A60EEF"/>
    <w:rsid w:val="00A6112D"/>
    <w:rsid w:val="00A62AE1"/>
    <w:rsid w:val="00A62E7F"/>
    <w:rsid w:val="00A63D80"/>
    <w:rsid w:val="00A6413C"/>
    <w:rsid w:val="00A646E5"/>
    <w:rsid w:val="00A648E4"/>
    <w:rsid w:val="00A64E58"/>
    <w:rsid w:val="00A64FA7"/>
    <w:rsid w:val="00A65091"/>
    <w:rsid w:val="00A65D14"/>
    <w:rsid w:val="00A65E0D"/>
    <w:rsid w:val="00A65FBA"/>
    <w:rsid w:val="00A6623E"/>
    <w:rsid w:val="00A66B30"/>
    <w:rsid w:val="00A66B9A"/>
    <w:rsid w:val="00A67039"/>
    <w:rsid w:val="00A67294"/>
    <w:rsid w:val="00A67320"/>
    <w:rsid w:val="00A67445"/>
    <w:rsid w:val="00A67469"/>
    <w:rsid w:val="00A67DB5"/>
    <w:rsid w:val="00A70478"/>
    <w:rsid w:val="00A70FBC"/>
    <w:rsid w:val="00A71398"/>
    <w:rsid w:val="00A71ABE"/>
    <w:rsid w:val="00A71B43"/>
    <w:rsid w:val="00A71BFA"/>
    <w:rsid w:val="00A71DA2"/>
    <w:rsid w:val="00A72968"/>
    <w:rsid w:val="00A72C66"/>
    <w:rsid w:val="00A73A22"/>
    <w:rsid w:val="00A743C3"/>
    <w:rsid w:val="00A74489"/>
    <w:rsid w:val="00A74C1C"/>
    <w:rsid w:val="00A7514E"/>
    <w:rsid w:val="00A75BF7"/>
    <w:rsid w:val="00A75F11"/>
    <w:rsid w:val="00A75F2B"/>
    <w:rsid w:val="00A76126"/>
    <w:rsid w:val="00A766AF"/>
    <w:rsid w:val="00A76D33"/>
    <w:rsid w:val="00A77580"/>
    <w:rsid w:val="00A775BB"/>
    <w:rsid w:val="00A77790"/>
    <w:rsid w:val="00A814C3"/>
    <w:rsid w:val="00A81556"/>
    <w:rsid w:val="00A817FE"/>
    <w:rsid w:val="00A822AE"/>
    <w:rsid w:val="00A82929"/>
    <w:rsid w:val="00A838E3"/>
    <w:rsid w:val="00A83DC1"/>
    <w:rsid w:val="00A840D7"/>
    <w:rsid w:val="00A845D0"/>
    <w:rsid w:val="00A84731"/>
    <w:rsid w:val="00A85124"/>
    <w:rsid w:val="00A85467"/>
    <w:rsid w:val="00A85B50"/>
    <w:rsid w:val="00A85C32"/>
    <w:rsid w:val="00A86000"/>
    <w:rsid w:val="00A865F6"/>
    <w:rsid w:val="00A8668D"/>
    <w:rsid w:val="00A8759C"/>
    <w:rsid w:val="00A87817"/>
    <w:rsid w:val="00A879FC"/>
    <w:rsid w:val="00A87A40"/>
    <w:rsid w:val="00A87F8C"/>
    <w:rsid w:val="00A9083D"/>
    <w:rsid w:val="00A90DDA"/>
    <w:rsid w:val="00A9116A"/>
    <w:rsid w:val="00A9131C"/>
    <w:rsid w:val="00A91914"/>
    <w:rsid w:val="00A9192F"/>
    <w:rsid w:val="00A91981"/>
    <w:rsid w:val="00A91B57"/>
    <w:rsid w:val="00A91D24"/>
    <w:rsid w:val="00A9266B"/>
    <w:rsid w:val="00A9290A"/>
    <w:rsid w:val="00A930D8"/>
    <w:rsid w:val="00A93B0E"/>
    <w:rsid w:val="00A93CD8"/>
    <w:rsid w:val="00A93EB1"/>
    <w:rsid w:val="00A94E35"/>
    <w:rsid w:val="00A967C1"/>
    <w:rsid w:val="00A96B29"/>
    <w:rsid w:val="00A9748D"/>
    <w:rsid w:val="00AA0F9B"/>
    <w:rsid w:val="00AA1071"/>
    <w:rsid w:val="00AA12FD"/>
    <w:rsid w:val="00AA167F"/>
    <w:rsid w:val="00AA1F9D"/>
    <w:rsid w:val="00AA20B0"/>
    <w:rsid w:val="00AA212B"/>
    <w:rsid w:val="00AA2901"/>
    <w:rsid w:val="00AA2A22"/>
    <w:rsid w:val="00AA3037"/>
    <w:rsid w:val="00AA3967"/>
    <w:rsid w:val="00AA4226"/>
    <w:rsid w:val="00AA4437"/>
    <w:rsid w:val="00AA4559"/>
    <w:rsid w:val="00AA469F"/>
    <w:rsid w:val="00AA4784"/>
    <w:rsid w:val="00AA527F"/>
    <w:rsid w:val="00AA52B7"/>
    <w:rsid w:val="00AA570B"/>
    <w:rsid w:val="00AA682A"/>
    <w:rsid w:val="00AA68F6"/>
    <w:rsid w:val="00AA7165"/>
    <w:rsid w:val="00AA71B0"/>
    <w:rsid w:val="00AA7855"/>
    <w:rsid w:val="00AA785B"/>
    <w:rsid w:val="00AB0546"/>
    <w:rsid w:val="00AB0C99"/>
    <w:rsid w:val="00AB0F51"/>
    <w:rsid w:val="00AB159A"/>
    <w:rsid w:val="00AB1D17"/>
    <w:rsid w:val="00AB2315"/>
    <w:rsid w:val="00AB2657"/>
    <w:rsid w:val="00AB2876"/>
    <w:rsid w:val="00AB2909"/>
    <w:rsid w:val="00AB30BC"/>
    <w:rsid w:val="00AB3582"/>
    <w:rsid w:val="00AB473D"/>
    <w:rsid w:val="00AB4CA9"/>
    <w:rsid w:val="00AB4FAC"/>
    <w:rsid w:val="00AB550B"/>
    <w:rsid w:val="00AB596F"/>
    <w:rsid w:val="00AB599B"/>
    <w:rsid w:val="00AB5A0D"/>
    <w:rsid w:val="00AB6087"/>
    <w:rsid w:val="00AB60B9"/>
    <w:rsid w:val="00AB643F"/>
    <w:rsid w:val="00AB65F2"/>
    <w:rsid w:val="00AB7118"/>
    <w:rsid w:val="00AB72B7"/>
    <w:rsid w:val="00AB7416"/>
    <w:rsid w:val="00AB7438"/>
    <w:rsid w:val="00AB76F5"/>
    <w:rsid w:val="00AB7BA4"/>
    <w:rsid w:val="00AB7C45"/>
    <w:rsid w:val="00AB7C56"/>
    <w:rsid w:val="00AC0064"/>
    <w:rsid w:val="00AC075F"/>
    <w:rsid w:val="00AC0E28"/>
    <w:rsid w:val="00AC1318"/>
    <w:rsid w:val="00AC14E1"/>
    <w:rsid w:val="00AC194B"/>
    <w:rsid w:val="00AC1EB3"/>
    <w:rsid w:val="00AC1ECF"/>
    <w:rsid w:val="00AC24A6"/>
    <w:rsid w:val="00AC2782"/>
    <w:rsid w:val="00AC284B"/>
    <w:rsid w:val="00AC2983"/>
    <w:rsid w:val="00AC29B5"/>
    <w:rsid w:val="00AC2B9A"/>
    <w:rsid w:val="00AC31CE"/>
    <w:rsid w:val="00AC33D0"/>
    <w:rsid w:val="00AC3576"/>
    <w:rsid w:val="00AC3966"/>
    <w:rsid w:val="00AC3C92"/>
    <w:rsid w:val="00AC42E2"/>
    <w:rsid w:val="00AC4309"/>
    <w:rsid w:val="00AC47E2"/>
    <w:rsid w:val="00AC5088"/>
    <w:rsid w:val="00AC5864"/>
    <w:rsid w:val="00AC5FEF"/>
    <w:rsid w:val="00AC63F0"/>
    <w:rsid w:val="00AC705C"/>
    <w:rsid w:val="00AC71EB"/>
    <w:rsid w:val="00AC7910"/>
    <w:rsid w:val="00AC79D6"/>
    <w:rsid w:val="00AD0C7E"/>
    <w:rsid w:val="00AD0D24"/>
    <w:rsid w:val="00AD0E98"/>
    <w:rsid w:val="00AD180E"/>
    <w:rsid w:val="00AD1D47"/>
    <w:rsid w:val="00AD2176"/>
    <w:rsid w:val="00AD234D"/>
    <w:rsid w:val="00AD2D0E"/>
    <w:rsid w:val="00AD30DE"/>
    <w:rsid w:val="00AD3B80"/>
    <w:rsid w:val="00AD3EF4"/>
    <w:rsid w:val="00AD46DF"/>
    <w:rsid w:val="00AD477B"/>
    <w:rsid w:val="00AD48F0"/>
    <w:rsid w:val="00AD4A64"/>
    <w:rsid w:val="00AD53BC"/>
    <w:rsid w:val="00AD5622"/>
    <w:rsid w:val="00AD567E"/>
    <w:rsid w:val="00AD5A94"/>
    <w:rsid w:val="00AD65BD"/>
    <w:rsid w:val="00AD6B83"/>
    <w:rsid w:val="00AD6DD3"/>
    <w:rsid w:val="00AD73A9"/>
    <w:rsid w:val="00AD772A"/>
    <w:rsid w:val="00AD7C3E"/>
    <w:rsid w:val="00AE01FE"/>
    <w:rsid w:val="00AE04D9"/>
    <w:rsid w:val="00AE0D47"/>
    <w:rsid w:val="00AE13FE"/>
    <w:rsid w:val="00AE1DBA"/>
    <w:rsid w:val="00AE2322"/>
    <w:rsid w:val="00AE24A0"/>
    <w:rsid w:val="00AE2558"/>
    <w:rsid w:val="00AE2630"/>
    <w:rsid w:val="00AE2863"/>
    <w:rsid w:val="00AE3250"/>
    <w:rsid w:val="00AE329E"/>
    <w:rsid w:val="00AE36C7"/>
    <w:rsid w:val="00AE39DE"/>
    <w:rsid w:val="00AE4021"/>
    <w:rsid w:val="00AE434E"/>
    <w:rsid w:val="00AE4415"/>
    <w:rsid w:val="00AE545F"/>
    <w:rsid w:val="00AE564B"/>
    <w:rsid w:val="00AE633F"/>
    <w:rsid w:val="00AE68C1"/>
    <w:rsid w:val="00AE6E4F"/>
    <w:rsid w:val="00AE7439"/>
    <w:rsid w:val="00AE7F61"/>
    <w:rsid w:val="00AF035E"/>
    <w:rsid w:val="00AF06BD"/>
    <w:rsid w:val="00AF071D"/>
    <w:rsid w:val="00AF13A4"/>
    <w:rsid w:val="00AF13B3"/>
    <w:rsid w:val="00AF1B77"/>
    <w:rsid w:val="00AF2477"/>
    <w:rsid w:val="00AF250B"/>
    <w:rsid w:val="00AF2C61"/>
    <w:rsid w:val="00AF2D82"/>
    <w:rsid w:val="00AF31AB"/>
    <w:rsid w:val="00AF356E"/>
    <w:rsid w:val="00AF45DA"/>
    <w:rsid w:val="00AF4B70"/>
    <w:rsid w:val="00AF5CE6"/>
    <w:rsid w:val="00AF5FA6"/>
    <w:rsid w:val="00AF6497"/>
    <w:rsid w:val="00AF6788"/>
    <w:rsid w:val="00AF6CE2"/>
    <w:rsid w:val="00AF6D25"/>
    <w:rsid w:val="00AF6EF7"/>
    <w:rsid w:val="00AF78CE"/>
    <w:rsid w:val="00AF7ACB"/>
    <w:rsid w:val="00B00816"/>
    <w:rsid w:val="00B00BD2"/>
    <w:rsid w:val="00B00EBE"/>
    <w:rsid w:val="00B01B13"/>
    <w:rsid w:val="00B02137"/>
    <w:rsid w:val="00B0236A"/>
    <w:rsid w:val="00B0370B"/>
    <w:rsid w:val="00B037BD"/>
    <w:rsid w:val="00B03EC9"/>
    <w:rsid w:val="00B0463E"/>
    <w:rsid w:val="00B05006"/>
    <w:rsid w:val="00B0555E"/>
    <w:rsid w:val="00B05D75"/>
    <w:rsid w:val="00B05FB3"/>
    <w:rsid w:val="00B06358"/>
    <w:rsid w:val="00B063F9"/>
    <w:rsid w:val="00B0654D"/>
    <w:rsid w:val="00B065CA"/>
    <w:rsid w:val="00B068AB"/>
    <w:rsid w:val="00B07088"/>
    <w:rsid w:val="00B0741A"/>
    <w:rsid w:val="00B075AA"/>
    <w:rsid w:val="00B076EB"/>
    <w:rsid w:val="00B07B66"/>
    <w:rsid w:val="00B07E3E"/>
    <w:rsid w:val="00B07FF2"/>
    <w:rsid w:val="00B1089E"/>
    <w:rsid w:val="00B10C3D"/>
    <w:rsid w:val="00B11D6B"/>
    <w:rsid w:val="00B12672"/>
    <w:rsid w:val="00B13482"/>
    <w:rsid w:val="00B13CDF"/>
    <w:rsid w:val="00B1432D"/>
    <w:rsid w:val="00B143E5"/>
    <w:rsid w:val="00B146F5"/>
    <w:rsid w:val="00B150C4"/>
    <w:rsid w:val="00B153F3"/>
    <w:rsid w:val="00B15A2E"/>
    <w:rsid w:val="00B15A42"/>
    <w:rsid w:val="00B161DA"/>
    <w:rsid w:val="00B17341"/>
    <w:rsid w:val="00B17371"/>
    <w:rsid w:val="00B17570"/>
    <w:rsid w:val="00B176EC"/>
    <w:rsid w:val="00B206BA"/>
    <w:rsid w:val="00B20852"/>
    <w:rsid w:val="00B20E1E"/>
    <w:rsid w:val="00B20E73"/>
    <w:rsid w:val="00B2157E"/>
    <w:rsid w:val="00B2185B"/>
    <w:rsid w:val="00B2242E"/>
    <w:rsid w:val="00B23218"/>
    <w:rsid w:val="00B2394E"/>
    <w:rsid w:val="00B23DB5"/>
    <w:rsid w:val="00B23ED4"/>
    <w:rsid w:val="00B25001"/>
    <w:rsid w:val="00B2547A"/>
    <w:rsid w:val="00B254F8"/>
    <w:rsid w:val="00B25F21"/>
    <w:rsid w:val="00B26A03"/>
    <w:rsid w:val="00B26A29"/>
    <w:rsid w:val="00B26B95"/>
    <w:rsid w:val="00B273B6"/>
    <w:rsid w:val="00B27691"/>
    <w:rsid w:val="00B276C9"/>
    <w:rsid w:val="00B2784F"/>
    <w:rsid w:val="00B278DA"/>
    <w:rsid w:val="00B27E55"/>
    <w:rsid w:val="00B27EE7"/>
    <w:rsid w:val="00B301EA"/>
    <w:rsid w:val="00B30472"/>
    <w:rsid w:val="00B30850"/>
    <w:rsid w:val="00B3099D"/>
    <w:rsid w:val="00B30F39"/>
    <w:rsid w:val="00B31272"/>
    <w:rsid w:val="00B31291"/>
    <w:rsid w:val="00B31B8F"/>
    <w:rsid w:val="00B31F76"/>
    <w:rsid w:val="00B32389"/>
    <w:rsid w:val="00B323F2"/>
    <w:rsid w:val="00B3302D"/>
    <w:rsid w:val="00B33321"/>
    <w:rsid w:val="00B3336A"/>
    <w:rsid w:val="00B33793"/>
    <w:rsid w:val="00B33A08"/>
    <w:rsid w:val="00B33BF6"/>
    <w:rsid w:val="00B34257"/>
    <w:rsid w:val="00B34283"/>
    <w:rsid w:val="00B34402"/>
    <w:rsid w:val="00B34CCD"/>
    <w:rsid w:val="00B34F70"/>
    <w:rsid w:val="00B3512B"/>
    <w:rsid w:val="00B353C3"/>
    <w:rsid w:val="00B356C0"/>
    <w:rsid w:val="00B35E44"/>
    <w:rsid w:val="00B35F8A"/>
    <w:rsid w:val="00B35FFA"/>
    <w:rsid w:val="00B360D7"/>
    <w:rsid w:val="00B36FF0"/>
    <w:rsid w:val="00B40254"/>
    <w:rsid w:val="00B408A9"/>
    <w:rsid w:val="00B409B3"/>
    <w:rsid w:val="00B4152B"/>
    <w:rsid w:val="00B41711"/>
    <w:rsid w:val="00B4184B"/>
    <w:rsid w:val="00B41B17"/>
    <w:rsid w:val="00B41CBB"/>
    <w:rsid w:val="00B4204D"/>
    <w:rsid w:val="00B42290"/>
    <w:rsid w:val="00B42459"/>
    <w:rsid w:val="00B42468"/>
    <w:rsid w:val="00B429BF"/>
    <w:rsid w:val="00B42B0E"/>
    <w:rsid w:val="00B434D0"/>
    <w:rsid w:val="00B43935"/>
    <w:rsid w:val="00B44234"/>
    <w:rsid w:val="00B442EE"/>
    <w:rsid w:val="00B44845"/>
    <w:rsid w:val="00B44C59"/>
    <w:rsid w:val="00B44E41"/>
    <w:rsid w:val="00B45185"/>
    <w:rsid w:val="00B453B5"/>
    <w:rsid w:val="00B45567"/>
    <w:rsid w:val="00B45748"/>
    <w:rsid w:val="00B457B1"/>
    <w:rsid w:val="00B45A12"/>
    <w:rsid w:val="00B46792"/>
    <w:rsid w:val="00B47DAE"/>
    <w:rsid w:val="00B50319"/>
    <w:rsid w:val="00B504F6"/>
    <w:rsid w:val="00B50E9A"/>
    <w:rsid w:val="00B5196A"/>
    <w:rsid w:val="00B51A93"/>
    <w:rsid w:val="00B51A9D"/>
    <w:rsid w:val="00B51C65"/>
    <w:rsid w:val="00B51E26"/>
    <w:rsid w:val="00B51EAB"/>
    <w:rsid w:val="00B523E3"/>
    <w:rsid w:val="00B528C3"/>
    <w:rsid w:val="00B53272"/>
    <w:rsid w:val="00B5346C"/>
    <w:rsid w:val="00B53619"/>
    <w:rsid w:val="00B537EE"/>
    <w:rsid w:val="00B53CAF"/>
    <w:rsid w:val="00B544A7"/>
    <w:rsid w:val="00B54ACC"/>
    <w:rsid w:val="00B54CBF"/>
    <w:rsid w:val="00B54D51"/>
    <w:rsid w:val="00B55CD4"/>
    <w:rsid w:val="00B55FB2"/>
    <w:rsid w:val="00B56114"/>
    <w:rsid w:val="00B56CE4"/>
    <w:rsid w:val="00B56E55"/>
    <w:rsid w:val="00B57005"/>
    <w:rsid w:val="00B57783"/>
    <w:rsid w:val="00B57833"/>
    <w:rsid w:val="00B6000F"/>
    <w:rsid w:val="00B61252"/>
    <w:rsid w:val="00B61832"/>
    <w:rsid w:val="00B618BD"/>
    <w:rsid w:val="00B619FC"/>
    <w:rsid w:val="00B620BC"/>
    <w:rsid w:val="00B62227"/>
    <w:rsid w:val="00B6250D"/>
    <w:rsid w:val="00B627C9"/>
    <w:rsid w:val="00B62CD7"/>
    <w:rsid w:val="00B62F59"/>
    <w:rsid w:val="00B631F1"/>
    <w:rsid w:val="00B632C2"/>
    <w:rsid w:val="00B63A79"/>
    <w:rsid w:val="00B63D53"/>
    <w:rsid w:val="00B64100"/>
    <w:rsid w:val="00B648D4"/>
    <w:rsid w:val="00B64901"/>
    <w:rsid w:val="00B64B1F"/>
    <w:rsid w:val="00B64B7C"/>
    <w:rsid w:val="00B65433"/>
    <w:rsid w:val="00B65F27"/>
    <w:rsid w:val="00B663CB"/>
    <w:rsid w:val="00B6641F"/>
    <w:rsid w:val="00B666CD"/>
    <w:rsid w:val="00B666F7"/>
    <w:rsid w:val="00B66722"/>
    <w:rsid w:val="00B66794"/>
    <w:rsid w:val="00B66B6A"/>
    <w:rsid w:val="00B670DB"/>
    <w:rsid w:val="00B67138"/>
    <w:rsid w:val="00B672AE"/>
    <w:rsid w:val="00B67DFF"/>
    <w:rsid w:val="00B70026"/>
    <w:rsid w:val="00B70422"/>
    <w:rsid w:val="00B70B3C"/>
    <w:rsid w:val="00B70D74"/>
    <w:rsid w:val="00B70EDD"/>
    <w:rsid w:val="00B715DF"/>
    <w:rsid w:val="00B71A9D"/>
    <w:rsid w:val="00B71C68"/>
    <w:rsid w:val="00B71D1E"/>
    <w:rsid w:val="00B7280D"/>
    <w:rsid w:val="00B73139"/>
    <w:rsid w:val="00B73CE7"/>
    <w:rsid w:val="00B740E2"/>
    <w:rsid w:val="00B743E3"/>
    <w:rsid w:val="00B74C84"/>
    <w:rsid w:val="00B75167"/>
    <w:rsid w:val="00B7612D"/>
    <w:rsid w:val="00B76179"/>
    <w:rsid w:val="00B764C4"/>
    <w:rsid w:val="00B766F9"/>
    <w:rsid w:val="00B767FF"/>
    <w:rsid w:val="00B76E90"/>
    <w:rsid w:val="00B77103"/>
    <w:rsid w:val="00B77528"/>
    <w:rsid w:val="00B775E5"/>
    <w:rsid w:val="00B775F2"/>
    <w:rsid w:val="00B77636"/>
    <w:rsid w:val="00B77C45"/>
    <w:rsid w:val="00B77D0A"/>
    <w:rsid w:val="00B808ED"/>
    <w:rsid w:val="00B810F0"/>
    <w:rsid w:val="00B8147D"/>
    <w:rsid w:val="00B81857"/>
    <w:rsid w:val="00B81B0B"/>
    <w:rsid w:val="00B82011"/>
    <w:rsid w:val="00B822EB"/>
    <w:rsid w:val="00B82526"/>
    <w:rsid w:val="00B828C2"/>
    <w:rsid w:val="00B82B28"/>
    <w:rsid w:val="00B82B5F"/>
    <w:rsid w:val="00B82EE1"/>
    <w:rsid w:val="00B83248"/>
    <w:rsid w:val="00B835AE"/>
    <w:rsid w:val="00B8386B"/>
    <w:rsid w:val="00B84265"/>
    <w:rsid w:val="00B84426"/>
    <w:rsid w:val="00B84A8B"/>
    <w:rsid w:val="00B864AA"/>
    <w:rsid w:val="00B865C0"/>
    <w:rsid w:val="00B86CD2"/>
    <w:rsid w:val="00B90061"/>
    <w:rsid w:val="00B908F1"/>
    <w:rsid w:val="00B90FE5"/>
    <w:rsid w:val="00B910B1"/>
    <w:rsid w:val="00B91150"/>
    <w:rsid w:val="00B9146B"/>
    <w:rsid w:val="00B91A6A"/>
    <w:rsid w:val="00B92BE9"/>
    <w:rsid w:val="00B92F1E"/>
    <w:rsid w:val="00B92F8C"/>
    <w:rsid w:val="00B93266"/>
    <w:rsid w:val="00B93637"/>
    <w:rsid w:val="00B93F55"/>
    <w:rsid w:val="00B94307"/>
    <w:rsid w:val="00B94381"/>
    <w:rsid w:val="00B94E3C"/>
    <w:rsid w:val="00B94FE2"/>
    <w:rsid w:val="00B95B98"/>
    <w:rsid w:val="00B95F21"/>
    <w:rsid w:val="00B962C5"/>
    <w:rsid w:val="00B96453"/>
    <w:rsid w:val="00B96E36"/>
    <w:rsid w:val="00BA0100"/>
    <w:rsid w:val="00BA0708"/>
    <w:rsid w:val="00BA09FE"/>
    <w:rsid w:val="00BA0A82"/>
    <w:rsid w:val="00BA0DC9"/>
    <w:rsid w:val="00BA1D08"/>
    <w:rsid w:val="00BA26E3"/>
    <w:rsid w:val="00BA278D"/>
    <w:rsid w:val="00BA2BFE"/>
    <w:rsid w:val="00BA30A1"/>
    <w:rsid w:val="00BA312E"/>
    <w:rsid w:val="00BA3665"/>
    <w:rsid w:val="00BA3A6E"/>
    <w:rsid w:val="00BA3BFA"/>
    <w:rsid w:val="00BA3D8B"/>
    <w:rsid w:val="00BA3DD7"/>
    <w:rsid w:val="00BA3E3B"/>
    <w:rsid w:val="00BA4150"/>
    <w:rsid w:val="00BA45D5"/>
    <w:rsid w:val="00BA4CC9"/>
    <w:rsid w:val="00BA50C8"/>
    <w:rsid w:val="00BA56CE"/>
    <w:rsid w:val="00BA5ECC"/>
    <w:rsid w:val="00BA6472"/>
    <w:rsid w:val="00BA6D3F"/>
    <w:rsid w:val="00BA6D50"/>
    <w:rsid w:val="00BA6ED6"/>
    <w:rsid w:val="00BA72CE"/>
    <w:rsid w:val="00BA72DA"/>
    <w:rsid w:val="00BA74AE"/>
    <w:rsid w:val="00BA7C4E"/>
    <w:rsid w:val="00BB08A8"/>
    <w:rsid w:val="00BB1002"/>
    <w:rsid w:val="00BB368B"/>
    <w:rsid w:val="00BB38C5"/>
    <w:rsid w:val="00BB3C07"/>
    <w:rsid w:val="00BB4912"/>
    <w:rsid w:val="00BB56B5"/>
    <w:rsid w:val="00BB57CA"/>
    <w:rsid w:val="00BB5DB6"/>
    <w:rsid w:val="00BB6022"/>
    <w:rsid w:val="00BB6894"/>
    <w:rsid w:val="00BB6A29"/>
    <w:rsid w:val="00BB6A5E"/>
    <w:rsid w:val="00BB6CEF"/>
    <w:rsid w:val="00BB6FE2"/>
    <w:rsid w:val="00BB7535"/>
    <w:rsid w:val="00BB765F"/>
    <w:rsid w:val="00BC09D4"/>
    <w:rsid w:val="00BC0B9E"/>
    <w:rsid w:val="00BC0C17"/>
    <w:rsid w:val="00BC1C1D"/>
    <w:rsid w:val="00BC2015"/>
    <w:rsid w:val="00BC2506"/>
    <w:rsid w:val="00BC2526"/>
    <w:rsid w:val="00BC2F57"/>
    <w:rsid w:val="00BC33CC"/>
    <w:rsid w:val="00BC346D"/>
    <w:rsid w:val="00BC3BCB"/>
    <w:rsid w:val="00BC42D5"/>
    <w:rsid w:val="00BC4B4B"/>
    <w:rsid w:val="00BC502D"/>
    <w:rsid w:val="00BC5043"/>
    <w:rsid w:val="00BC57B2"/>
    <w:rsid w:val="00BC5D44"/>
    <w:rsid w:val="00BC6394"/>
    <w:rsid w:val="00BC65E6"/>
    <w:rsid w:val="00BC68AB"/>
    <w:rsid w:val="00BC772C"/>
    <w:rsid w:val="00BD071B"/>
    <w:rsid w:val="00BD0F32"/>
    <w:rsid w:val="00BD1397"/>
    <w:rsid w:val="00BD1D06"/>
    <w:rsid w:val="00BD1FF4"/>
    <w:rsid w:val="00BD24A9"/>
    <w:rsid w:val="00BD2980"/>
    <w:rsid w:val="00BD314A"/>
    <w:rsid w:val="00BD3746"/>
    <w:rsid w:val="00BD41CA"/>
    <w:rsid w:val="00BD4E81"/>
    <w:rsid w:val="00BD5855"/>
    <w:rsid w:val="00BD5980"/>
    <w:rsid w:val="00BD5D87"/>
    <w:rsid w:val="00BD5DFA"/>
    <w:rsid w:val="00BD62C7"/>
    <w:rsid w:val="00BD6354"/>
    <w:rsid w:val="00BD6B26"/>
    <w:rsid w:val="00BD713D"/>
    <w:rsid w:val="00BD755B"/>
    <w:rsid w:val="00BE062C"/>
    <w:rsid w:val="00BE08C8"/>
    <w:rsid w:val="00BE09AE"/>
    <w:rsid w:val="00BE0E99"/>
    <w:rsid w:val="00BE1509"/>
    <w:rsid w:val="00BE1549"/>
    <w:rsid w:val="00BE1EE9"/>
    <w:rsid w:val="00BE27AD"/>
    <w:rsid w:val="00BE2F3F"/>
    <w:rsid w:val="00BE2FD4"/>
    <w:rsid w:val="00BE3C8F"/>
    <w:rsid w:val="00BE3C94"/>
    <w:rsid w:val="00BE4291"/>
    <w:rsid w:val="00BE463A"/>
    <w:rsid w:val="00BE4AAB"/>
    <w:rsid w:val="00BE4B62"/>
    <w:rsid w:val="00BE5EE7"/>
    <w:rsid w:val="00BE650E"/>
    <w:rsid w:val="00BE6920"/>
    <w:rsid w:val="00BE76E7"/>
    <w:rsid w:val="00BF0B94"/>
    <w:rsid w:val="00BF0D31"/>
    <w:rsid w:val="00BF0D48"/>
    <w:rsid w:val="00BF0E57"/>
    <w:rsid w:val="00BF1455"/>
    <w:rsid w:val="00BF2A63"/>
    <w:rsid w:val="00BF3475"/>
    <w:rsid w:val="00BF34DD"/>
    <w:rsid w:val="00BF395A"/>
    <w:rsid w:val="00BF3A93"/>
    <w:rsid w:val="00BF3B78"/>
    <w:rsid w:val="00BF3FB3"/>
    <w:rsid w:val="00BF4308"/>
    <w:rsid w:val="00BF4E24"/>
    <w:rsid w:val="00BF53A9"/>
    <w:rsid w:val="00BF59B2"/>
    <w:rsid w:val="00BF5D80"/>
    <w:rsid w:val="00BF63E1"/>
    <w:rsid w:val="00BF6937"/>
    <w:rsid w:val="00BF6A70"/>
    <w:rsid w:val="00BF6B84"/>
    <w:rsid w:val="00BF6F6D"/>
    <w:rsid w:val="00BF7041"/>
    <w:rsid w:val="00BF787A"/>
    <w:rsid w:val="00BF7C1D"/>
    <w:rsid w:val="00C00004"/>
    <w:rsid w:val="00C01242"/>
    <w:rsid w:val="00C01578"/>
    <w:rsid w:val="00C0168B"/>
    <w:rsid w:val="00C01E0A"/>
    <w:rsid w:val="00C020F1"/>
    <w:rsid w:val="00C02A1E"/>
    <w:rsid w:val="00C02DE2"/>
    <w:rsid w:val="00C02E00"/>
    <w:rsid w:val="00C0355E"/>
    <w:rsid w:val="00C03755"/>
    <w:rsid w:val="00C04057"/>
    <w:rsid w:val="00C0426F"/>
    <w:rsid w:val="00C04287"/>
    <w:rsid w:val="00C0455F"/>
    <w:rsid w:val="00C04AD2"/>
    <w:rsid w:val="00C04C36"/>
    <w:rsid w:val="00C052AA"/>
    <w:rsid w:val="00C054AD"/>
    <w:rsid w:val="00C055E8"/>
    <w:rsid w:val="00C058C2"/>
    <w:rsid w:val="00C0623D"/>
    <w:rsid w:val="00C0647D"/>
    <w:rsid w:val="00C0652C"/>
    <w:rsid w:val="00C0658C"/>
    <w:rsid w:val="00C066A9"/>
    <w:rsid w:val="00C06F59"/>
    <w:rsid w:val="00C07113"/>
    <w:rsid w:val="00C07702"/>
    <w:rsid w:val="00C078C6"/>
    <w:rsid w:val="00C07C1F"/>
    <w:rsid w:val="00C10290"/>
    <w:rsid w:val="00C1076F"/>
    <w:rsid w:val="00C1089C"/>
    <w:rsid w:val="00C10AD7"/>
    <w:rsid w:val="00C10E8D"/>
    <w:rsid w:val="00C112AF"/>
    <w:rsid w:val="00C11CBD"/>
    <w:rsid w:val="00C1279D"/>
    <w:rsid w:val="00C12B03"/>
    <w:rsid w:val="00C12F5D"/>
    <w:rsid w:val="00C13742"/>
    <w:rsid w:val="00C13BBE"/>
    <w:rsid w:val="00C14464"/>
    <w:rsid w:val="00C14B22"/>
    <w:rsid w:val="00C14C60"/>
    <w:rsid w:val="00C1537D"/>
    <w:rsid w:val="00C156DE"/>
    <w:rsid w:val="00C15BEA"/>
    <w:rsid w:val="00C15E7C"/>
    <w:rsid w:val="00C1701C"/>
    <w:rsid w:val="00C177DF"/>
    <w:rsid w:val="00C17B89"/>
    <w:rsid w:val="00C17D49"/>
    <w:rsid w:val="00C20267"/>
    <w:rsid w:val="00C203EB"/>
    <w:rsid w:val="00C2054B"/>
    <w:rsid w:val="00C2077F"/>
    <w:rsid w:val="00C207A7"/>
    <w:rsid w:val="00C209DA"/>
    <w:rsid w:val="00C20A9E"/>
    <w:rsid w:val="00C20F29"/>
    <w:rsid w:val="00C2115F"/>
    <w:rsid w:val="00C219AF"/>
    <w:rsid w:val="00C221E9"/>
    <w:rsid w:val="00C23A93"/>
    <w:rsid w:val="00C23CCC"/>
    <w:rsid w:val="00C23D3E"/>
    <w:rsid w:val="00C23FEE"/>
    <w:rsid w:val="00C24202"/>
    <w:rsid w:val="00C246E1"/>
    <w:rsid w:val="00C24930"/>
    <w:rsid w:val="00C24CC5"/>
    <w:rsid w:val="00C24E14"/>
    <w:rsid w:val="00C2520D"/>
    <w:rsid w:val="00C25924"/>
    <w:rsid w:val="00C25E6D"/>
    <w:rsid w:val="00C25EC6"/>
    <w:rsid w:val="00C262D7"/>
    <w:rsid w:val="00C2683C"/>
    <w:rsid w:val="00C2705E"/>
    <w:rsid w:val="00C27BEE"/>
    <w:rsid w:val="00C27F0C"/>
    <w:rsid w:val="00C30043"/>
    <w:rsid w:val="00C30597"/>
    <w:rsid w:val="00C311BF"/>
    <w:rsid w:val="00C314A5"/>
    <w:rsid w:val="00C319AC"/>
    <w:rsid w:val="00C31D7B"/>
    <w:rsid w:val="00C32EAC"/>
    <w:rsid w:val="00C330A3"/>
    <w:rsid w:val="00C33890"/>
    <w:rsid w:val="00C3407E"/>
    <w:rsid w:val="00C344A0"/>
    <w:rsid w:val="00C3465A"/>
    <w:rsid w:val="00C34B78"/>
    <w:rsid w:val="00C351F4"/>
    <w:rsid w:val="00C3578A"/>
    <w:rsid w:val="00C35C70"/>
    <w:rsid w:val="00C365CB"/>
    <w:rsid w:val="00C37D6F"/>
    <w:rsid w:val="00C37D96"/>
    <w:rsid w:val="00C400EB"/>
    <w:rsid w:val="00C400ED"/>
    <w:rsid w:val="00C40267"/>
    <w:rsid w:val="00C40472"/>
    <w:rsid w:val="00C406CD"/>
    <w:rsid w:val="00C40B3C"/>
    <w:rsid w:val="00C4180F"/>
    <w:rsid w:val="00C41E5F"/>
    <w:rsid w:val="00C4203F"/>
    <w:rsid w:val="00C426AE"/>
    <w:rsid w:val="00C429D3"/>
    <w:rsid w:val="00C42C60"/>
    <w:rsid w:val="00C43282"/>
    <w:rsid w:val="00C43D09"/>
    <w:rsid w:val="00C44C0D"/>
    <w:rsid w:val="00C44CA9"/>
    <w:rsid w:val="00C45C6D"/>
    <w:rsid w:val="00C45D0A"/>
    <w:rsid w:val="00C474E0"/>
    <w:rsid w:val="00C47D4E"/>
    <w:rsid w:val="00C511A8"/>
    <w:rsid w:val="00C51495"/>
    <w:rsid w:val="00C51894"/>
    <w:rsid w:val="00C519B4"/>
    <w:rsid w:val="00C51C1F"/>
    <w:rsid w:val="00C51E72"/>
    <w:rsid w:val="00C52005"/>
    <w:rsid w:val="00C52283"/>
    <w:rsid w:val="00C52431"/>
    <w:rsid w:val="00C526B8"/>
    <w:rsid w:val="00C52C66"/>
    <w:rsid w:val="00C52F3D"/>
    <w:rsid w:val="00C53564"/>
    <w:rsid w:val="00C535C8"/>
    <w:rsid w:val="00C5386A"/>
    <w:rsid w:val="00C53AA6"/>
    <w:rsid w:val="00C54119"/>
    <w:rsid w:val="00C54A35"/>
    <w:rsid w:val="00C55155"/>
    <w:rsid w:val="00C55439"/>
    <w:rsid w:val="00C5559F"/>
    <w:rsid w:val="00C560D9"/>
    <w:rsid w:val="00C56113"/>
    <w:rsid w:val="00C565EA"/>
    <w:rsid w:val="00C56953"/>
    <w:rsid w:val="00C56AF7"/>
    <w:rsid w:val="00C57048"/>
    <w:rsid w:val="00C57498"/>
    <w:rsid w:val="00C57516"/>
    <w:rsid w:val="00C5757C"/>
    <w:rsid w:val="00C575EE"/>
    <w:rsid w:val="00C57B56"/>
    <w:rsid w:val="00C60CE4"/>
    <w:rsid w:val="00C6130C"/>
    <w:rsid w:val="00C618BF"/>
    <w:rsid w:val="00C61C01"/>
    <w:rsid w:val="00C62155"/>
    <w:rsid w:val="00C6267E"/>
    <w:rsid w:val="00C62ADC"/>
    <w:rsid w:val="00C62C03"/>
    <w:rsid w:val="00C62F2F"/>
    <w:rsid w:val="00C6369E"/>
    <w:rsid w:val="00C63A95"/>
    <w:rsid w:val="00C640C3"/>
    <w:rsid w:val="00C6442B"/>
    <w:rsid w:val="00C645D5"/>
    <w:rsid w:val="00C64C7F"/>
    <w:rsid w:val="00C65749"/>
    <w:rsid w:val="00C66290"/>
    <w:rsid w:val="00C6695F"/>
    <w:rsid w:val="00C66FD4"/>
    <w:rsid w:val="00C67231"/>
    <w:rsid w:val="00C67309"/>
    <w:rsid w:val="00C67EB6"/>
    <w:rsid w:val="00C71361"/>
    <w:rsid w:val="00C71558"/>
    <w:rsid w:val="00C715F6"/>
    <w:rsid w:val="00C719C1"/>
    <w:rsid w:val="00C71C45"/>
    <w:rsid w:val="00C71D29"/>
    <w:rsid w:val="00C71D86"/>
    <w:rsid w:val="00C72874"/>
    <w:rsid w:val="00C7296E"/>
    <w:rsid w:val="00C72C4D"/>
    <w:rsid w:val="00C7327A"/>
    <w:rsid w:val="00C732BE"/>
    <w:rsid w:val="00C73487"/>
    <w:rsid w:val="00C73E30"/>
    <w:rsid w:val="00C74154"/>
    <w:rsid w:val="00C74B54"/>
    <w:rsid w:val="00C74F4C"/>
    <w:rsid w:val="00C7586E"/>
    <w:rsid w:val="00C759C0"/>
    <w:rsid w:val="00C761FA"/>
    <w:rsid w:val="00C76543"/>
    <w:rsid w:val="00C76A65"/>
    <w:rsid w:val="00C77341"/>
    <w:rsid w:val="00C77679"/>
    <w:rsid w:val="00C77A93"/>
    <w:rsid w:val="00C77C25"/>
    <w:rsid w:val="00C80163"/>
    <w:rsid w:val="00C8017B"/>
    <w:rsid w:val="00C801DD"/>
    <w:rsid w:val="00C80589"/>
    <w:rsid w:val="00C80F76"/>
    <w:rsid w:val="00C81020"/>
    <w:rsid w:val="00C81186"/>
    <w:rsid w:val="00C81821"/>
    <w:rsid w:val="00C81B5C"/>
    <w:rsid w:val="00C81D90"/>
    <w:rsid w:val="00C81DA2"/>
    <w:rsid w:val="00C8208E"/>
    <w:rsid w:val="00C82C2A"/>
    <w:rsid w:val="00C833DB"/>
    <w:rsid w:val="00C83412"/>
    <w:rsid w:val="00C836E1"/>
    <w:rsid w:val="00C84304"/>
    <w:rsid w:val="00C84A60"/>
    <w:rsid w:val="00C86489"/>
    <w:rsid w:val="00C865A8"/>
    <w:rsid w:val="00C86A0B"/>
    <w:rsid w:val="00C87014"/>
    <w:rsid w:val="00C87721"/>
    <w:rsid w:val="00C878E0"/>
    <w:rsid w:val="00C87F73"/>
    <w:rsid w:val="00C90097"/>
    <w:rsid w:val="00C90116"/>
    <w:rsid w:val="00C907FE"/>
    <w:rsid w:val="00C90B44"/>
    <w:rsid w:val="00C91DFF"/>
    <w:rsid w:val="00C9299D"/>
    <w:rsid w:val="00C92C3D"/>
    <w:rsid w:val="00C93097"/>
    <w:rsid w:val="00C93A85"/>
    <w:rsid w:val="00C93D22"/>
    <w:rsid w:val="00C9443A"/>
    <w:rsid w:val="00C94D8F"/>
    <w:rsid w:val="00C95BBB"/>
    <w:rsid w:val="00C964EF"/>
    <w:rsid w:val="00C96837"/>
    <w:rsid w:val="00C9713C"/>
    <w:rsid w:val="00C97A83"/>
    <w:rsid w:val="00C97B16"/>
    <w:rsid w:val="00CA0306"/>
    <w:rsid w:val="00CA1FEB"/>
    <w:rsid w:val="00CA24EE"/>
    <w:rsid w:val="00CA2502"/>
    <w:rsid w:val="00CA26B3"/>
    <w:rsid w:val="00CA33E1"/>
    <w:rsid w:val="00CA3671"/>
    <w:rsid w:val="00CA36FA"/>
    <w:rsid w:val="00CA39A8"/>
    <w:rsid w:val="00CA3DD2"/>
    <w:rsid w:val="00CA3F3C"/>
    <w:rsid w:val="00CA448A"/>
    <w:rsid w:val="00CA45E1"/>
    <w:rsid w:val="00CA46C4"/>
    <w:rsid w:val="00CA4F30"/>
    <w:rsid w:val="00CA50BF"/>
    <w:rsid w:val="00CA55A1"/>
    <w:rsid w:val="00CA5B35"/>
    <w:rsid w:val="00CA632C"/>
    <w:rsid w:val="00CA68E8"/>
    <w:rsid w:val="00CA6E14"/>
    <w:rsid w:val="00CA6EB6"/>
    <w:rsid w:val="00CA759F"/>
    <w:rsid w:val="00CA795B"/>
    <w:rsid w:val="00CA7BFC"/>
    <w:rsid w:val="00CA7FFE"/>
    <w:rsid w:val="00CB09A6"/>
    <w:rsid w:val="00CB0B41"/>
    <w:rsid w:val="00CB1AF8"/>
    <w:rsid w:val="00CB1B24"/>
    <w:rsid w:val="00CB1EA3"/>
    <w:rsid w:val="00CB1F1A"/>
    <w:rsid w:val="00CB276F"/>
    <w:rsid w:val="00CB2AE3"/>
    <w:rsid w:val="00CB2B49"/>
    <w:rsid w:val="00CB3025"/>
    <w:rsid w:val="00CB367F"/>
    <w:rsid w:val="00CB3BD0"/>
    <w:rsid w:val="00CB440E"/>
    <w:rsid w:val="00CB44C9"/>
    <w:rsid w:val="00CB4EF8"/>
    <w:rsid w:val="00CB5332"/>
    <w:rsid w:val="00CB545F"/>
    <w:rsid w:val="00CB555B"/>
    <w:rsid w:val="00CB6645"/>
    <w:rsid w:val="00CB689A"/>
    <w:rsid w:val="00CB693B"/>
    <w:rsid w:val="00CB6B74"/>
    <w:rsid w:val="00CB6C60"/>
    <w:rsid w:val="00CB7644"/>
    <w:rsid w:val="00CB7881"/>
    <w:rsid w:val="00CB790F"/>
    <w:rsid w:val="00CB7B72"/>
    <w:rsid w:val="00CC0219"/>
    <w:rsid w:val="00CC05FC"/>
    <w:rsid w:val="00CC1138"/>
    <w:rsid w:val="00CC17F6"/>
    <w:rsid w:val="00CC1ABB"/>
    <w:rsid w:val="00CC1E07"/>
    <w:rsid w:val="00CC245D"/>
    <w:rsid w:val="00CC28AA"/>
    <w:rsid w:val="00CC2B30"/>
    <w:rsid w:val="00CC2DB1"/>
    <w:rsid w:val="00CC2F28"/>
    <w:rsid w:val="00CC2F4A"/>
    <w:rsid w:val="00CC31EE"/>
    <w:rsid w:val="00CC3426"/>
    <w:rsid w:val="00CC41E1"/>
    <w:rsid w:val="00CC480D"/>
    <w:rsid w:val="00CC4EE8"/>
    <w:rsid w:val="00CC539A"/>
    <w:rsid w:val="00CC5512"/>
    <w:rsid w:val="00CC55CA"/>
    <w:rsid w:val="00CC55E5"/>
    <w:rsid w:val="00CC5824"/>
    <w:rsid w:val="00CC5A90"/>
    <w:rsid w:val="00CC5B01"/>
    <w:rsid w:val="00CC5C96"/>
    <w:rsid w:val="00CC60A7"/>
    <w:rsid w:val="00CC62F8"/>
    <w:rsid w:val="00CC6449"/>
    <w:rsid w:val="00CC64C6"/>
    <w:rsid w:val="00CC6762"/>
    <w:rsid w:val="00CC7072"/>
    <w:rsid w:val="00CC70AB"/>
    <w:rsid w:val="00CD0874"/>
    <w:rsid w:val="00CD0C30"/>
    <w:rsid w:val="00CD16C4"/>
    <w:rsid w:val="00CD1FEE"/>
    <w:rsid w:val="00CD25E3"/>
    <w:rsid w:val="00CD27FF"/>
    <w:rsid w:val="00CD356F"/>
    <w:rsid w:val="00CD370D"/>
    <w:rsid w:val="00CD452C"/>
    <w:rsid w:val="00CD4B86"/>
    <w:rsid w:val="00CD4EEC"/>
    <w:rsid w:val="00CD5584"/>
    <w:rsid w:val="00CD5666"/>
    <w:rsid w:val="00CD5816"/>
    <w:rsid w:val="00CD5C5A"/>
    <w:rsid w:val="00CD5F90"/>
    <w:rsid w:val="00CD6313"/>
    <w:rsid w:val="00CD6AAC"/>
    <w:rsid w:val="00CD6CBD"/>
    <w:rsid w:val="00CD7568"/>
    <w:rsid w:val="00CE022A"/>
    <w:rsid w:val="00CE07D7"/>
    <w:rsid w:val="00CE07E0"/>
    <w:rsid w:val="00CE1621"/>
    <w:rsid w:val="00CE16E2"/>
    <w:rsid w:val="00CE1780"/>
    <w:rsid w:val="00CE1951"/>
    <w:rsid w:val="00CE240E"/>
    <w:rsid w:val="00CE253F"/>
    <w:rsid w:val="00CE2A76"/>
    <w:rsid w:val="00CE2B42"/>
    <w:rsid w:val="00CE2B82"/>
    <w:rsid w:val="00CE3AC5"/>
    <w:rsid w:val="00CE420D"/>
    <w:rsid w:val="00CE487B"/>
    <w:rsid w:val="00CE4A20"/>
    <w:rsid w:val="00CE56D5"/>
    <w:rsid w:val="00CE5954"/>
    <w:rsid w:val="00CE6015"/>
    <w:rsid w:val="00CE61F7"/>
    <w:rsid w:val="00CE6527"/>
    <w:rsid w:val="00CE6C0B"/>
    <w:rsid w:val="00CE6DBB"/>
    <w:rsid w:val="00CF028F"/>
    <w:rsid w:val="00CF04D7"/>
    <w:rsid w:val="00CF09F8"/>
    <w:rsid w:val="00CF1ECC"/>
    <w:rsid w:val="00CF2200"/>
    <w:rsid w:val="00CF22FA"/>
    <w:rsid w:val="00CF236F"/>
    <w:rsid w:val="00CF28A7"/>
    <w:rsid w:val="00CF2B24"/>
    <w:rsid w:val="00CF331D"/>
    <w:rsid w:val="00CF375D"/>
    <w:rsid w:val="00CF3805"/>
    <w:rsid w:val="00CF3990"/>
    <w:rsid w:val="00CF3A73"/>
    <w:rsid w:val="00CF3CDE"/>
    <w:rsid w:val="00CF3D74"/>
    <w:rsid w:val="00CF5036"/>
    <w:rsid w:val="00CF52AF"/>
    <w:rsid w:val="00CF5803"/>
    <w:rsid w:val="00CF5936"/>
    <w:rsid w:val="00CF5A66"/>
    <w:rsid w:val="00CF5DA3"/>
    <w:rsid w:val="00CF612B"/>
    <w:rsid w:val="00CF6183"/>
    <w:rsid w:val="00CF7C0E"/>
    <w:rsid w:val="00CF7C3A"/>
    <w:rsid w:val="00D0075D"/>
    <w:rsid w:val="00D00F0F"/>
    <w:rsid w:val="00D011CB"/>
    <w:rsid w:val="00D01441"/>
    <w:rsid w:val="00D01713"/>
    <w:rsid w:val="00D01A8D"/>
    <w:rsid w:val="00D01CC2"/>
    <w:rsid w:val="00D029D4"/>
    <w:rsid w:val="00D02E43"/>
    <w:rsid w:val="00D0325E"/>
    <w:rsid w:val="00D03612"/>
    <w:rsid w:val="00D037F5"/>
    <w:rsid w:val="00D0392C"/>
    <w:rsid w:val="00D03C7F"/>
    <w:rsid w:val="00D03FCC"/>
    <w:rsid w:val="00D04655"/>
    <w:rsid w:val="00D049A5"/>
    <w:rsid w:val="00D04EDF"/>
    <w:rsid w:val="00D04F44"/>
    <w:rsid w:val="00D05072"/>
    <w:rsid w:val="00D05E43"/>
    <w:rsid w:val="00D06433"/>
    <w:rsid w:val="00D0661E"/>
    <w:rsid w:val="00D06876"/>
    <w:rsid w:val="00D069BE"/>
    <w:rsid w:val="00D06F25"/>
    <w:rsid w:val="00D070B2"/>
    <w:rsid w:val="00D07269"/>
    <w:rsid w:val="00D0764F"/>
    <w:rsid w:val="00D07895"/>
    <w:rsid w:val="00D079D3"/>
    <w:rsid w:val="00D07E0A"/>
    <w:rsid w:val="00D07EC8"/>
    <w:rsid w:val="00D102B2"/>
    <w:rsid w:val="00D10B61"/>
    <w:rsid w:val="00D119D8"/>
    <w:rsid w:val="00D11BA7"/>
    <w:rsid w:val="00D11D6E"/>
    <w:rsid w:val="00D125C0"/>
    <w:rsid w:val="00D138CF"/>
    <w:rsid w:val="00D139BD"/>
    <w:rsid w:val="00D13D73"/>
    <w:rsid w:val="00D13DBF"/>
    <w:rsid w:val="00D1404E"/>
    <w:rsid w:val="00D14219"/>
    <w:rsid w:val="00D1495F"/>
    <w:rsid w:val="00D15054"/>
    <w:rsid w:val="00D153CD"/>
    <w:rsid w:val="00D15B40"/>
    <w:rsid w:val="00D15D61"/>
    <w:rsid w:val="00D160D1"/>
    <w:rsid w:val="00D16900"/>
    <w:rsid w:val="00D16DE8"/>
    <w:rsid w:val="00D16FDA"/>
    <w:rsid w:val="00D174A3"/>
    <w:rsid w:val="00D174AD"/>
    <w:rsid w:val="00D1776F"/>
    <w:rsid w:val="00D177D7"/>
    <w:rsid w:val="00D1784B"/>
    <w:rsid w:val="00D17DC8"/>
    <w:rsid w:val="00D203C8"/>
    <w:rsid w:val="00D204B2"/>
    <w:rsid w:val="00D20961"/>
    <w:rsid w:val="00D20A37"/>
    <w:rsid w:val="00D20C85"/>
    <w:rsid w:val="00D20D5C"/>
    <w:rsid w:val="00D21066"/>
    <w:rsid w:val="00D21439"/>
    <w:rsid w:val="00D21BFE"/>
    <w:rsid w:val="00D2209B"/>
    <w:rsid w:val="00D220C1"/>
    <w:rsid w:val="00D223CE"/>
    <w:rsid w:val="00D22DDE"/>
    <w:rsid w:val="00D22EBC"/>
    <w:rsid w:val="00D23333"/>
    <w:rsid w:val="00D23CA1"/>
    <w:rsid w:val="00D23D4D"/>
    <w:rsid w:val="00D2422A"/>
    <w:rsid w:val="00D24AA4"/>
    <w:rsid w:val="00D24EF3"/>
    <w:rsid w:val="00D258DD"/>
    <w:rsid w:val="00D25E3A"/>
    <w:rsid w:val="00D2650D"/>
    <w:rsid w:val="00D26631"/>
    <w:rsid w:val="00D266CD"/>
    <w:rsid w:val="00D26EE7"/>
    <w:rsid w:val="00D2727E"/>
    <w:rsid w:val="00D2760C"/>
    <w:rsid w:val="00D27E30"/>
    <w:rsid w:val="00D3060C"/>
    <w:rsid w:val="00D308C5"/>
    <w:rsid w:val="00D30DB0"/>
    <w:rsid w:val="00D31193"/>
    <w:rsid w:val="00D31260"/>
    <w:rsid w:val="00D315B2"/>
    <w:rsid w:val="00D318E1"/>
    <w:rsid w:val="00D31E13"/>
    <w:rsid w:val="00D31EAC"/>
    <w:rsid w:val="00D32954"/>
    <w:rsid w:val="00D329F4"/>
    <w:rsid w:val="00D32D47"/>
    <w:rsid w:val="00D330D7"/>
    <w:rsid w:val="00D341B1"/>
    <w:rsid w:val="00D34392"/>
    <w:rsid w:val="00D350FB"/>
    <w:rsid w:val="00D35102"/>
    <w:rsid w:val="00D35328"/>
    <w:rsid w:val="00D35650"/>
    <w:rsid w:val="00D362AA"/>
    <w:rsid w:val="00D3637A"/>
    <w:rsid w:val="00D36394"/>
    <w:rsid w:val="00D36D1E"/>
    <w:rsid w:val="00D36EA5"/>
    <w:rsid w:val="00D374B8"/>
    <w:rsid w:val="00D377C8"/>
    <w:rsid w:val="00D37959"/>
    <w:rsid w:val="00D37F72"/>
    <w:rsid w:val="00D4030A"/>
    <w:rsid w:val="00D4055D"/>
    <w:rsid w:val="00D40960"/>
    <w:rsid w:val="00D412F6"/>
    <w:rsid w:val="00D414DB"/>
    <w:rsid w:val="00D41DBD"/>
    <w:rsid w:val="00D41E17"/>
    <w:rsid w:val="00D4211E"/>
    <w:rsid w:val="00D422D3"/>
    <w:rsid w:val="00D42876"/>
    <w:rsid w:val="00D429F5"/>
    <w:rsid w:val="00D42A7E"/>
    <w:rsid w:val="00D42B48"/>
    <w:rsid w:val="00D42DB5"/>
    <w:rsid w:val="00D42ED9"/>
    <w:rsid w:val="00D436F4"/>
    <w:rsid w:val="00D43754"/>
    <w:rsid w:val="00D43C7A"/>
    <w:rsid w:val="00D446CF"/>
    <w:rsid w:val="00D44A10"/>
    <w:rsid w:val="00D44ABC"/>
    <w:rsid w:val="00D45129"/>
    <w:rsid w:val="00D45750"/>
    <w:rsid w:val="00D464CD"/>
    <w:rsid w:val="00D475AB"/>
    <w:rsid w:val="00D47D95"/>
    <w:rsid w:val="00D47DEC"/>
    <w:rsid w:val="00D50244"/>
    <w:rsid w:val="00D5032E"/>
    <w:rsid w:val="00D5047A"/>
    <w:rsid w:val="00D50E8C"/>
    <w:rsid w:val="00D510C9"/>
    <w:rsid w:val="00D512BB"/>
    <w:rsid w:val="00D51632"/>
    <w:rsid w:val="00D52009"/>
    <w:rsid w:val="00D527C0"/>
    <w:rsid w:val="00D52AAD"/>
    <w:rsid w:val="00D52D42"/>
    <w:rsid w:val="00D53334"/>
    <w:rsid w:val="00D53403"/>
    <w:rsid w:val="00D5366F"/>
    <w:rsid w:val="00D53692"/>
    <w:rsid w:val="00D538FD"/>
    <w:rsid w:val="00D5421B"/>
    <w:rsid w:val="00D54702"/>
    <w:rsid w:val="00D54AF2"/>
    <w:rsid w:val="00D56692"/>
    <w:rsid w:val="00D567A3"/>
    <w:rsid w:val="00D56BA8"/>
    <w:rsid w:val="00D56CB2"/>
    <w:rsid w:val="00D56D8B"/>
    <w:rsid w:val="00D5722A"/>
    <w:rsid w:val="00D57F75"/>
    <w:rsid w:val="00D60518"/>
    <w:rsid w:val="00D6078E"/>
    <w:rsid w:val="00D60D49"/>
    <w:rsid w:val="00D60F08"/>
    <w:rsid w:val="00D60FC3"/>
    <w:rsid w:val="00D61399"/>
    <w:rsid w:val="00D613E5"/>
    <w:rsid w:val="00D61A9A"/>
    <w:rsid w:val="00D61DB3"/>
    <w:rsid w:val="00D62D66"/>
    <w:rsid w:val="00D63447"/>
    <w:rsid w:val="00D63A6D"/>
    <w:rsid w:val="00D63B2D"/>
    <w:rsid w:val="00D64243"/>
    <w:rsid w:val="00D6443C"/>
    <w:rsid w:val="00D647F3"/>
    <w:rsid w:val="00D649B3"/>
    <w:rsid w:val="00D64AF9"/>
    <w:rsid w:val="00D64FAB"/>
    <w:rsid w:val="00D651D0"/>
    <w:rsid w:val="00D6577A"/>
    <w:rsid w:val="00D6599D"/>
    <w:rsid w:val="00D65CBB"/>
    <w:rsid w:val="00D65D02"/>
    <w:rsid w:val="00D6628B"/>
    <w:rsid w:val="00D665F0"/>
    <w:rsid w:val="00D669E2"/>
    <w:rsid w:val="00D670BF"/>
    <w:rsid w:val="00D671FE"/>
    <w:rsid w:val="00D675F6"/>
    <w:rsid w:val="00D67D5F"/>
    <w:rsid w:val="00D7004F"/>
    <w:rsid w:val="00D7037C"/>
    <w:rsid w:val="00D70700"/>
    <w:rsid w:val="00D70829"/>
    <w:rsid w:val="00D709BA"/>
    <w:rsid w:val="00D70AF9"/>
    <w:rsid w:val="00D713F1"/>
    <w:rsid w:val="00D713FE"/>
    <w:rsid w:val="00D7177C"/>
    <w:rsid w:val="00D71882"/>
    <w:rsid w:val="00D72D21"/>
    <w:rsid w:val="00D731B7"/>
    <w:rsid w:val="00D73316"/>
    <w:rsid w:val="00D73373"/>
    <w:rsid w:val="00D733EC"/>
    <w:rsid w:val="00D73AA6"/>
    <w:rsid w:val="00D74CCE"/>
    <w:rsid w:val="00D74F17"/>
    <w:rsid w:val="00D7517E"/>
    <w:rsid w:val="00D75B2C"/>
    <w:rsid w:val="00D75B3C"/>
    <w:rsid w:val="00D7635E"/>
    <w:rsid w:val="00D76C91"/>
    <w:rsid w:val="00D7702F"/>
    <w:rsid w:val="00D7717D"/>
    <w:rsid w:val="00D771BF"/>
    <w:rsid w:val="00D777E1"/>
    <w:rsid w:val="00D77A39"/>
    <w:rsid w:val="00D77C5F"/>
    <w:rsid w:val="00D80043"/>
    <w:rsid w:val="00D80CC0"/>
    <w:rsid w:val="00D80E72"/>
    <w:rsid w:val="00D80EB4"/>
    <w:rsid w:val="00D80F6F"/>
    <w:rsid w:val="00D81302"/>
    <w:rsid w:val="00D81950"/>
    <w:rsid w:val="00D81BF8"/>
    <w:rsid w:val="00D81DB4"/>
    <w:rsid w:val="00D81E3E"/>
    <w:rsid w:val="00D82204"/>
    <w:rsid w:val="00D833E3"/>
    <w:rsid w:val="00D84449"/>
    <w:rsid w:val="00D8476B"/>
    <w:rsid w:val="00D84BB4"/>
    <w:rsid w:val="00D84FE8"/>
    <w:rsid w:val="00D854C3"/>
    <w:rsid w:val="00D8555F"/>
    <w:rsid w:val="00D858B1"/>
    <w:rsid w:val="00D8598B"/>
    <w:rsid w:val="00D864EB"/>
    <w:rsid w:val="00D86821"/>
    <w:rsid w:val="00D86973"/>
    <w:rsid w:val="00D86CFC"/>
    <w:rsid w:val="00D86F1A"/>
    <w:rsid w:val="00D8749C"/>
    <w:rsid w:val="00D875D7"/>
    <w:rsid w:val="00D8795B"/>
    <w:rsid w:val="00D879FE"/>
    <w:rsid w:val="00D87A23"/>
    <w:rsid w:val="00D87D5F"/>
    <w:rsid w:val="00D906B2"/>
    <w:rsid w:val="00D90AF8"/>
    <w:rsid w:val="00D90C5B"/>
    <w:rsid w:val="00D9112D"/>
    <w:rsid w:val="00D91B19"/>
    <w:rsid w:val="00D92025"/>
    <w:rsid w:val="00D924E3"/>
    <w:rsid w:val="00D92CD0"/>
    <w:rsid w:val="00D93BB5"/>
    <w:rsid w:val="00D93FFC"/>
    <w:rsid w:val="00D94199"/>
    <w:rsid w:val="00D94875"/>
    <w:rsid w:val="00D94B2C"/>
    <w:rsid w:val="00D94DCB"/>
    <w:rsid w:val="00D9519D"/>
    <w:rsid w:val="00D952C1"/>
    <w:rsid w:val="00D9556E"/>
    <w:rsid w:val="00D95A8E"/>
    <w:rsid w:val="00D975ED"/>
    <w:rsid w:val="00D97DED"/>
    <w:rsid w:val="00DA00E2"/>
    <w:rsid w:val="00DA0414"/>
    <w:rsid w:val="00DA09A4"/>
    <w:rsid w:val="00DA0C66"/>
    <w:rsid w:val="00DA176B"/>
    <w:rsid w:val="00DA1829"/>
    <w:rsid w:val="00DA222C"/>
    <w:rsid w:val="00DA25E4"/>
    <w:rsid w:val="00DA3707"/>
    <w:rsid w:val="00DA3B53"/>
    <w:rsid w:val="00DA3CE4"/>
    <w:rsid w:val="00DA498A"/>
    <w:rsid w:val="00DA4BD2"/>
    <w:rsid w:val="00DA4C12"/>
    <w:rsid w:val="00DA4D64"/>
    <w:rsid w:val="00DA5516"/>
    <w:rsid w:val="00DA5619"/>
    <w:rsid w:val="00DA6061"/>
    <w:rsid w:val="00DA6308"/>
    <w:rsid w:val="00DA67FA"/>
    <w:rsid w:val="00DA7572"/>
    <w:rsid w:val="00DA7C36"/>
    <w:rsid w:val="00DA7E0B"/>
    <w:rsid w:val="00DB00C1"/>
    <w:rsid w:val="00DB0296"/>
    <w:rsid w:val="00DB0979"/>
    <w:rsid w:val="00DB1313"/>
    <w:rsid w:val="00DB1320"/>
    <w:rsid w:val="00DB22A6"/>
    <w:rsid w:val="00DB23A9"/>
    <w:rsid w:val="00DB2484"/>
    <w:rsid w:val="00DB320F"/>
    <w:rsid w:val="00DB3B2D"/>
    <w:rsid w:val="00DB4FC0"/>
    <w:rsid w:val="00DB55F2"/>
    <w:rsid w:val="00DB58D1"/>
    <w:rsid w:val="00DB5E80"/>
    <w:rsid w:val="00DB5FAF"/>
    <w:rsid w:val="00DB60E2"/>
    <w:rsid w:val="00DB62BC"/>
    <w:rsid w:val="00DB6392"/>
    <w:rsid w:val="00DB771A"/>
    <w:rsid w:val="00DB7A44"/>
    <w:rsid w:val="00DB7DF9"/>
    <w:rsid w:val="00DC0581"/>
    <w:rsid w:val="00DC0808"/>
    <w:rsid w:val="00DC1563"/>
    <w:rsid w:val="00DC1970"/>
    <w:rsid w:val="00DC23E2"/>
    <w:rsid w:val="00DC2749"/>
    <w:rsid w:val="00DC3EF6"/>
    <w:rsid w:val="00DC4640"/>
    <w:rsid w:val="00DC4C75"/>
    <w:rsid w:val="00DC4CC3"/>
    <w:rsid w:val="00DC50B2"/>
    <w:rsid w:val="00DC5B41"/>
    <w:rsid w:val="00DC60E0"/>
    <w:rsid w:val="00DC65EE"/>
    <w:rsid w:val="00DC6849"/>
    <w:rsid w:val="00DC6C50"/>
    <w:rsid w:val="00DD007B"/>
    <w:rsid w:val="00DD08DA"/>
    <w:rsid w:val="00DD0AFC"/>
    <w:rsid w:val="00DD0EB3"/>
    <w:rsid w:val="00DD10F1"/>
    <w:rsid w:val="00DD1987"/>
    <w:rsid w:val="00DD1C87"/>
    <w:rsid w:val="00DD1CE3"/>
    <w:rsid w:val="00DD1E21"/>
    <w:rsid w:val="00DD20B6"/>
    <w:rsid w:val="00DD2BFE"/>
    <w:rsid w:val="00DD2F60"/>
    <w:rsid w:val="00DD32E6"/>
    <w:rsid w:val="00DD352D"/>
    <w:rsid w:val="00DD35FC"/>
    <w:rsid w:val="00DD363F"/>
    <w:rsid w:val="00DD3D7A"/>
    <w:rsid w:val="00DD4649"/>
    <w:rsid w:val="00DD46CD"/>
    <w:rsid w:val="00DD4991"/>
    <w:rsid w:val="00DD5BBF"/>
    <w:rsid w:val="00DD6360"/>
    <w:rsid w:val="00DD63FF"/>
    <w:rsid w:val="00DD67D5"/>
    <w:rsid w:val="00DD770E"/>
    <w:rsid w:val="00DD7750"/>
    <w:rsid w:val="00DD77C8"/>
    <w:rsid w:val="00DE03F4"/>
    <w:rsid w:val="00DE07CE"/>
    <w:rsid w:val="00DE1102"/>
    <w:rsid w:val="00DE11B0"/>
    <w:rsid w:val="00DE1602"/>
    <w:rsid w:val="00DE17AD"/>
    <w:rsid w:val="00DE1898"/>
    <w:rsid w:val="00DE1AD9"/>
    <w:rsid w:val="00DE29BA"/>
    <w:rsid w:val="00DE2ABE"/>
    <w:rsid w:val="00DE31FC"/>
    <w:rsid w:val="00DE4DDE"/>
    <w:rsid w:val="00DE4F2F"/>
    <w:rsid w:val="00DE5D47"/>
    <w:rsid w:val="00DE62CF"/>
    <w:rsid w:val="00DE71F4"/>
    <w:rsid w:val="00DE7596"/>
    <w:rsid w:val="00DF00B5"/>
    <w:rsid w:val="00DF10C2"/>
    <w:rsid w:val="00DF18C8"/>
    <w:rsid w:val="00DF203E"/>
    <w:rsid w:val="00DF23E9"/>
    <w:rsid w:val="00DF2679"/>
    <w:rsid w:val="00DF3340"/>
    <w:rsid w:val="00DF38C6"/>
    <w:rsid w:val="00DF3920"/>
    <w:rsid w:val="00DF3A07"/>
    <w:rsid w:val="00DF41C5"/>
    <w:rsid w:val="00DF45F4"/>
    <w:rsid w:val="00DF47E9"/>
    <w:rsid w:val="00DF484F"/>
    <w:rsid w:val="00DF4D0F"/>
    <w:rsid w:val="00DF54F4"/>
    <w:rsid w:val="00DF611B"/>
    <w:rsid w:val="00DF612E"/>
    <w:rsid w:val="00DF6480"/>
    <w:rsid w:val="00DF66E4"/>
    <w:rsid w:val="00DF68A5"/>
    <w:rsid w:val="00DF6F98"/>
    <w:rsid w:val="00DF72B9"/>
    <w:rsid w:val="00DF7548"/>
    <w:rsid w:val="00DF7577"/>
    <w:rsid w:val="00DF774E"/>
    <w:rsid w:val="00DF7A01"/>
    <w:rsid w:val="00DF7A5C"/>
    <w:rsid w:val="00DF7C9E"/>
    <w:rsid w:val="00DF7D91"/>
    <w:rsid w:val="00E009E3"/>
    <w:rsid w:val="00E013F9"/>
    <w:rsid w:val="00E017FB"/>
    <w:rsid w:val="00E01EE1"/>
    <w:rsid w:val="00E02362"/>
    <w:rsid w:val="00E02E99"/>
    <w:rsid w:val="00E03508"/>
    <w:rsid w:val="00E03E5C"/>
    <w:rsid w:val="00E0424E"/>
    <w:rsid w:val="00E047C5"/>
    <w:rsid w:val="00E04BC9"/>
    <w:rsid w:val="00E0660C"/>
    <w:rsid w:val="00E06C38"/>
    <w:rsid w:val="00E06D78"/>
    <w:rsid w:val="00E07ECB"/>
    <w:rsid w:val="00E07F71"/>
    <w:rsid w:val="00E100A7"/>
    <w:rsid w:val="00E103E6"/>
    <w:rsid w:val="00E106ED"/>
    <w:rsid w:val="00E10B5F"/>
    <w:rsid w:val="00E110E7"/>
    <w:rsid w:val="00E12502"/>
    <w:rsid w:val="00E12E9E"/>
    <w:rsid w:val="00E13364"/>
    <w:rsid w:val="00E13CB6"/>
    <w:rsid w:val="00E1461A"/>
    <w:rsid w:val="00E148B9"/>
    <w:rsid w:val="00E153B3"/>
    <w:rsid w:val="00E1563E"/>
    <w:rsid w:val="00E159F8"/>
    <w:rsid w:val="00E1615F"/>
    <w:rsid w:val="00E166D2"/>
    <w:rsid w:val="00E16892"/>
    <w:rsid w:val="00E169E3"/>
    <w:rsid w:val="00E16BD3"/>
    <w:rsid w:val="00E16CB6"/>
    <w:rsid w:val="00E171D1"/>
    <w:rsid w:val="00E1729F"/>
    <w:rsid w:val="00E17637"/>
    <w:rsid w:val="00E177CC"/>
    <w:rsid w:val="00E1787F"/>
    <w:rsid w:val="00E17B95"/>
    <w:rsid w:val="00E17D31"/>
    <w:rsid w:val="00E200DB"/>
    <w:rsid w:val="00E20334"/>
    <w:rsid w:val="00E20499"/>
    <w:rsid w:val="00E207DF"/>
    <w:rsid w:val="00E20D2B"/>
    <w:rsid w:val="00E21184"/>
    <w:rsid w:val="00E21864"/>
    <w:rsid w:val="00E21AC0"/>
    <w:rsid w:val="00E21FFC"/>
    <w:rsid w:val="00E22926"/>
    <w:rsid w:val="00E22E96"/>
    <w:rsid w:val="00E2301E"/>
    <w:rsid w:val="00E235F8"/>
    <w:rsid w:val="00E23A7D"/>
    <w:rsid w:val="00E23B03"/>
    <w:rsid w:val="00E24377"/>
    <w:rsid w:val="00E24389"/>
    <w:rsid w:val="00E246F2"/>
    <w:rsid w:val="00E24B8F"/>
    <w:rsid w:val="00E24BC5"/>
    <w:rsid w:val="00E25490"/>
    <w:rsid w:val="00E2561B"/>
    <w:rsid w:val="00E25628"/>
    <w:rsid w:val="00E2570F"/>
    <w:rsid w:val="00E25A4B"/>
    <w:rsid w:val="00E25AB0"/>
    <w:rsid w:val="00E265DA"/>
    <w:rsid w:val="00E26730"/>
    <w:rsid w:val="00E26F9D"/>
    <w:rsid w:val="00E27174"/>
    <w:rsid w:val="00E271E2"/>
    <w:rsid w:val="00E274C0"/>
    <w:rsid w:val="00E27DD6"/>
    <w:rsid w:val="00E27E18"/>
    <w:rsid w:val="00E27EA4"/>
    <w:rsid w:val="00E27F73"/>
    <w:rsid w:val="00E30999"/>
    <w:rsid w:val="00E30E32"/>
    <w:rsid w:val="00E30E6A"/>
    <w:rsid w:val="00E30FBE"/>
    <w:rsid w:val="00E31161"/>
    <w:rsid w:val="00E31652"/>
    <w:rsid w:val="00E31D1D"/>
    <w:rsid w:val="00E328D1"/>
    <w:rsid w:val="00E32E6E"/>
    <w:rsid w:val="00E32F36"/>
    <w:rsid w:val="00E32F81"/>
    <w:rsid w:val="00E32FA8"/>
    <w:rsid w:val="00E338EC"/>
    <w:rsid w:val="00E33998"/>
    <w:rsid w:val="00E33DFB"/>
    <w:rsid w:val="00E3438A"/>
    <w:rsid w:val="00E34660"/>
    <w:rsid w:val="00E34794"/>
    <w:rsid w:val="00E34B6E"/>
    <w:rsid w:val="00E3538F"/>
    <w:rsid w:val="00E35FFD"/>
    <w:rsid w:val="00E36EA0"/>
    <w:rsid w:val="00E37115"/>
    <w:rsid w:val="00E37177"/>
    <w:rsid w:val="00E3734D"/>
    <w:rsid w:val="00E373C2"/>
    <w:rsid w:val="00E37752"/>
    <w:rsid w:val="00E37B05"/>
    <w:rsid w:val="00E40F75"/>
    <w:rsid w:val="00E410C8"/>
    <w:rsid w:val="00E41224"/>
    <w:rsid w:val="00E41673"/>
    <w:rsid w:val="00E41FBB"/>
    <w:rsid w:val="00E426DF"/>
    <w:rsid w:val="00E42A3A"/>
    <w:rsid w:val="00E42D34"/>
    <w:rsid w:val="00E42FF2"/>
    <w:rsid w:val="00E4314E"/>
    <w:rsid w:val="00E435F8"/>
    <w:rsid w:val="00E44029"/>
    <w:rsid w:val="00E44640"/>
    <w:rsid w:val="00E44DF5"/>
    <w:rsid w:val="00E44F3F"/>
    <w:rsid w:val="00E45050"/>
    <w:rsid w:val="00E453FF"/>
    <w:rsid w:val="00E45D33"/>
    <w:rsid w:val="00E4775D"/>
    <w:rsid w:val="00E47BB0"/>
    <w:rsid w:val="00E47D4D"/>
    <w:rsid w:val="00E47E18"/>
    <w:rsid w:val="00E5044B"/>
    <w:rsid w:val="00E510F5"/>
    <w:rsid w:val="00E512B7"/>
    <w:rsid w:val="00E51879"/>
    <w:rsid w:val="00E51D7C"/>
    <w:rsid w:val="00E51E83"/>
    <w:rsid w:val="00E5223C"/>
    <w:rsid w:val="00E5268E"/>
    <w:rsid w:val="00E52D2D"/>
    <w:rsid w:val="00E52D55"/>
    <w:rsid w:val="00E53550"/>
    <w:rsid w:val="00E53BB3"/>
    <w:rsid w:val="00E53C81"/>
    <w:rsid w:val="00E53D27"/>
    <w:rsid w:val="00E541E5"/>
    <w:rsid w:val="00E5433F"/>
    <w:rsid w:val="00E5437A"/>
    <w:rsid w:val="00E55312"/>
    <w:rsid w:val="00E55359"/>
    <w:rsid w:val="00E55624"/>
    <w:rsid w:val="00E55652"/>
    <w:rsid w:val="00E557B8"/>
    <w:rsid w:val="00E55A87"/>
    <w:rsid w:val="00E55E8D"/>
    <w:rsid w:val="00E56021"/>
    <w:rsid w:val="00E5624A"/>
    <w:rsid w:val="00E56507"/>
    <w:rsid w:val="00E5676C"/>
    <w:rsid w:val="00E56A00"/>
    <w:rsid w:val="00E56F8E"/>
    <w:rsid w:val="00E570C0"/>
    <w:rsid w:val="00E57587"/>
    <w:rsid w:val="00E608E0"/>
    <w:rsid w:val="00E60A9B"/>
    <w:rsid w:val="00E60AAC"/>
    <w:rsid w:val="00E60B81"/>
    <w:rsid w:val="00E613A6"/>
    <w:rsid w:val="00E614BE"/>
    <w:rsid w:val="00E616B9"/>
    <w:rsid w:val="00E616D6"/>
    <w:rsid w:val="00E61922"/>
    <w:rsid w:val="00E61F72"/>
    <w:rsid w:val="00E62966"/>
    <w:rsid w:val="00E62E1D"/>
    <w:rsid w:val="00E62FEB"/>
    <w:rsid w:val="00E63067"/>
    <w:rsid w:val="00E63070"/>
    <w:rsid w:val="00E643C4"/>
    <w:rsid w:val="00E64DE5"/>
    <w:rsid w:val="00E650B8"/>
    <w:rsid w:val="00E65183"/>
    <w:rsid w:val="00E654E3"/>
    <w:rsid w:val="00E6560B"/>
    <w:rsid w:val="00E65BC2"/>
    <w:rsid w:val="00E662C1"/>
    <w:rsid w:val="00E6633E"/>
    <w:rsid w:val="00E67107"/>
    <w:rsid w:val="00E67381"/>
    <w:rsid w:val="00E673E1"/>
    <w:rsid w:val="00E676D5"/>
    <w:rsid w:val="00E6770E"/>
    <w:rsid w:val="00E6787C"/>
    <w:rsid w:val="00E67A59"/>
    <w:rsid w:val="00E67B5E"/>
    <w:rsid w:val="00E67BA7"/>
    <w:rsid w:val="00E67E12"/>
    <w:rsid w:val="00E709A9"/>
    <w:rsid w:val="00E70D6F"/>
    <w:rsid w:val="00E71146"/>
    <w:rsid w:val="00E714C7"/>
    <w:rsid w:val="00E717CE"/>
    <w:rsid w:val="00E72483"/>
    <w:rsid w:val="00E72BD3"/>
    <w:rsid w:val="00E72BD4"/>
    <w:rsid w:val="00E72F51"/>
    <w:rsid w:val="00E73277"/>
    <w:rsid w:val="00E733F2"/>
    <w:rsid w:val="00E73673"/>
    <w:rsid w:val="00E7371E"/>
    <w:rsid w:val="00E73A64"/>
    <w:rsid w:val="00E73B21"/>
    <w:rsid w:val="00E73B48"/>
    <w:rsid w:val="00E73DA5"/>
    <w:rsid w:val="00E73DED"/>
    <w:rsid w:val="00E7453D"/>
    <w:rsid w:val="00E74DB7"/>
    <w:rsid w:val="00E74EF3"/>
    <w:rsid w:val="00E753E0"/>
    <w:rsid w:val="00E75667"/>
    <w:rsid w:val="00E756A9"/>
    <w:rsid w:val="00E757D8"/>
    <w:rsid w:val="00E7659A"/>
    <w:rsid w:val="00E77360"/>
    <w:rsid w:val="00E7768C"/>
    <w:rsid w:val="00E77C3C"/>
    <w:rsid w:val="00E77F8D"/>
    <w:rsid w:val="00E80023"/>
    <w:rsid w:val="00E81044"/>
    <w:rsid w:val="00E81BF8"/>
    <w:rsid w:val="00E82150"/>
    <w:rsid w:val="00E829ED"/>
    <w:rsid w:val="00E82A02"/>
    <w:rsid w:val="00E82D88"/>
    <w:rsid w:val="00E8365D"/>
    <w:rsid w:val="00E8376C"/>
    <w:rsid w:val="00E83794"/>
    <w:rsid w:val="00E8394C"/>
    <w:rsid w:val="00E83A46"/>
    <w:rsid w:val="00E83D2A"/>
    <w:rsid w:val="00E840ED"/>
    <w:rsid w:val="00E844C0"/>
    <w:rsid w:val="00E84510"/>
    <w:rsid w:val="00E84646"/>
    <w:rsid w:val="00E8497B"/>
    <w:rsid w:val="00E84DE7"/>
    <w:rsid w:val="00E84F45"/>
    <w:rsid w:val="00E851FF"/>
    <w:rsid w:val="00E853C4"/>
    <w:rsid w:val="00E85842"/>
    <w:rsid w:val="00E85A08"/>
    <w:rsid w:val="00E868FB"/>
    <w:rsid w:val="00E86AFC"/>
    <w:rsid w:val="00E86E14"/>
    <w:rsid w:val="00E86F97"/>
    <w:rsid w:val="00E871FB"/>
    <w:rsid w:val="00E875CB"/>
    <w:rsid w:val="00E8771C"/>
    <w:rsid w:val="00E877F1"/>
    <w:rsid w:val="00E87995"/>
    <w:rsid w:val="00E90016"/>
    <w:rsid w:val="00E901CC"/>
    <w:rsid w:val="00E90633"/>
    <w:rsid w:val="00E90796"/>
    <w:rsid w:val="00E909C4"/>
    <w:rsid w:val="00E90DCF"/>
    <w:rsid w:val="00E911C8"/>
    <w:rsid w:val="00E91D89"/>
    <w:rsid w:val="00E92BC4"/>
    <w:rsid w:val="00E9301C"/>
    <w:rsid w:val="00E9307C"/>
    <w:rsid w:val="00E9354C"/>
    <w:rsid w:val="00E93753"/>
    <w:rsid w:val="00E93ECD"/>
    <w:rsid w:val="00E941E6"/>
    <w:rsid w:val="00E947BC"/>
    <w:rsid w:val="00E94A91"/>
    <w:rsid w:val="00E94D84"/>
    <w:rsid w:val="00E94EA6"/>
    <w:rsid w:val="00E95107"/>
    <w:rsid w:val="00E9561C"/>
    <w:rsid w:val="00E958C2"/>
    <w:rsid w:val="00E95C45"/>
    <w:rsid w:val="00E95F5B"/>
    <w:rsid w:val="00E96680"/>
    <w:rsid w:val="00E973C7"/>
    <w:rsid w:val="00E97F80"/>
    <w:rsid w:val="00EA0252"/>
    <w:rsid w:val="00EA0446"/>
    <w:rsid w:val="00EA050E"/>
    <w:rsid w:val="00EA098C"/>
    <w:rsid w:val="00EA0C61"/>
    <w:rsid w:val="00EA1436"/>
    <w:rsid w:val="00EA17C3"/>
    <w:rsid w:val="00EA19CE"/>
    <w:rsid w:val="00EA243B"/>
    <w:rsid w:val="00EA2C5F"/>
    <w:rsid w:val="00EA3DB9"/>
    <w:rsid w:val="00EA400F"/>
    <w:rsid w:val="00EA427C"/>
    <w:rsid w:val="00EA44F6"/>
    <w:rsid w:val="00EA4538"/>
    <w:rsid w:val="00EA462F"/>
    <w:rsid w:val="00EA495C"/>
    <w:rsid w:val="00EA4D1D"/>
    <w:rsid w:val="00EA50BC"/>
    <w:rsid w:val="00EA53FD"/>
    <w:rsid w:val="00EA543C"/>
    <w:rsid w:val="00EA5EED"/>
    <w:rsid w:val="00EA61FB"/>
    <w:rsid w:val="00EA6573"/>
    <w:rsid w:val="00EA6978"/>
    <w:rsid w:val="00EA69A0"/>
    <w:rsid w:val="00EA6AB9"/>
    <w:rsid w:val="00EA6F7A"/>
    <w:rsid w:val="00EA7210"/>
    <w:rsid w:val="00EA7813"/>
    <w:rsid w:val="00EA7B4D"/>
    <w:rsid w:val="00EA7D6C"/>
    <w:rsid w:val="00EB0539"/>
    <w:rsid w:val="00EB1191"/>
    <w:rsid w:val="00EB1278"/>
    <w:rsid w:val="00EB1361"/>
    <w:rsid w:val="00EB2579"/>
    <w:rsid w:val="00EB2973"/>
    <w:rsid w:val="00EB2ADD"/>
    <w:rsid w:val="00EB2CD0"/>
    <w:rsid w:val="00EB32F0"/>
    <w:rsid w:val="00EB3359"/>
    <w:rsid w:val="00EB335D"/>
    <w:rsid w:val="00EB46DE"/>
    <w:rsid w:val="00EB4763"/>
    <w:rsid w:val="00EB4821"/>
    <w:rsid w:val="00EB4AA6"/>
    <w:rsid w:val="00EB4B5C"/>
    <w:rsid w:val="00EB4CBA"/>
    <w:rsid w:val="00EB54F1"/>
    <w:rsid w:val="00EB5AA3"/>
    <w:rsid w:val="00EB5EF8"/>
    <w:rsid w:val="00EB62D9"/>
    <w:rsid w:val="00EB64F5"/>
    <w:rsid w:val="00EB75EB"/>
    <w:rsid w:val="00EB7EDF"/>
    <w:rsid w:val="00EC0187"/>
    <w:rsid w:val="00EC0CF3"/>
    <w:rsid w:val="00EC131F"/>
    <w:rsid w:val="00EC174F"/>
    <w:rsid w:val="00EC1845"/>
    <w:rsid w:val="00EC18AA"/>
    <w:rsid w:val="00EC1ACB"/>
    <w:rsid w:val="00EC1E28"/>
    <w:rsid w:val="00EC2CE5"/>
    <w:rsid w:val="00EC3878"/>
    <w:rsid w:val="00EC4AF6"/>
    <w:rsid w:val="00EC4DA8"/>
    <w:rsid w:val="00EC5416"/>
    <w:rsid w:val="00EC568E"/>
    <w:rsid w:val="00EC5721"/>
    <w:rsid w:val="00EC58A7"/>
    <w:rsid w:val="00EC5D05"/>
    <w:rsid w:val="00EC5E1F"/>
    <w:rsid w:val="00EC5F64"/>
    <w:rsid w:val="00EC6CC0"/>
    <w:rsid w:val="00EC71B8"/>
    <w:rsid w:val="00EC72D3"/>
    <w:rsid w:val="00EC7575"/>
    <w:rsid w:val="00EC76D0"/>
    <w:rsid w:val="00EC76E5"/>
    <w:rsid w:val="00EC770C"/>
    <w:rsid w:val="00EC77ED"/>
    <w:rsid w:val="00EC78D9"/>
    <w:rsid w:val="00EC7BD0"/>
    <w:rsid w:val="00EC7C31"/>
    <w:rsid w:val="00ED0CED"/>
    <w:rsid w:val="00ED0D41"/>
    <w:rsid w:val="00ED0D68"/>
    <w:rsid w:val="00ED0EBC"/>
    <w:rsid w:val="00ED0F4F"/>
    <w:rsid w:val="00ED1796"/>
    <w:rsid w:val="00ED1E39"/>
    <w:rsid w:val="00ED1F44"/>
    <w:rsid w:val="00ED1FA6"/>
    <w:rsid w:val="00ED22DE"/>
    <w:rsid w:val="00ED3A39"/>
    <w:rsid w:val="00ED49E2"/>
    <w:rsid w:val="00ED4CAB"/>
    <w:rsid w:val="00ED5CD1"/>
    <w:rsid w:val="00ED5EE8"/>
    <w:rsid w:val="00ED632A"/>
    <w:rsid w:val="00ED68E0"/>
    <w:rsid w:val="00ED6959"/>
    <w:rsid w:val="00ED7306"/>
    <w:rsid w:val="00ED773B"/>
    <w:rsid w:val="00EE05D6"/>
    <w:rsid w:val="00EE093E"/>
    <w:rsid w:val="00EE09AE"/>
    <w:rsid w:val="00EE0A7D"/>
    <w:rsid w:val="00EE1305"/>
    <w:rsid w:val="00EE15C3"/>
    <w:rsid w:val="00EE1889"/>
    <w:rsid w:val="00EE1DDA"/>
    <w:rsid w:val="00EE1DFA"/>
    <w:rsid w:val="00EE2330"/>
    <w:rsid w:val="00EE3321"/>
    <w:rsid w:val="00EE343B"/>
    <w:rsid w:val="00EE3E96"/>
    <w:rsid w:val="00EE429E"/>
    <w:rsid w:val="00EE54D7"/>
    <w:rsid w:val="00EE5D54"/>
    <w:rsid w:val="00EE6DEF"/>
    <w:rsid w:val="00EE6E2C"/>
    <w:rsid w:val="00EE72A9"/>
    <w:rsid w:val="00EE73BF"/>
    <w:rsid w:val="00EE7963"/>
    <w:rsid w:val="00EE7C6B"/>
    <w:rsid w:val="00EE7DA0"/>
    <w:rsid w:val="00EF0183"/>
    <w:rsid w:val="00EF058F"/>
    <w:rsid w:val="00EF1720"/>
    <w:rsid w:val="00EF1948"/>
    <w:rsid w:val="00EF1EBA"/>
    <w:rsid w:val="00EF1FF8"/>
    <w:rsid w:val="00EF253D"/>
    <w:rsid w:val="00EF3786"/>
    <w:rsid w:val="00EF39B7"/>
    <w:rsid w:val="00EF3AA2"/>
    <w:rsid w:val="00EF3D4C"/>
    <w:rsid w:val="00EF3EE0"/>
    <w:rsid w:val="00EF3F34"/>
    <w:rsid w:val="00EF41BD"/>
    <w:rsid w:val="00EF42F7"/>
    <w:rsid w:val="00EF4480"/>
    <w:rsid w:val="00EF454F"/>
    <w:rsid w:val="00EF491F"/>
    <w:rsid w:val="00EF49B6"/>
    <w:rsid w:val="00EF4EB6"/>
    <w:rsid w:val="00EF4F13"/>
    <w:rsid w:val="00EF5305"/>
    <w:rsid w:val="00EF58D2"/>
    <w:rsid w:val="00EF5DBA"/>
    <w:rsid w:val="00EF6439"/>
    <w:rsid w:val="00EF693E"/>
    <w:rsid w:val="00EF718C"/>
    <w:rsid w:val="00EF7974"/>
    <w:rsid w:val="00EF7F31"/>
    <w:rsid w:val="00F00186"/>
    <w:rsid w:val="00F003E1"/>
    <w:rsid w:val="00F00417"/>
    <w:rsid w:val="00F004F8"/>
    <w:rsid w:val="00F005DD"/>
    <w:rsid w:val="00F00F9E"/>
    <w:rsid w:val="00F02084"/>
    <w:rsid w:val="00F027D4"/>
    <w:rsid w:val="00F029F1"/>
    <w:rsid w:val="00F03416"/>
    <w:rsid w:val="00F03722"/>
    <w:rsid w:val="00F03A9F"/>
    <w:rsid w:val="00F03C56"/>
    <w:rsid w:val="00F03E04"/>
    <w:rsid w:val="00F03E08"/>
    <w:rsid w:val="00F04190"/>
    <w:rsid w:val="00F042CE"/>
    <w:rsid w:val="00F04D81"/>
    <w:rsid w:val="00F0507B"/>
    <w:rsid w:val="00F056D2"/>
    <w:rsid w:val="00F05ADE"/>
    <w:rsid w:val="00F05BFF"/>
    <w:rsid w:val="00F05D9F"/>
    <w:rsid w:val="00F060A2"/>
    <w:rsid w:val="00F06248"/>
    <w:rsid w:val="00F065D2"/>
    <w:rsid w:val="00F06A25"/>
    <w:rsid w:val="00F075B0"/>
    <w:rsid w:val="00F0778E"/>
    <w:rsid w:val="00F079D8"/>
    <w:rsid w:val="00F07AD8"/>
    <w:rsid w:val="00F1053E"/>
    <w:rsid w:val="00F107A6"/>
    <w:rsid w:val="00F11B2B"/>
    <w:rsid w:val="00F11C5E"/>
    <w:rsid w:val="00F12131"/>
    <w:rsid w:val="00F12BEB"/>
    <w:rsid w:val="00F12D3D"/>
    <w:rsid w:val="00F134EE"/>
    <w:rsid w:val="00F13AE6"/>
    <w:rsid w:val="00F13B30"/>
    <w:rsid w:val="00F1415D"/>
    <w:rsid w:val="00F14E28"/>
    <w:rsid w:val="00F15637"/>
    <w:rsid w:val="00F158DC"/>
    <w:rsid w:val="00F15DB6"/>
    <w:rsid w:val="00F15FAA"/>
    <w:rsid w:val="00F16518"/>
    <w:rsid w:val="00F171AB"/>
    <w:rsid w:val="00F17240"/>
    <w:rsid w:val="00F1732A"/>
    <w:rsid w:val="00F17349"/>
    <w:rsid w:val="00F17FA9"/>
    <w:rsid w:val="00F20525"/>
    <w:rsid w:val="00F205E1"/>
    <w:rsid w:val="00F20BD0"/>
    <w:rsid w:val="00F20E77"/>
    <w:rsid w:val="00F20F5F"/>
    <w:rsid w:val="00F22A96"/>
    <w:rsid w:val="00F23336"/>
    <w:rsid w:val="00F235E6"/>
    <w:rsid w:val="00F238D6"/>
    <w:rsid w:val="00F23B8E"/>
    <w:rsid w:val="00F2442C"/>
    <w:rsid w:val="00F2486F"/>
    <w:rsid w:val="00F24C90"/>
    <w:rsid w:val="00F24CC6"/>
    <w:rsid w:val="00F2505B"/>
    <w:rsid w:val="00F257C6"/>
    <w:rsid w:val="00F26032"/>
    <w:rsid w:val="00F26230"/>
    <w:rsid w:val="00F26922"/>
    <w:rsid w:val="00F26D34"/>
    <w:rsid w:val="00F27C9F"/>
    <w:rsid w:val="00F27D59"/>
    <w:rsid w:val="00F30308"/>
    <w:rsid w:val="00F30830"/>
    <w:rsid w:val="00F30D7A"/>
    <w:rsid w:val="00F311AB"/>
    <w:rsid w:val="00F311E4"/>
    <w:rsid w:val="00F31492"/>
    <w:rsid w:val="00F32469"/>
    <w:rsid w:val="00F32707"/>
    <w:rsid w:val="00F32C6C"/>
    <w:rsid w:val="00F32DB6"/>
    <w:rsid w:val="00F33167"/>
    <w:rsid w:val="00F331A2"/>
    <w:rsid w:val="00F33388"/>
    <w:rsid w:val="00F33D5B"/>
    <w:rsid w:val="00F34042"/>
    <w:rsid w:val="00F344A9"/>
    <w:rsid w:val="00F35088"/>
    <w:rsid w:val="00F35374"/>
    <w:rsid w:val="00F354A7"/>
    <w:rsid w:val="00F35564"/>
    <w:rsid w:val="00F35B05"/>
    <w:rsid w:val="00F35D03"/>
    <w:rsid w:val="00F35D6A"/>
    <w:rsid w:val="00F364FE"/>
    <w:rsid w:val="00F3655D"/>
    <w:rsid w:val="00F369D1"/>
    <w:rsid w:val="00F36DD9"/>
    <w:rsid w:val="00F37D8A"/>
    <w:rsid w:val="00F37FE0"/>
    <w:rsid w:val="00F4007C"/>
    <w:rsid w:val="00F4009A"/>
    <w:rsid w:val="00F40464"/>
    <w:rsid w:val="00F40F67"/>
    <w:rsid w:val="00F41610"/>
    <w:rsid w:val="00F41A4E"/>
    <w:rsid w:val="00F41E99"/>
    <w:rsid w:val="00F428EC"/>
    <w:rsid w:val="00F42998"/>
    <w:rsid w:val="00F42A0D"/>
    <w:rsid w:val="00F439FD"/>
    <w:rsid w:val="00F43A2D"/>
    <w:rsid w:val="00F455F5"/>
    <w:rsid w:val="00F45982"/>
    <w:rsid w:val="00F46529"/>
    <w:rsid w:val="00F47817"/>
    <w:rsid w:val="00F47FC3"/>
    <w:rsid w:val="00F50885"/>
    <w:rsid w:val="00F51364"/>
    <w:rsid w:val="00F51D3C"/>
    <w:rsid w:val="00F5261A"/>
    <w:rsid w:val="00F531B2"/>
    <w:rsid w:val="00F534C8"/>
    <w:rsid w:val="00F53815"/>
    <w:rsid w:val="00F53A9F"/>
    <w:rsid w:val="00F53CD6"/>
    <w:rsid w:val="00F54006"/>
    <w:rsid w:val="00F54597"/>
    <w:rsid w:val="00F54B89"/>
    <w:rsid w:val="00F5526A"/>
    <w:rsid w:val="00F5564B"/>
    <w:rsid w:val="00F567AA"/>
    <w:rsid w:val="00F574B7"/>
    <w:rsid w:val="00F57F2C"/>
    <w:rsid w:val="00F601A1"/>
    <w:rsid w:val="00F60305"/>
    <w:rsid w:val="00F603A3"/>
    <w:rsid w:val="00F605FF"/>
    <w:rsid w:val="00F61344"/>
    <w:rsid w:val="00F618D9"/>
    <w:rsid w:val="00F6196D"/>
    <w:rsid w:val="00F61A8F"/>
    <w:rsid w:val="00F62172"/>
    <w:rsid w:val="00F624AC"/>
    <w:rsid w:val="00F62B6C"/>
    <w:rsid w:val="00F62D59"/>
    <w:rsid w:val="00F64201"/>
    <w:rsid w:val="00F642E5"/>
    <w:rsid w:val="00F6439E"/>
    <w:rsid w:val="00F64DC5"/>
    <w:rsid w:val="00F653F1"/>
    <w:rsid w:val="00F65915"/>
    <w:rsid w:val="00F65A75"/>
    <w:rsid w:val="00F6616D"/>
    <w:rsid w:val="00F667AD"/>
    <w:rsid w:val="00F66C15"/>
    <w:rsid w:val="00F670CC"/>
    <w:rsid w:val="00F671BA"/>
    <w:rsid w:val="00F6722D"/>
    <w:rsid w:val="00F67358"/>
    <w:rsid w:val="00F674FC"/>
    <w:rsid w:val="00F67AB7"/>
    <w:rsid w:val="00F710E1"/>
    <w:rsid w:val="00F71CBF"/>
    <w:rsid w:val="00F72E30"/>
    <w:rsid w:val="00F733D1"/>
    <w:rsid w:val="00F738E9"/>
    <w:rsid w:val="00F73A4C"/>
    <w:rsid w:val="00F73C78"/>
    <w:rsid w:val="00F749BF"/>
    <w:rsid w:val="00F74D97"/>
    <w:rsid w:val="00F74E9C"/>
    <w:rsid w:val="00F75056"/>
    <w:rsid w:val="00F753BA"/>
    <w:rsid w:val="00F75717"/>
    <w:rsid w:val="00F758C3"/>
    <w:rsid w:val="00F759B4"/>
    <w:rsid w:val="00F75AC7"/>
    <w:rsid w:val="00F760BD"/>
    <w:rsid w:val="00F76BED"/>
    <w:rsid w:val="00F76C76"/>
    <w:rsid w:val="00F76ED4"/>
    <w:rsid w:val="00F76FFD"/>
    <w:rsid w:val="00F77167"/>
    <w:rsid w:val="00F7718D"/>
    <w:rsid w:val="00F772D3"/>
    <w:rsid w:val="00F774D3"/>
    <w:rsid w:val="00F7787A"/>
    <w:rsid w:val="00F80303"/>
    <w:rsid w:val="00F805D1"/>
    <w:rsid w:val="00F805E2"/>
    <w:rsid w:val="00F81112"/>
    <w:rsid w:val="00F811AF"/>
    <w:rsid w:val="00F816C4"/>
    <w:rsid w:val="00F81F72"/>
    <w:rsid w:val="00F82478"/>
    <w:rsid w:val="00F8272F"/>
    <w:rsid w:val="00F828A2"/>
    <w:rsid w:val="00F83BA5"/>
    <w:rsid w:val="00F840E1"/>
    <w:rsid w:val="00F84111"/>
    <w:rsid w:val="00F84424"/>
    <w:rsid w:val="00F849A5"/>
    <w:rsid w:val="00F84DB9"/>
    <w:rsid w:val="00F85111"/>
    <w:rsid w:val="00F85470"/>
    <w:rsid w:val="00F85563"/>
    <w:rsid w:val="00F857F3"/>
    <w:rsid w:val="00F8597D"/>
    <w:rsid w:val="00F85D8B"/>
    <w:rsid w:val="00F86F91"/>
    <w:rsid w:val="00F87165"/>
    <w:rsid w:val="00F87629"/>
    <w:rsid w:val="00F876A1"/>
    <w:rsid w:val="00F876E2"/>
    <w:rsid w:val="00F87DE7"/>
    <w:rsid w:val="00F87FEA"/>
    <w:rsid w:val="00F900F8"/>
    <w:rsid w:val="00F907B2"/>
    <w:rsid w:val="00F90FE3"/>
    <w:rsid w:val="00F91026"/>
    <w:rsid w:val="00F91250"/>
    <w:rsid w:val="00F9155C"/>
    <w:rsid w:val="00F9161F"/>
    <w:rsid w:val="00F91843"/>
    <w:rsid w:val="00F91844"/>
    <w:rsid w:val="00F91BF5"/>
    <w:rsid w:val="00F91ED2"/>
    <w:rsid w:val="00F92052"/>
    <w:rsid w:val="00F92B54"/>
    <w:rsid w:val="00F92DA1"/>
    <w:rsid w:val="00F934F4"/>
    <w:rsid w:val="00F93800"/>
    <w:rsid w:val="00F93906"/>
    <w:rsid w:val="00F93C4A"/>
    <w:rsid w:val="00F9513D"/>
    <w:rsid w:val="00F954BA"/>
    <w:rsid w:val="00F955D6"/>
    <w:rsid w:val="00F956CD"/>
    <w:rsid w:val="00F95B25"/>
    <w:rsid w:val="00F95B5D"/>
    <w:rsid w:val="00F96128"/>
    <w:rsid w:val="00F961E5"/>
    <w:rsid w:val="00F962F9"/>
    <w:rsid w:val="00F96586"/>
    <w:rsid w:val="00F96812"/>
    <w:rsid w:val="00F96D6B"/>
    <w:rsid w:val="00F96E9E"/>
    <w:rsid w:val="00FA053D"/>
    <w:rsid w:val="00FA06A1"/>
    <w:rsid w:val="00FA06CA"/>
    <w:rsid w:val="00FA096C"/>
    <w:rsid w:val="00FA0B5A"/>
    <w:rsid w:val="00FA0CCB"/>
    <w:rsid w:val="00FA17E0"/>
    <w:rsid w:val="00FA1BC0"/>
    <w:rsid w:val="00FA1F3A"/>
    <w:rsid w:val="00FA206D"/>
    <w:rsid w:val="00FA21E6"/>
    <w:rsid w:val="00FA2549"/>
    <w:rsid w:val="00FA27FB"/>
    <w:rsid w:val="00FA2B26"/>
    <w:rsid w:val="00FA2F31"/>
    <w:rsid w:val="00FA30B1"/>
    <w:rsid w:val="00FA38F2"/>
    <w:rsid w:val="00FA392D"/>
    <w:rsid w:val="00FA3E9A"/>
    <w:rsid w:val="00FA425D"/>
    <w:rsid w:val="00FA4B25"/>
    <w:rsid w:val="00FA4BCD"/>
    <w:rsid w:val="00FA583B"/>
    <w:rsid w:val="00FA6921"/>
    <w:rsid w:val="00FA6AF4"/>
    <w:rsid w:val="00FA6FD6"/>
    <w:rsid w:val="00FA77EC"/>
    <w:rsid w:val="00FB01E5"/>
    <w:rsid w:val="00FB0478"/>
    <w:rsid w:val="00FB1299"/>
    <w:rsid w:val="00FB214F"/>
    <w:rsid w:val="00FB247A"/>
    <w:rsid w:val="00FB2F6E"/>
    <w:rsid w:val="00FB301E"/>
    <w:rsid w:val="00FB3486"/>
    <w:rsid w:val="00FB3701"/>
    <w:rsid w:val="00FB37F1"/>
    <w:rsid w:val="00FB3919"/>
    <w:rsid w:val="00FB3C69"/>
    <w:rsid w:val="00FB3F8D"/>
    <w:rsid w:val="00FB42DE"/>
    <w:rsid w:val="00FB4345"/>
    <w:rsid w:val="00FB43CB"/>
    <w:rsid w:val="00FB473E"/>
    <w:rsid w:val="00FB4BAA"/>
    <w:rsid w:val="00FB4F45"/>
    <w:rsid w:val="00FB5157"/>
    <w:rsid w:val="00FB62E9"/>
    <w:rsid w:val="00FB6E05"/>
    <w:rsid w:val="00FB702E"/>
    <w:rsid w:val="00FB76AE"/>
    <w:rsid w:val="00FC01E6"/>
    <w:rsid w:val="00FC05B3"/>
    <w:rsid w:val="00FC0753"/>
    <w:rsid w:val="00FC08A1"/>
    <w:rsid w:val="00FC0C7B"/>
    <w:rsid w:val="00FC1149"/>
    <w:rsid w:val="00FC13CD"/>
    <w:rsid w:val="00FC1919"/>
    <w:rsid w:val="00FC1A46"/>
    <w:rsid w:val="00FC1E3E"/>
    <w:rsid w:val="00FC3230"/>
    <w:rsid w:val="00FC3BE1"/>
    <w:rsid w:val="00FC4143"/>
    <w:rsid w:val="00FC44DB"/>
    <w:rsid w:val="00FC485E"/>
    <w:rsid w:val="00FC4E1E"/>
    <w:rsid w:val="00FC4EDF"/>
    <w:rsid w:val="00FC51B7"/>
    <w:rsid w:val="00FC51CF"/>
    <w:rsid w:val="00FC5521"/>
    <w:rsid w:val="00FC6065"/>
    <w:rsid w:val="00FC611E"/>
    <w:rsid w:val="00FC6A1F"/>
    <w:rsid w:val="00FC6BA1"/>
    <w:rsid w:val="00FC7433"/>
    <w:rsid w:val="00FC7D39"/>
    <w:rsid w:val="00FC7DF6"/>
    <w:rsid w:val="00FD0257"/>
    <w:rsid w:val="00FD06DC"/>
    <w:rsid w:val="00FD0C4D"/>
    <w:rsid w:val="00FD0CE3"/>
    <w:rsid w:val="00FD0EC5"/>
    <w:rsid w:val="00FD0F64"/>
    <w:rsid w:val="00FD1405"/>
    <w:rsid w:val="00FD145F"/>
    <w:rsid w:val="00FD14F8"/>
    <w:rsid w:val="00FD1E9E"/>
    <w:rsid w:val="00FD1FD6"/>
    <w:rsid w:val="00FD2287"/>
    <w:rsid w:val="00FD2A5F"/>
    <w:rsid w:val="00FD2AF2"/>
    <w:rsid w:val="00FD2DB5"/>
    <w:rsid w:val="00FD2F9D"/>
    <w:rsid w:val="00FD314B"/>
    <w:rsid w:val="00FD38F0"/>
    <w:rsid w:val="00FD3D50"/>
    <w:rsid w:val="00FD4E2C"/>
    <w:rsid w:val="00FD520D"/>
    <w:rsid w:val="00FD530F"/>
    <w:rsid w:val="00FD54E0"/>
    <w:rsid w:val="00FD568B"/>
    <w:rsid w:val="00FD5967"/>
    <w:rsid w:val="00FD6169"/>
    <w:rsid w:val="00FD61AC"/>
    <w:rsid w:val="00FD61DE"/>
    <w:rsid w:val="00FD6BBF"/>
    <w:rsid w:val="00FD6EB9"/>
    <w:rsid w:val="00FD736E"/>
    <w:rsid w:val="00FD75C9"/>
    <w:rsid w:val="00FD7903"/>
    <w:rsid w:val="00FE0437"/>
    <w:rsid w:val="00FE0654"/>
    <w:rsid w:val="00FE1397"/>
    <w:rsid w:val="00FE27A4"/>
    <w:rsid w:val="00FE2FFD"/>
    <w:rsid w:val="00FE32BB"/>
    <w:rsid w:val="00FE348E"/>
    <w:rsid w:val="00FE3AFA"/>
    <w:rsid w:val="00FE3D25"/>
    <w:rsid w:val="00FE46D3"/>
    <w:rsid w:val="00FE490E"/>
    <w:rsid w:val="00FE5571"/>
    <w:rsid w:val="00FE58E7"/>
    <w:rsid w:val="00FE6009"/>
    <w:rsid w:val="00FE6365"/>
    <w:rsid w:val="00FE64CA"/>
    <w:rsid w:val="00FE67F9"/>
    <w:rsid w:val="00FE6E5A"/>
    <w:rsid w:val="00FE6FC4"/>
    <w:rsid w:val="00FE7ACD"/>
    <w:rsid w:val="00FE7EEF"/>
    <w:rsid w:val="00FF021B"/>
    <w:rsid w:val="00FF0369"/>
    <w:rsid w:val="00FF05CE"/>
    <w:rsid w:val="00FF0C91"/>
    <w:rsid w:val="00FF0D96"/>
    <w:rsid w:val="00FF0E3F"/>
    <w:rsid w:val="00FF0F70"/>
    <w:rsid w:val="00FF16D0"/>
    <w:rsid w:val="00FF2989"/>
    <w:rsid w:val="00FF2E8F"/>
    <w:rsid w:val="00FF32CD"/>
    <w:rsid w:val="00FF3802"/>
    <w:rsid w:val="00FF3B1E"/>
    <w:rsid w:val="00FF428C"/>
    <w:rsid w:val="00FF4EE0"/>
    <w:rsid w:val="00FF5077"/>
    <w:rsid w:val="00FF5D51"/>
    <w:rsid w:val="00FF5D5D"/>
    <w:rsid w:val="00FF63B4"/>
    <w:rsid w:val="00FF6626"/>
    <w:rsid w:val="00FF6D43"/>
    <w:rsid w:val="00FF75C0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720A5888"/>
  <w15:docId w15:val="{ACB54DE1-AFDB-43EF-B33C-66782269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559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1"/>
    <w:qFormat/>
    <w:rsid w:val="008000E3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1"/>
    <w:qFormat/>
    <w:rsid w:val="008000E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1"/>
    <w:qFormat/>
    <w:rsid w:val="008000E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8000E3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8000E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8000E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1"/>
    <w:qFormat/>
    <w:rsid w:val="008000E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8000E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8000E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000E3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8000E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8000E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000E3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8000E3"/>
    <w:rPr>
      <w:rFonts w:cs="Times New Roman"/>
      <w:b/>
      <w:bCs/>
    </w:rPr>
  </w:style>
  <w:style w:type="paragraph" w:styleId="ListBullet">
    <w:name w:val="List Bullet"/>
    <w:basedOn w:val="Normal"/>
    <w:rsid w:val="008000E3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8000E3"/>
    <w:pPr>
      <w:numPr>
        <w:numId w:val="4"/>
      </w:numPr>
      <w:tabs>
        <w:tab w:val="clear" w:pos="643"/>
        <w:tab w:val="num" w:pos="360"/>
        <w:tab w:val="left" w:pos="567"/>
      </w:tabs>
      <w:ind w:left="851" w:hanging="284"/>
    </w:pPr>
  </w:style>
  <w:style w:type="paragraph" w:styleId="ListBullet3">
    <w:name w:val="List Bullet 3"/>
    <w:basedOn w:val="Normal"/>
    <w:rsid w:val="008000E3"/>
    <w:pPr>
      <w:numPr>
        <w:numId w:val="1"/>
      </w:numPr>
      <w:tabs>
        <w:tab w:val="clear" w:pos="926"/>
        <w:tab w:val="num" w:pos="360"/>
        <w:tab w:val="left" w:pos="851"/>
      </w:tabs>
      <w:ind w:left="1135" w:hanging="284"/>
    </w:pPr>
  </w:style>
  <w:style w:type="paragraph" w:styleId="ListBullet4">
    <w:name w:val="List Bullet 4"/>
    <w:basedOn w:val="Normal"/>
    <w:rsid w:val="008000E3"/>
    <w:pPr>
      <w:numPr>
        <w:numId w:val="2"/>
      </w:numPr>
      <w:tabs>
        <w:tab w:val="clear" w:pos="1209"/>
        <w:tab w:val="num" w:pos="360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8000E3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8000E3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8000E3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8000E3"/>
    <w:pPr>
      <w:ind w:left="284"/>
    </w:pPr>
  </w:style>
  <w:style w:type="paragraph" w:customStyle="1" w:styleId="AAFrameAddress">
    <w:name w:val="AA Frame Address"/>
    <w:basedOn w:val="Heading1"/>
    <w:uiPriority w:val="99"/>
    <w:rsid w:val="008000E3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8000E3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8000E3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8000E3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8000E3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8000E3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8000E3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8000E3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8000E3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8000E3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8000E3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8000E3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8000E3"/>
    <w:pPr>
      <w:ind w:left="2552" w:hanging="284"/>
    </w:pPr>
  </w:style>
  <w:style w:type="paragraph" w:styleId="TOC2">
    <w:name w:val="toc 2"/>
    <w:basedOn w:val="Normal"/>
    <w:next w:val="Normal"/>
    <w:semiHidden/>
    <w:rsid w:val="008000E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8000E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8000E3"/>
    <w:pPr>
      <w:ind w:left="851"/>
    </w:pPr>
  </w:style>
  <w:style w:type="paragraph" w:styleId="TOC5">
    <w:name w:val="toc 5"/>
    <w:basedOn w:val="Normal"/>
    <w:next w:val="Normal"/>
    <w:uiPriority w:val="99"/>
    <w:semiHidden/>
    <w:rsid w:val="008000E3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8000E3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8000E3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8000E3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8000E3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8000E3"/>
    <w:pPr>
      <w:ind w:left="567" w:hanging="567"/>
    </w:pPr>
  </w:style>
  <w:style w:type="paragraph" w:styleId="ListBullet5">
    <w:name w:val="List Bullet 5"/>
    <w:basedOn w:val="Normal"/>
    <w:uiPriority w:val="99"/>
    <w:rsid w:val="008000E3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8000E3"/>
    <w:pPr>
      <w:spacing w:after="120"/>
    </w:pPr>
  </w:style>
  <w:style w:type="paragraph" w:styleId="BodyTextFirstIndent">
    <w:name w:val="Body Text First Indent"/>
    <w:basedOn w:val="BodyText"/>
    <w:link w:val="BodyTextFirstIndentChar1"/>
    <w:uiPriority w:val="99"/>
    <w:rsid w:val="008000E3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8000E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uiPriority w:val="99"/>
    <w:rsid w:val="008000E3"/>
    <w:pPr>
      <w:ind w:left="284" w:firstLine="284"/>
    </w:pPr>
  </w:style>
  <w:style w:type="character" w:styleId="Strong">
    <w:name w:val="Strong"/>
    <w:uiPriority w:val="99"/>
    <w:qFormat/>
    <w:rsid w:val="008000E3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8000E3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8000E3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8000E3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8000E3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8000E3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8000E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8000E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8000E3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8000E3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8000E3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8000E3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8000E3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8000E3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8000E3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8000E3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8000E3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1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8000E3"/>
  </w:style>
  <w:style w:type="paragraph" w:customStyle="1" w:styleId="a0">
    <w:name w:val="Åº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??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Å§ª×èÍ E"/>
    <w:basedOn w:val="Normal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ª×èÍºÃÔÉÑ· E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30">
    <w:name w:val="?????3????"/>
    <w:basedOn w:val="Normal"/>
    <w:uiPriority w:val="99"/>
    <w:rsid w:val="008000E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8000E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alloonText">
    <w:name w:val="Balloon Text"/>
    <w:basedOn w:val="Normal"/>
    <w:link w:val="BalloonTextChar"/>
    <w:semiHidden/>
    <w:rsid w:val="00973240"/>
    <w:rPr>
      <w:rFonts w:ascii="Tahoma" w:hAnsi="Tahoma" w:cs="Tahoma"/>
      <w:sz w:val="16"/>
      <w:szCs w:val="16"/>
    </w:rPr>
  </w:style>
  <w:style w:type="paragraph" w:customStyle="1" w:styleId="a2">
    <w:name w:val="???"/>
    <w:basedOn w:val="Normal"/>
    <w:uiPriority w:val="99"/>
    <w:rsid w:val="00625D9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table" w:styleId="TableGrid">
    <w:name w:val="Table Grid"/>
    <w:basedOn w:val="TableNormal"/>
    <w:uiPriority w:val="39"/>
    <w:rsid w:val="00C9443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bt Char,body text Char,Body Char"/>
    <w:link w:val="BodyText"/>
    <w:rsid w:val="008345B3"/>
    <w:rPr>
      <w:rFonts w:ascii="Arial" w:hAnsi="Arial"/>
      <w:sz w:val="18"/>
      <w:szCs w:val="18"/>
      <w:lang w:val="en-US" w:eastAsia="en-US" w:bidi="th-TH"/>
    </w:rPr>
  </w:style>
  <w:style w:type="paragraph" w:customStyle="1" w:styleId="a3">
    <w:name w:val="???????"/>
    <w:basedOn w:val="Normal"/>
    <w:uiPriority w:val="99"/>
    <w:rsid w:val="003054A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4">
    <w:name w:val="ºÇ¡"/>
    <w:basedOn w:val="Normal"/>
    <w:uiPriority w:val="99"/>
    <w:rsid w:val="006F584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6F584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EF37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871FB"/>
    <w:pPr>
      <w:ind w:left="720"/>
      <w:contextualSpacing/>
    </w:pPr>
    <w:rPr>
      <w:szCs w:val="22"/>
    </w:rPr>
  </w:style>
  <w:style w:type="paragraph" w:customStyle="1" w:styleId="acctmergecolhdg">
    <w:name w:val="acct merge col hdg"/>
    <w:aliases w:val="mh"/>
    <w:basedOn w:val="Normal"/>
    <w:rsid w:val="00251C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E53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A67DB5"/>
    <w:rPr>
      <w:rFonts w:ascii="Tahoma" w:hAnsi="Tahoma"/>
      <w:sz w:val="16"/>
      <w:szCs w:val="20"/>
    </w:rPr>
  </w:style>
  <w:style w:type="character" w:customStyle="1" w:styleId="DocumentMapChar">
    <w:name w:val="Document Map Char"/>
    <w:link w:val="DocumentMap"/>
    <w:rsid w:val="00A67DB5"/>
    <w:rPr>
      <w:rFonts w:ascii="Tahoma" w:hAnsi="Tahoma"/>
      <w:sz w:val="16"/>
    </w:rPr>
  </w:style>
  <w:style w:type="character" w:customStyle="1" w:styleId="BodyTextChar1">
    <w:name w:val="Body Text Char1"/>
    <w:aliases w:val="bt Char1,body text Char1,Body Char1"/>
    <w:uiPriority w:val="99"/>
    <w:locked/>
    <w:rsid w:val="00B45185"/>
    <w:rPr>
      <w:rFonts w:ascii="Arial" w:hAnsi="Arial" w:cs="Angsana New"/>
      <w:sz w:val="22"/>
      <w:szCs w:val="22"/>
    </w:rPr>
  </w:style>
  <w:style w:type="character" w:customStyle="1" w:styleId="FooterChar">
    <w:name w:val="Footer Char"/>
    <w:link w:val="Footer"/>
    <w:uiPriority w:val="99"/>
    <w:rsid w:val="004377B3"/>
    <w:rPr>
      <w:rFonts w:ascii="Arial" w:hAnsi="Arial"/>
      <w:sz w:val="18"/>
      <w:szCs w:val="18"/>
    </w:rPr>
  </w:style>
  <w:style w:type="character" w:styleId="CommentReference">
    <w:name w:val="annotation reference"/>
    <w:uiPriority w:val="99"/>
    <w:rsid w:val="00EA2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A2C5F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A2C5F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A2C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A2C5F"/>
    <w:rPr>
      <w:rFonts w:ascii="Arial" w:hAnsi="Arial"/>
      <w:b/>
      <w:bCs/>
      <w:szCs w:val="25"/>
    </w:rPr>
  </w:style>
  <w:style w:type="character" w:customStyle="1" w:styleId="Heading5Char">
    <w:name w:val="Heading 5 Char"/>
    <w:link w:val="Heading5"/>
    <w:rsid w:val="00E714C7"/>
    <w:rPr>
      <w:rFonts w:cs="EucrosiaUPC"/>
      <w:b/>
      <w:bCs/>
      <w:sz w:val="32"/>
      <w:szCs w:val="32"/>
    </w:rPr>
  </w:style>
  <w:style w:type="character" w:customStyle="1" w:styleId="HeaderChar">
    <w:name w:val="Header Char"/>
    <w:link w:val="Header"/>
    <w:rsid w:val="00E714C7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305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93053A"/>
    <w:rPr>
      <w:rFonts w:ascii="Angsana New" w:eastAsia="Calibri" w:hAnsi="Angsana New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161C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161C58"/>
    <w:rPr>
      <w:rFonts w:ascii="Angsana New" w:eastAsia="Calibri" w:hAnsi="Angsana New"/>
      <w:sz w:val="30"/>
      <w:szCs w:val="30"/>
      <w:lang w:val="en-GB"/>
    </w:rPr>
  </w:style>
  <w:style w:type="paragraph" w:customStyle="1" w:styleId="Default">
    <w:name w:val="Default"/>
    <w:rsid w:val="005475C6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D4F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7D4F26"/>
    <w:rPr>
      <w:rFonts w:ascii="Angsana New" w:eastAsia="Calibri" w:hAnsi="Angsana New"/>
      <w:i/>
      <w:iCs/>
      <w:sz w:val="30"/>
      <w:szCs w:val="30"/>
    </w:rPr>
  </w:style>
  <w:style w:type="character" w:customStyle="1" w:styleId="Heading1Char1">
    <w:name w:val="Heading 1 Char1"/>
    <w:link w:val="Heading1"/>
    <w:rsid w:val="00B537EE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link w:val="Heading2"/>
    <w:rsid w:val="00B537EE"/>
    <w:rPr>
      <w:rFonts w:ascii="Arial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B537EE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B537EE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rsid w:val="00B537EE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B537EE"/>
    <w:rPr>
      <w:rFonts w:cs="EucrosiaUPC"/>
      <w:b/>
      <w:bCs/>
      <w:sz w:val="30"/>
      <w:szCs w:val="30"/>
    </w:rPr>
  </w:style>
  <w:style w:type="character" w:customStyle="1" w:styleId="Heading7Char1">
    <w:name w:val="Heading 7 Char1"/>
    <w:link w:val="Heading7"/>
    <w:rsid w:val="00B537EE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B537EE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B537EE"/>
    <w:rPr>
      <w:rFonts w:cs="EucrosiaUPC"/>
      <w:sz w:val="28"/>
      <w:szCs w:val="28"/>
      <w:lang w:val="th-TH"/>
    </w:rPr>
  </w:style>
  <w:style w:type="character" w:customStyle="1" w:styleId="HeaderChar1">
    <w:name w:val="Header Char1"/>
    <w:rsid w:val="00B537E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B537E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B537EE"/>
    <w:rPr>
      <w:rFonts w:ascii="Arial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B537EE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B537EE"/>
    <w:rPr>
      <w:rFonts w:ascii="Arial" w:hAnsi="Arial"/>
      <w:sz w:val="18"/>
      <w:szCs w:val="18"/>
    </w:rPr>
  </w:style>
  <w:style w:type="character" w:customStyle="1" w:styleId="BodyText2Char1">
    <w:name w:val="Body Text 2 Char1"/>
    <w:link w:val="BodyText2"/>
    <w:rsid w:val="00B537EE"/>
    <w:rPr>
      <w:rFonts w:ascii="Book Antiqua" w:hAnsi="Book Antiqua"/>
      <w:sz w:val="22"/>
      <w:szCs w:val="22"/>
    </w:rPr>
  </w:style>
  <w:style w:type="paragraph" w:customStyle="1" w:styleId="T0">
    <w:name w:val="????? T"/>
    <w:basedOn w:val="Normal"/>
    <w:uiPriority w:val="99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link w:val="BodyText3"/>
    <w:rsid w:val="00B537EE"/>
    <w:rPr>
      <w:rFonts w:cs="EucrosiaUPC"/>
      <w:sz w:val="30"/>
      <w:szCs w:val="30"/>
    </w:rPr>
  </w:style>
  <w:style w:type="paragraph" w:styleId="BodyTextIndent2">
    <w:name w:val="Body Text Indent 2"/>
    <w:basedOn w:val="Normal"/>
    <w:link w:val="BodyTextIndent2Char1"/>
    <w:uiPriority w:val="99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uiPriority w:val="99"/>
    <w:rsid w:val="00B537EE"/>
    <w:rPr>
      <w:rFonts w:ascii="Arial" w:hAnsi="Arial"/>
      <w:sz w:val="18"/>
      <w:szCs w:val="22"/>
    </w:rPr>
  </w:style>
  <w:style w:type="character" w:customStyle="1" w:styleId="BodyTextIndent2Char1">
    <w:name w:val="Body Text Indent 2 Char1"/>
    <w:link w:val="BodyTextIndent2"/>
    <w:rsid w:val="00B537EE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semiHidden/>
    <w:rsid w:val="00B537EE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B537EE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B537EE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B537EE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537E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B537EE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537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537EE"/>
    <w:pPr>
      <w:spacing w:after="0"/>
    </w:pPr>
  </w:style>
  <w:style w:type="paragraph" w:customStyle="1" w:styleId="acctdividends">
    <w:name w:val="acct dividends"/>
    <w:aliases w:val="ad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537EE"/>
    <w:pPr>
      <w:spacing w:after="0"/>
    </w:pPr>
  </w:style>
  <w:style w:type="paragraph" w:customStyle="1" w:styleId="acctindent">
    <w:name w:val="acct indent"/>
    <w:aliases w:val="ai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537EE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537EE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537E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537E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537E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537E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537E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537EE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537E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537EE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B537EE"/>
    <w:pPr>
      <w:spacing w:after="0"/>
    </w:pPr>
  </w:style>
  <w:style w:type="paragraph" w:customStyle="1" w:styleId="List1a">
    <w:name w:val="List 1a"/>
    <w:aliases w:val="1a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537E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B537EE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537EE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537EE"/>
  </w:style>
  <w:style w:type="paragraph" w:customStyle="1" w:styleId="zreportaddinfo">
    <w:name w:val="zreport addinfo"/>
    <w:basedOn w:val="Normal"/>
    <w:rsid w:val="00B537E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537E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B537EE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B537E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537E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537E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537EE"/>
    <w:rPr>
      <w:b/>
      <w:bCs/>
    </w:rPr>
  </w:style>
  <w:style w:type="paragraph" w:customStyle="1" w:styleId="nineptbodytext">
    <w:name w:val="nine pt body text"/>
    <w:aliases w:val="9bt"/>
    <w:basedOn w:val="nineptnormal"/>
    <w:rsid w:val="00B537EE"/>
    <w:pPr>
      <w:spacing w:after="220"/>
    </w:pPr>
  </w:style>
  <w:style w:type="paragraph" w:customStyle="1" w:styleId="nineptnormal">
    <w:name w:val="nine pt normal"/>
    <w:aliases w:val="9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537EE"/>
    <w:pPr>
      <w:jc w:val="center"/>
    </w:pPr>
  </w:style>
  <w:style w:type="paragraph" w:customStyle="1" w:styleId="heading">
    <w:name w:val="heading"/>
    <w:aliases w:val="h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537E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537EE"/>
  </w:style>
  <w:style w:type="paragraph" w:customStyle="1" w:styleId="nineptheadingcentredbold">
    <w:name w:val="nine pt heading centred bold"/>
    <w:aliases w:val="9hcb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537E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537E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537EE"/>
    <w:rPr>
      <w:b/>
    </w:rPr>
  </w:style>
  <w:style w:type="paragraph" w:customStyle="1" w:styleId="nineptcolumntab1">
    <w:name w:val="nine pt column tab1"/>
    <w:aliases w:val="a91"/>
    <w:basedOn w:val="nineptnormal"/>
    <w:rsid w:val="00B537E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537E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537EE"/>
    <w:pPr>
      <w:jc w:val="center"/>
    </w:pPr>
  </w:style>
  <w:style w:type="paragraph" w:customStyle="1" w:styleId="Normalheading">
    <w:name w:val="Normal heading"/>
    <w:aliases w:val="nh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537E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537E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537E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537E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537E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537E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537E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537E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537E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537E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537E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537EE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537EE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B537E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537EE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B537E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537E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537E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537EE"/>
    <w:pPr>
      <w:spacing w:after="0"/>
    </w:pPr>
  </w:style>
  <w:style w:type="paragraph" w:customStyle="1" w:styleId="smallreturn">
    <w:name w:val="small return"/>
    <w:aliases w:val="sr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537EE"/>
    <w:pPr>
      <w:spacing w:after="0"/>
    </w:pPr>
  </w:style>
  <w:style w:type="paragraph" w:customStyle="1" w:styleId="headingbolditalic">
    <w:name w:val="heading bold italic"/>
    <w:aliases w:val="hbi"/>
    <w:basedOn w:val="heading"/>
    <w:rsid w:val="00B537E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537E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537E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537E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537EE"/>
    <w:pPr>
      <w:spacing w:after="0"/>
    </w:pPr>
  </w:style>
  <w:style w:type="paragraph" w:customStyle="1" w:styleId="blockbullet">
    <w:name w:val="block bullet"/>
    <w:aliases w:val="bb"/>
    <w:basedOn w:val="block"/>
    <w:rsid w:val="00B537EE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537E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537EE"/>
    <w:pPr>
      <w:spacing w:after="0"/>
    </w:pPr>
  </w:style>
  <w:style w:type="paragraph" w:customStyle="1" w:styleId="eightptnormal">
    <w:name w:val="eight pt normal"/>
    <w:aliases w:val="8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537E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537E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537E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537EE"/>
    <w:rPr>
      <w:b/>
      <w:bCs/>
    </w:rPr>
  </w:style>
  <w:style w:type="paragraph" w:customStyle="1" w:styleId="eightptbodytext">
    <w:name w:val="eight pt body text"/>
    <w:aliases w:val="8bt"/>
    <w:basedOn w:val="eightptnormal"/>
    <w:rsid w:val="00B537E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537E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537E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537E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537EE"/>
    <w:pPr>
      <w:spacing w:after="0"/>
    </w:pPr>
  </w:style>
  <w:style w:type="paragraph" w:customStyle="1" w:styleId="eightptblock">
    <w:name w:val="eight pt block"/>
    <w:aliases w:val="8b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537E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537E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537E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537EE"/>
    <w:pPr>
      <w:spacing w:after="0"/>
    </w:pPr>
  </w:style>
  <w:style w:type="paragraph" w:customStyle="1" w:styleId="blockindent">
    <w:name w:val="block indent"/>
    <w:aliases w:val="bi"/>
    <w:basedOn w:val="block"/>
    <w:rsid w:val="00B537EE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B537EE"/>
    <w:pPr>
      <w:jc w:val="center"/>
    </w:pPr>
  </w:style>
  <w:style w:type="paragraph" w:customStyle="1" w:styleId="nineptcol">
    <w:name w:val="nine pt %col"/>
    <w:aliases w:val="9%"/>
    <w:basedOn w:val="nineptnormal"/>
    <w:rsid w:val="00B537E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537E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537E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537EE"/>
    <w:pPr>
      <w:spacing w:after="0"/>
    </w:pPr>
  </w:style>
  <w:style w:type="paragraph" w:customStyle="1" w:styleId="nineptblocklist">
    <w:name w:val="nine pt block list"/>
    <w:aliases w:val="9bl"/>
    <w:basedOn w:val="nineptblock"/>
    <w:rsid w:val="00B537E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537E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537E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537E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537E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537E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537E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537E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537E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537E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537E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537EE"/>
    <w:pPr>
      <w:spacing w:after="80"/>
    </w:pPr>
  </w:style>
  <w:style w:type="paragraph" w:customStyle="1" w:styleId="nineptratecol">
    <w:name w:val="nine pt rate col"/>
    <w:aliases w:val="a9r"/>
    <w:basedOn w:val="nineptnormal"/>
    <w:rsid w:val="00B537E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537E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537E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537E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537E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537E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537E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537E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537E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537E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537E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537EE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B537E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537E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537E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537E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537E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537E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537E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537EE"/>
    <w:pPr>
      <w:spacing w:after="80"/>
    </w:pPr>
  </w:style>
  <w:style w:type="paragraph" w:customStyle="1" w:styleId="blockbullet2">
    <w:name w:val="block bullet 2"/>
    <w:aliases w:val="bb2"/>
    <w:basedOn w:val="BodyText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537E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537EE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537E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537EE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B537E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37EE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B537EE"/>
  </w:style>
  <w:style w:type="paragraph" w:styleId="PlainText">
    <w:name w:val="Plain Text"/>
    <w:basedOn w:val="Normal"/>
    <w:link w:val="PlainTextChar"/>
    <w:uiPriority w:val="99"/>
    <w:rsid w:val="00B537E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B537EE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B537EE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B537EE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B537EE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B537EE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B537EE"/>
    <w:rPr>
      <w:rFonts w:ascii="Arial" w:hAnsi="Arial" w:cs="Times New Roman"/>
      <w:b/>
      <w:bCs/>
      <w:sz w:val="18"/>
      <w:szCs w:val="18"/>
    </w:rPr>
  </w:style>
  <w:style w:type="character" w:customStyle="1" w:styleId="Heading6Char">
    <w:name w:val="Heading 6 Char"/>
    <w:locked/>
    <w:rsid w:val="00B537EE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B537EE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B537EE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B537EE"/>
    <w:rPr>
      <w:rFonts w:cs="EucrosiaUPC"/>
      <w:b/>
      <w:bCs/>
      <w:sz w:val="30"/>
      <w:szCs w:val="30"/>
      <w:lang w:bidi="th-TH"/>
    </w:rPr>
  </w:style>
  <w:style w:type="character" w:customStyle="1" w:styleId="BodyTextFirstIndentChar">
    <w:name w:val="Body Text First Indent Char"/>
    <w:uiPriority w:val="99"/>
    <w:locked/>
    <w:rsid w:val="00B537EE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B537EE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uiPriority w:val="99"/>
    <w:locked/>
    <w:rsid w:val="00B537EE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B537EE"/>
    <w:rPr>
      <w:rFonts w:cs="EucrosiaUPC"/>
      <w:sz w:val="30"/>
      <w:szCs w:val="30"/>
      <w:lang w:bidi="th-TH"/>
    </w:rPr>
  </w:style>
  <w:style w:type="character" w:customStyle="1" w:styleId="hps">
    <w:name w:val="hps"/>
    <w:uiPriority w:val="99"/>
    <w:rsid w:val="00B537EE"/>
    <w:rPr>
      <w:rFonts w:cs="Times New Roman"/>
    </w:rPr>
  </w:style>
  <w:style w:type="character" w:customStyle="1" w:styleId="gt-icon-text1">
    <w:name w:val="gt-icon-text1"/>
    <w:uiPriority w:val="99"/>
    <w:rsid w:val="00B537EE"/>
    <w:rPr>
      <w:rFonts w:cs="Times New Roman"/>
    </w:rPr>
  </w:style>
  <w:style w:type="character" w:customStyle="1" w:styleId="longtext">
    <w:name w:val="long_text"/>
    <w:uiPriority w:val="99"/>
    <w:rsid w:val="00B537EE"/>
    <w:rPr>
      <w:rFonts w:cs="Times New Roman"/>
    </w:rPr>
  </w:style>
  <w:style w:type="character" w:customStyle="1" w:styleId="CharChar22">
    <w:name w:val="Char Char22"/>
    <w:rsid w:val="00B537E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B537E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B537E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537EE"/>
  </w:style>
  <w:style w:type="character" w:styleId="Emphasis">
    <w:name w:val="Emphasis"/>
    <w:uiPriority w:val="20"/>
    <w:qFormat/>
    <w:rsid w:val="00B537EE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B537EE"/>
  </w:style>
  <w:style w:type="paragraph" w:styleId="Revision">
    <w:name w:val="Revision"/>
    <w:hidden/>
    <w:uiPriority w:val="99"/>
    <w:semiHidden/>
    <w:rsid w:val="00B537EE"/>
    <w:rPr>
      <w:rFonts w:ascii="Arial" w:hAnsi="Arial"/>
      <w:sz w:val="18"/>
      <w:szCs w:val="22"/>
    </w:rPr>
  </w:style>
  <w:style w:type="character" w:styleId="Hyperlink">
    <w:name w:val="Hyperlink"/>
    <w:unhideWhenUsed/>
    <w:rsid w:val="00B537EE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B537EE"/>
    <w:rPr>
      <w:color w:val="4D90F0"/>
    </w:rPr>
  </w:style>
  <w:style w:type="paragraph" w:customStyle="1" w:styleId="10">
    <w:name w:val="10"/>
    <w:basedOn w:val="Normal"/>
    <w:rsid w:val="00FD73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table" w:customStyle="1" w:styleId="TableGrid1">
    <w:name w:val="Table Grid1"/>
    <w:basedOn w:val="TableNormal"/>
    <w:next w:val="TableGrid"/>
    <w:rsid w:val="00FD736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r"/>
    <w:uiPriority w:val="99"/>
    <w:semiHidden/>
    <w:unhideWhenUsed/>
    <w:rsid w:val="003C70C0"/>
    <w:rPr>
      <w:vertAlign w:val="superscript"/>
    </w:rPr>
  </w:style>
  <w:style w:type="character" w:customStyle="1" w:styleId="blockChar">
    <w:name w:val="block Char"/>
    <w:aliases w:val="b Char"/>
    <w:link w:val="block"/>
    <w:locked/>
    <w:rsid w:val="00E17D31"/>
    <w:rPr>
      <w:sz w:val="22"/>
      <w:lang w:val="en-GB" w:bidi="ar-SA"/>
    </w:rPr>
  </w:style>
  <w:style w:type="character" w:styleId="LineNumber">
    <w:name w:val="line number"/>
    <w:semiHidden/>
    <w:unhideWhenUsed/>
    <w:rsid w:val="004523C8"/>
  </w:style>
  <w:style w:type="paragraph" w:customStyle="1" w:styleId="AccountingPolicy">
    <w:name w:val="Accounting Policy"/>
    <w:basedOn w:val="Normal"/>
    <w:link w:val="AccountingPolicyChar1"/>
    <w:rsid w:val="004D5CD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4D5CDB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4D5C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4D5C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4D5CD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4D5CDB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4D5CD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4D5CDB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4D5CDB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4D5CDB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4D5CDB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4D5CDB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4D5CDB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4D5CDB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4D5CDB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4D5CDB"/>
    <w:rPr>
      <w:rFonts w:ascii="Univers 45 Light" w:eastAsia="Times New Roman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4D5CDB"/>
  </w:style>
  <w:style w:type="paragraph" w:customStyle="1" w:styleId="TableParagraph">
    <w:name w:val="Table Paragraph"/>
    <w:basedOn w:val="Normal"/>
    <w:uiPriority w:val="1"/>
    <w:qFormat/>
    <w:rsid w:val="004D5CD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4D5CDB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4D5CD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9F72D9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0347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image" Target="media/image1.png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customXml" Target="ink/ink3.xml"/><Relationship Id="rId7" Type="http://schemas.openxmlformats.org/officeDocument/2006/relationships/footnotes" Target="footnotes.xml"/><Relationship Id="rId12" Type="http://schemas.openxmlformats.org/officeDocument/2006/relationships/customXml" Target="ink/ink1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23" Type="http://schemas.openxmlformats.org/officeDocument/2006/relationships/customXml" Target="ink/ink4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ink/ink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5.234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3.560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1773,'2'-23,"5"-27,2 0,21-60,41-96,-62 181,70-186,74-210,-114 296,32-180,-63 247,-3 0,-2-63,-3 111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2.142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1017 2134,'-2'-14,"-31"-133,-68-190,-82-129,-32 11,137 313,-107-146,72 137,7 18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0.641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708 2167,'-44'-151,"-31"-187,63 276,-23-126,-43-199,49 271,-56-144,27 122,-5 3,-107-166,112 211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DDCC5-C48A-464F-8249-2030F3C921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1BBEDC-2AF3-421F-821A-F1128CDE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38</TotalTime>
  <Pages>7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หาดทิพย์ จำกัด (มหาชน)</vt:lpstr>
    </vt:vector>
  </TitlesOfParts>
  <Company>KPMG</Company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หาดทิพย์ จำกัด (มหาชน)</dc:title>
  <dc:subject/>
  <dc:creator>AA</dc:creator>
  <cp:keywords/>
  <dc:description/>
  <cp:lastModifiedBy>Jitpanu, Naksuppamit</cp:lastModifiedBy>
  <cp:revision>9</cp:revision>
  <cp:lastPrinted>2021-05-31T12:12:00Z</cp:lastPrinted>
  <dcterms:created xsi:type="dcterms:W3CDTF">2021-05-29T18:46:00Z</dcterms:created>
  <dcterms:modified xsi:type="dcterms:W3CDTF">2021-05-31T12:12:00Z</dcterms:modified>
</cp:coreProperties>
</file>